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CA7B68" w14:textId="77777777" w:rsidR="009E0D57" w:rsidRPr="00E416F2" w:rsidRDefault="00C3046E" w:rsidP="00383398">
      <w:pPr>
        <w:pStyle w:val="10"/>
        <w:suppressAutoHyphens/>
        <w:rPr>
          <w:iCs/>
          <w:caps w:val="0"/>
          <w:kern w:val="0"/>
          <w:sz w:val="24"/>
          <w:szCs w:val="24"/>
        </w:rPr>
      </w:pPr>
      <w:bookmarkStart w:id="0" w:name="_Toc128666459"/>
      <w:r w:rsidRPr="00C3046E">
        <w:rPr>
          <w:iCs/>
          <w:caps w:val="0"/>
          <w:kern w:val="0"/>
          <w:sz w:val="24"/>
          <w:szCs w:val="24"/>
        </w:rPr>
        <w:t xml:space="preserve">Отчет о </w:t>
      </w:r>
      <w:r w:rsidR="00B04FD1">
        <w:rPr>
          <w:iCs/>
          <w:caps w:val="0"/>
          <w:kern w:val="0"/>
          <w:sz w:val="24"/>
          <w:szCs w:val="24"/>
        </w:rPr>
        <w:t>гарантийном фонде</w:t>
      </w:r>
      <w:r w:rsidR="00BB6153" w:rsidRPr="00BB6153">
        <w:rPr>
          <w:iCs/>
          <w:caps w:val="0"/>
          <w:kern w:val="0"/>
          <w:sz w:val="24"/>
          <w:szCs w:val="24"/>
        </w:rPr>
        <w:t xml:space="preserve"> </w:t>
      </w:r>
      <w:r w:rsidR="00BB6153" w:rsidRPr="00AF48BF">
        <w:rPr>
          <w:iCs/>
          <w:caps w:val="0"/>
          <w:kern w:val="0"/>
          <w:sz w:val="24"/>
          <w:szCs w:val="24"/>
        </w:rPr>
        <w:t>(</w:t>
      </w:r>
      <w:r w:rsidR="00BB6153">
        <w:rPr>
          <w:iCs/>
          <w:caps w:val="0"/>
          <w:kern w:val="0"/>
          <w:sz w:val="24"/>
          <w:szCs w:val="24"/>
          <w:lang w:val="en-US"/>
        </w:rPr>
        <w:t>EQM</w:t>
      </w:r>
      <w:r w:rsidR="00BB6153" w:rsidRPr="00AF48BF">
        <w:rPr>
          <w:iCs/>
          <w:caps w:val="0"/>
          <w:kern w:val="0"/>
          <w:sz w:val="24"/>
          <w:szCs w:val="24"/>
        </w:rPr>
        <w:t>92)</w:t>
      </w:r>
      <w:r w:rsidR="003B2F47" w:rsidRPr="003B2F47">
        <w:rPr>
          <w:iCs/>
          <w:caps w:val="0"/>
          <w:kern w:val="0"/>
          <w:sz w:val="24"/>
          <w:szCs w:val="24"/>
        </w:rPr>
        <w:t xml:space="preserve"> </w:t>
      </w:r>
      <w:r w:rsidR="009E0D57" w:rsidRPr="00E416F2">
        <w:rPr>
          <w:iCs/>
          <w:caps w:val="0"/>
          <w:kern w:val="0"/>
          <w:sz w:val="24"/>
          <w:szCs w:val="24"/>
        </w:rPr>
        <w:t>(печатная форма)</w:t>
      </w:r>
    </w:p>
    <w:p w14:paraId="1AED279D" w14:textId="77777777" w:rsidR="008C3897" w:rsidRPr="00E416F2" w:rsidRDefault="008C3897" w:rsidP="008C3897"/>
    <w:p w14:paraId="17157BEB" w14:textId="77777777" w:rsidR="00C3046E" w:rsidRPr="001E7798" w:rsidRDefault="00C3046E" w:rsidP="00C3046E">
      <w:pPr>
        <w:pStyle w:val="Text"/>
        <w:jc w:val="left"/>
        <w:rPr>
          <w:b/>
          <w:sz w:val="18"/>
          <w:szCs w:val="18"/>
        </w:rPr>
      </w:pPr>
      <w:bookmarkStart w:id="1" w:name="_Toc128666460"/>
      <w:bookmarkEnd w:id="0"/>
      <w:r w:rsidRPr="001E7798">
        <w:rPr>
          <w:sz w:val="18"/>
          <w:szCs w:val="18"/>
        </w:rPr>
        <w:t>Дата и Время формирования отчета &lt;Дата&gt; &lt;Время&gt;</w:t>
      </w:r>
    </w:p>
    <w:p w14:paraId="2E3F9D98" w14:textId="41FCA091" w:rsidR="00C64ED9" w:rsidRPr="00790846" w:rsidRDefault="00C64ED9" w:rsidP="00C64ED9">
      <w:pPr>
        <w:pStyle w:val="Text"/>
        <w:rPr>
          <w:b/>
          <w:sz w:val="18"/>
          <w:szCs w:val="18"/>
        </w:rPr>
      </w:pPr>
      <w:r w:rsidRPr="0049140D">
        <w:rPr>
          <w:sz w:val="18"/>
          <w:szCs w:val="18"/>
        </w:rPr>
        <w:t>НКО ЦК</w:t>
      </w:r>
      <w:r w:rsidR="00493B15">
        <w:rPr>
          <w:sz w:val="18"/>
          <w:szCs w:val="18"/>
        </w:rPr>
        <w:t xml:space="preserve"> </w:t>
      </w:r>
      <w:r w:rsidR="00CE10A1" w:rsidRPr="00CE10A1">
        <w:rPr>
          <w:sz w:val="18"/>
          <w:szCs w:val="18"/>
        </w:rPr>
        <w:t>"</w:t>
      </w:r>
      <w:r w:rsidR="00493B15">
        <w:rPr>
          <w:sz w:val="18"/>
          <w:szCs w:val="18"/>
        </w:rPr>
        <w:t>ЭФИР</w:t>
      </w:r>
      <w:r w:rsidR="00CE10A1" w:rsidRPr="00CE10A1">
        <w:rPr>
          <w:sz w:val="18"/>
          <w:szCs w:val="18"/>
        </w:rPr>
        <w:t>"</w:t>
      </w:r>
      <w:r w:rsidRPr="0049140D">
        <w:rPr>
          <w:sz w:val="18"/>
          <w:szCs w:val="18"/>
        </w:rPr>
        <w:t xml:space="preserve"> (АО)</w:t>
      </w:r>
    </w:p>
    <w:p w14:paraId="598DA509" w14:textId="77777777" w:rsidR="00C3046E" w:rsidRPr="001E7798" w:rsidRDefault="00C3046E" w:rsidP="00B04FD1">
      <w:pPr>
        <w:pStyle w:val="Text"/>
        <w:spacing w:before="120"/>
        <w:jc w:val="center"/>
        <w:rPr>
          <w:sz w:val="18"/>
          <w:szCs w:val="18"/>
        </w:rPr>
      </w:pPr>
      <w:r w:rsidRPr="001E7798">
        <w:rPr>
          <w:rStyle w:val="affff2"/>
          <w:sz w:val="18"/>
          <w:szCs w:val="18"/>
        </w:rPr>
        <w:t>О</w:t>
      </w:r>
      <w:r w:rsidR="00B04FD1">
        <w:rPr>
          <w:rStyle w:val="affff2"/>
          <w:sz w:val="18"/>
          <w:szCs w:val="18"/>
        </w:rPr>
        <w:t>тчет о гарантийном фонде</w:t>
      </w:r>
    </w:p>
    <w:p w14:paraId="2A013BCA" w14:textId="77777777" w:rsidR="00C3046E" w:rsidRPr="00B04FD1" w:rsidRDefault="00C3046E" w:rsidP="00B04FD1">
      <w:pPr>
        <w:pStyle w:val="Text"/>
        <w:spacing w:before="120"/>
        <w:jc w:val="center"/>
        <w:rPr>
          <w:b/>
          <w:bCs/>
          <w:sz w:val="18"/>
          <w:szCs w:val="18"/>
        </w:rPr>
      </w:pPr>
      <w:r w:rsidRPr="00B04FD1">
        <w:rPr>
          <w:b/>
          <w:bCs/>
          <w:sz w:val="18"/>
          <w:szCs w:val="18"/>
        </w:rPr>
        <w:t>Дата</w:t>
      </w:r>
      <w:r w:rsidR="00B04FD1" w:rsidRPr="00B04FD1">
        <w:rPr>
          <w:b/>
          <w:bCs/>
          <w:sz w:val="18"/>
          <w:szCs w:val="18"/>
        </w:rPr>
        <w:t xml:space="preserve"> отчета</w:t>
      </w:r>
      <w:r w:rsidRPr="00B04FD1">
        <w:rPr>
          <w:b/>
          <w:bCs/>
          <w:sz w:val="18"/>
          <w:szCs w:val="18"/>
        </w:rPr>
        <w:t>: &lt;Дата&gt;</w:t>
      </w:r>
    </w:p>
    <w:p w14:paraId="0C5F6EFB" w14:textId="77777777" w:rsidR="00B04FD1" w:rsidRPr="00B04FD1" w:rsidRDefault="00B04FD1" w:rsidP="00B04FD1">
      <w:pPr>
        <w:pStyle w:val="Text"/>
        <w:rPr>
          <w:sz w:val="18"/>
          <w:szCs w:val="18"/>
        </w:rPr>
      </w:pPr>
      <w:r w:rsidRPr="001E7798">
        <w:rPr>
          <w:sz w:val="18"/>
          <w:szCs w:val="18"/>
        </w:rPr>
        <w:t>Наименование Участника клиринга:</w:t>
      </w:r>
      <w:r>
        <w:rPr>
          <w:sz w:val="18"/>
          <w:szCs w:val="18"/>
        </w:rPr>
        <w:t xml:space="preserve"> </w:t>
      </w:r>
      <w:r w:rsidRPr="00B04FD1">
        <w:rPr>
          <w:sz w:val="18"/>
          <w:szCs w:val="18"/>
        </w:rPr>
        <w:t>&lt;</w:t>
      </w:r>
      <w:r>
        <w:rPr>
          <w:sz w:val="18"/>
          <w:szCs w:val="18"/>
        </w:rPr>
        <w:t>Наименование</w:t>
      </w:r>
      <w:r w:rsidR="000F1505">
        <w:rPr>
          <w:sz w:val="18"/>
          <w:szCs w:val="18"/>
        </w:rPr>
        <w:t xml:space="preserve"> Участника клиринга</w:t>
      </w:r>
      <w:r w:rsidRPr="00B04FD1">
        <w:rPr>
          <w:sz w:val="18"/>
          <w:szCs w:val="18"/>
        </w:rPr>
        <w:t>&gt;</w:t>
      </w:r>
    </w:p>
    <w:p w14:paraId="4431484F" w14:textId="77777777" w:rsidR="00C3046E" w:rsidRPr="00B04FD1" w:rsidRDefault="00430EE6" w:rsidP="00C3046E">
      <w:pPr>
        <w:pStyle w:val="Text"/>
        <w:rPr>
          <w:sz w:val="18"/>
          <w:szCs w:val="18"/>
        </w:rPr>
      </w:pPr>
      <w:r>
        <w:rPr>
          <w:sz w:val="18"/>
          <w:szCs w:val="18"/>
        </w:rPr>
        <w:t>Клиринговый код</w:t>
      </w:r>
      <w:r w:rsidRPr="001E7798">
        <w:rPr>
          <w:sz w:val="18"/>
          <w:szCs w:val="18"/>
        </w:rPr>
        <w:t xml:space="preserve"> </w:t>
      </w:r>
      <w:r w:rsidR="00C3046E" w:rsidRPr="001E7798">
        <w:rPr>
          <w:sz w:val="18"/>
          <w:szCs w:val="18"/>
        </w:rPr>
        <w:t xml:space="preserve">Участника клиринга: </w:t>
      </w:r>
      <w:r w:rsidR="00B04FD1" w:rsidRPr="00B04FD1">
        <w:rPr>
          <w:sz w:val="18"/>
          <w:szCs w:val="18"/>
        </w:rPr>
        <w:t>&lt;</w:t>
      </w:r>
      <w:r>
        <w:rPr>
          <w:sz w:val="18"/>
          <w:szCs w:val="18"/>
        </w:rPr>
        <w:t>Клиринговый код</w:t>
      </w:r>
      <w:r w:rsidR="000F1505">
        <w:rPr>
          <w:sz w:val="18"/>
          <w:szCs w:val="18"/>
        </w:rPr>
        <w:t xml:space="preserve"> Участника клиринга</w:t>
      </w:r>
      <w:r w:rsidR="00B04FD1" w:rsidRPr="00B04FD1">
        <w:rPr>
          <w:sz w:val="18"/>
          <w:szCs w:val="18"/>
        </w:rPr>
        <w:t>&gt;</w:t>
      </w:r>
    </w:p>
    <w:p w14:paraId="31AFD039" w14:textId="77777777" w:rsidR="00C3046E" w:rsidRDefault="00C3046E" w:rsidP="00C3046E">
      <w:pPr>
        <w:spacing w:before="120" w:after="120"/>
        <w:rPr>
          <w:rStyle w:val="affff2"/>
          <w:sz w:val="18"/>
          <w:szCs w:val="1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40"/>
        <w:gridCol w:w="2381"/>
      </w:tblGrid>
      <w:tr w:rsidR="00C3046E" w:rsidRPr="00C3046E" w14:paraId="336F7FCA" w14:textId="77777777" w:rsidTr="00B04FD1">
        <w:tc>
          <w:tcPr>
            <w:tcW w:w="4140" w:type="dxa"/>
            <w:shd w:val="clear" w:color="auto" w:fill="auto"/>
          </w:tcPr>
          <w:p w14:paraId="40D3E629" w14:textId="77777777" w:rsidR="00C3046E" w:rsidRPr="00A57AF7" w:rsidRDefault="00B04FD1" w:rsidP="00BB0E41">
            <w:pPr>
              <w:pStyle w:val="Text"/>
              <w:jc w:val="center"/>
              <w:rPr>
                <w:rStyle w:val="affff2"/>
                <w:rFonts w:eastAsia="Calibri"/>
                <w:b w:val="0"/>
                <w:iCs w:val="0"/>
                <w:sz w:val="18"/>
                <w:szCs w:val="18"/>
              </w:rPr>
            </w:pPr>
            <w:r>
              <w:rPr>
                <w:rStyle w:val="affff2"/>
                <w:rFonts w:eastAsia="Calibri"/>
                <w:sz w:val="18"/>
                <w:szCs w:val="18"/>
              </w:rPr>
              <w:t>Показатель</w:t>
            </w:r>
          </w:p>
        </w:tc>
        <w:tc>
          <w:tcPr>
            <w:tcW w:w="2381" w:type="dxa"/>
            <w:shd w:val="clear" w:color="auto" w:fill="auto"/>
          </w:tcPr>
          <w:p w14:paraId="1C31895D" w14:textId="77777777" w:rsidR="00C3046E" w:rsidRPr="00A57AF7" w:rsidRDefault="00B04FD1" w:rsidP="00BB0E41">
            <w:pPr>
              <w:pStyle w:val="Text"/>
              <w:jc w:val="center"/>
              <w:rPr>
                <w:rStyle w:val="affff2"/>
                <w:rFonts w:eastAsia="Calibri"/>
                <w:b w:val="0"/>
                <w:iCs w:val="0"/>
                <w:sz w:val="18"/>
                <w:szCs w:val="18"/>
              </w:rPr>
            </w:pPr>
            <w:r>
              <w:rPr>
                <w:rStyle w:val="affff2"/>
                <w:rFonts w:eastAsia="Calibri"/>
                <w:sz w:val="18"/>
                <w:szCs w:val="18"/>
              </w:rPr>
              <w:t>Значение показателя</w:t>
            </w:r>
            <w:r w:rsidR="00C3046E" w:rsidRPr="00A57AF7">
              <w:rPr>
                <w:rStyle w:val="affff2"/>
                <w:rFonts w:eastAsia="Calibri"/>
                <w:sz w:val="18"/>
                <w:szCs w:val="18"/>
              </w:rPr>
              <w:t>, руб.</w:t>
            </w:r>
          </w:p>
        </w:tc>
      </w:tr>
      <w:tr w:rsidR="00C3046E" w:rsidRPr="00C3046E" w14:paraId="7FA1FC93" w14:textId="77777777" w:rsidTr="00B04FD1">
        <w:tc>
          <w:tcPr>
            <w:tcW w:w="4140" w:type="dxa"/>
            <w:shd w:val="clear" w:color="auto" w:fill="auto"/>
          </w:tcPr>
          <w:p w14:paraId="57863B67" w14:textId="77777777" w:rsidR="00C3046E" w:rsidRPr="001E7798" w:rsidRDefault="00B04FD1" w:rsidP="00BB0E41">
            <w:pPr>
              <w:pStyle w:val="Text"/>
              <w:rPr>
                <w:rStyle w:val="affff2"/>
                <w:rFonts w:eastAsia="Calibri"/>
                <w:b w:val="0"/>
                <w:sz w:val="18"/>
                <w:szCs w:val="18"/>
              </w:rPr>
            </w:pPr>
            <w:r>
              <w:rPr>
                <w:rStyle w:val="affff2"/>
                <w:rFonts w:eastAsia="Calibri"/>
                <w:b w:val="0"/>
                <w:sz w:val="18"/>
                <w:szCs w:val="18"/>
              </w:rPr>
              <w:t>Минимальный размер взноса Участника клиринга в Гарантийный фонд</w:t>
            </w:r>
          </w:p>
        </w:tc>
        <w:tc>
          <w:tcPr>
            <w:tcW w:w="2381" w:type="dxa"/>
            <w:shd w:val="clear" w:color="auto" w:fill="auto"/>
          </w:tcPr>
          <w:p w14:paraId="53A1C226" w14:textId="77777777" w:rsidR="00C3046E" w:rsidRPr="001E7798" w:rsidRDefault="00C3046E" w:rsidP="00BB0E41">
            <w:pPr>
              <w:pStyle w:val="Text"/>
              <w:rPr>
                <w:rStyle w:val="affff2"/>
                <w:rFonts w:eastAsia="Calibri"/>
                <w:b w:val="0"/>
                <w:sz w:val="18"/>
                <w:szCs w:val="18"/>
              </w:rPr>
            </w:pPr>
          </w:p>
        </w:tc>
      </w:tr>
      <w:tr w:rsidR="00C3046E" w:rsidRPr="00C3046E" w14:paraId="3CB03729" w14:textId="77777777" w:rsidTr="00B04FD1">
        <w:tc>
          <w:tcPr>
            <w:tcW w:w="4140" w:type="dxa"/>
            <w:shd w:val="clear" w:color="auto" w:fill="auto"/>
          </w:tcPr>
          <w:p w14:paraId="04638C44" w14:textId="77777777" w:rsidR="00C3046E" w:rsidRPr="001E7798" w:rsidRDefault="00B04FD1" w:rsidP="00BB0E41">
            <w:pPr>
              <w:pStyle w:val="Text"/>
              <w:rPr>
                <w:rStyle w:val="affff2"/>
                <w:rFonts w:eastAsia="Calibri"/>
                <w:b w:val="0"/>
                <w:sz w:val="18"/>
                <w:szCs w:val="18"/>
              </w:rPr>
            </w:pPr>
            <w:r>
              <w:rPr>
                <w:rStyle w:val="affff2"/>
                <w:rFonts w:eastAsia="Calibri"/>
                <w:b w:val="0"/>
                <w:sz w:val="18"/>
                <w:szCs w:val="18"/>
              </w:rPr>
              <w:t>Фактический размер взноса Участника клиринга в Гарантийный фонд</w:t>
            </w:r>
          </w:p>
        </w:tc>
        <w:tc>
          <w:tcPr>
            <w:tcW w:w="2381" w:type="dxa"/>
            <w:shd w:val="clear" w:color="auto" w:fill="auto"/>
          </w:tcPr>
          <w:p w14:paraId="7A08BFBA" w14:textId="77777777" w:rsidR="00C3046E" w:rsidRPr="001E7798" w:rsidRDefault="00C3046E" w:rsidP="00BB0E41">
            <w:pPr>
              <w:pStyle w:val="Text"/>
              <w:rPr>
                <w:rStyle w:val="affff2"/>
                <w:rFonts w:eastAsia="Calibri"/>
                <w:b w:val="0"/>
                <w:sz w:val="18"/>
                <w:szCs w:val="18"/>
              </w:rPr>
            </w:pPr>
          </w:p>
        </w:tc>
      </w:tr>
      <w:tr w:rsidR="00B04FD1" w:rsidRPr="00C3046E" w14:paraId="0BC6AA0B" w14:textId="77777777" w:rsidTr="00B04FD1">
        <w:tc>
          <w:tcPr>
            <w:tcW w:w="4140" w:type="dxa"/>
            <w:shd w:val="clear" w:color="auto" w:fill="auto"/>
          </w:tcPr>
          <w:p w14:paraId="4F40EBA5" w14:textId="77777777" w:rsidR="00B04FD1" w:rsidRDefault="00B04FD1" w:rsidP="00BB0E41">
            <w:pPr>
              <w:pStyle w:val="Text"/>
              <w:rPr>
                <w:rStyle w:val="affff2"/>
                <w:rFonts w:eastAsia="Calibri"/>
                <w:b w:val="0"/>
                <w:sz w:val="18"/>
                <w:szCs w:val="18"/>
              </w:rPr>
            </w:pPr>
            <w:r>
              <w:rPr>
                <w:rStyle w:val="affff2"/>
                <w:rFonts w:eastAsia="Calibri"/>
                <w:b w:val="0"/>
                <w:sz w:val="18"/>
                <w:szCs w:val="18"/>
              </w:rPr>
              <w:t>Свободные средства</w:t>
            </w:r>
          </w:p>
        </w:tc>
        <w:tc>
          <w:tcPr>
            <w:tcW w:w="2381" w:type="dxa"/>
            <w:shd w:val="clear" w:color="auto" w:fill="auto"/>
          </w:tcPr>
          <w:p w14:paraId="089D0B49" w14:textId="77777777" w:rsidR="00B04FD1" w:rsidRPr="001E7798" w:rsidRDefault="00B04FD1" w:rsidP="00BB0E41">
            <w:pPr>
              <w:pStyle w:val="Text"/>
              <w:rPr>
                <w:rStyle w:val="affff2"/>
                <w:rFonts w:eastAsia="Calibri"/>
                <w:b w:val="0"/>
                <w:sz w:val="18"/>
                <w:szCs w:val="18"/>
              </w:rPr>
            </w:pPr>
          </w:p>
        </w:tc>
      </w:tr>
    </w:tbl>
    <w:p w14:paraId="5F761626" w14:textId="77777777" w:rsidR="00C3046E" w:rsidRPr="001E7798" w:rsidRDefault="00C3046E" w:rsidP="00C3046E">
      <w:pPr>
        <w:rPr>
          <w:sz w:val="18"/>
          <w:szCs w:val="18"/>
        </w:rPr>
      </w:pPr>
    </w:p>
    <w:p w14:paraId="503CABCF" w14:textId="77777777" w:rsidR="00D54121" w:rsidRPr="001E7798" w:rsidRDefault="00D54121" w:rsidP="00D54121">
      <w:pPr>
        <w:pStyle w:val="Text"/>
        <w:rPr>
          <w:sz w:val="18"/>
          <w:szCs w:val="18"/>
        </w:rPr>
      </w:pPr>
    </w:p>
    <w:p w14:paraId="429815A4" w14:textId="77777777" w:rsidR="00B1725F" w:rsidRPr="00C3046E" w:rsidRDefault="00B1725F" w:rsidP="001E5264">
      <w:pPr>
        <w:rPr>
          <w:sz w:val="18"/>
          <w:szCs w:val="18"/>
        </w:rPr>
      </w:pPr>
    </w:p>
    <w:p w14:paraId="5F830E91" w14:textId="22C7A41F" w:rsidR="00C64ED9" w:rsidRPr="00E416F2" w:rsidRDefault="00C64ED9" w:rsidP="00C64ED9">
      <w:pPr>
        <w:rPr>
          <w:b/>
          <w:caps/>
          <w:kern w:val="28"/>
          <w:lang w:eastAsia="en-US"/>
        </w:rPr>
      </w:pPr>
      <w:bookmarkStart w:id="2" w:name="_Hlk179214239"/>
      <w:r w:rsidRPr="00E416F2">
        <w:rPr>
          <w:b/>
          <w:bCs/>
          <w:sz w:val="18"/>
          <w:szCs w:val="18"/>
        </w:rPr>
        <w:t xml:space="preserve">Уполномоченный сотрудник </w:t>
      </w:r>
      <w:r>
        <w:rPr>
          <w:b/>
          <w:bCs/>
          <w:sz w:val="18"/>
          <w:szCs w:val="18"/>
        </w:rPr>
        <w:t>НКО ЦК</w:t>
      </w:r>
      <w:r w:rsidR="00493B15">
        <w:rPr>
          <w:b/>
          <w:bCs/>
          <w:sz w:val="18"/>
          <w:szCs w:val="18"/>
        </w:rPr>
        <w:t xml:space="preserve"> </w:t>
      </w:r>
      <w:r w:rsidR="00CE10A1" w:rsidRPr="00CE10A1">
        <w:rPr>
          <w:b/>
          <w:bCs/>
          <w:sz w:val="18"/>
          <w:szCs w:val="18"/>
        </w:rPr>
        <w:t>"</w:t>
      </w:r>
      <w:r w:rsidR="00493B15">
        <w:rPr>
          <w:b/>
          <w:bCs/>
          <w:sz w:val="18"/>
          <w:szCs w:val="18"/>
        </w:rPr>
        <w:t>ЭФИР</w:t>
      </w:r>
      <w:r w:rsidR="00CE10A1" w:rsidRPr="00CE10A1">
        <w:rPr>
          <w:b/>
          <w:bCs/>
          <w:sz w:val="18"/>
          <w:szCs w:val="18"/>
        </w:rPr>
        <w:t>"</w:t>
      </w:r>
      <w:r>
        <w:rPr>
          <w:b/>
          <w:bCs/>
          <w:sz w:val="18"/>
          <w:szCs w:val="18"/>
        </w:rPr>
        <w:t xml:space="preserve"> (АО)</w:t>
      </w:r>
      <w:r w:rsidRPr="00E416F2">
        <w:rPr>
          <w:b/>
          <w:bCs/>
          <w:sz w:val="18"/>
          <w:szCs w:val="18"/>
        </w:rPr>
        <w:t>:</w:t>
      </w:r>
      <w:r>
        <w:rPr>
          <w:b/>
          <w:bCs/>
          <w:sz w:val="18"/>
          <w:szCs w:val="18"/>
        </w:rPr>
        <w:t xml:space="preserve"> </w:t>
      </w:r>
      <w:r w:rsidRPr="0049140D">
        <w:rPr>
          <w:sz w:val="18"/>
          <w:szCs w:val="18"/>
        </w:rPr>
        <w:t>&lt;ФИО сотрудника НКО ЦК</w:t>
      </w:r>
      <w:r w:rsidR="00493B15">
        <w:rPr>
          <w:sz w:val="18"/>
          <w:szCs w:val="18"/>
        </w:rPr>
        <w:t xml:space="preserve"> </w:t>
      </w:r>
      <w:r w:rsidR="00CE10A1" w:rsidRPr="00CE10A1">
        <w:rPr>
          <w:sz w:val="18"/>
          <w:szCs w:val="18"/>
        </w:rPr>
        <w:t>"</w:t>
      </w:r>
      <w:r w:rsidR="00493B15">
        <w:rPr>
          <w:sz w:val="18"/>
          <w:szCs w:val="18"/>
        </w:rPr>
        <w:t>ЭФИР</w:t>
      </w:r>
      <w:r w:rsidR="00CE10A1" w:rsidRPr="00CE10A1">
        <w:rPr>
          <w:sz w:val="18"/>
          <w:szCs w:val="18"/>
        </w:rPr>
        <w:t>"</w:t>
      </w:r>
      <w:r w:rsidRPr="0049140D">
        <w:rPr>
          <w:sz w:val="18"/>
          <w:szCs w:val="18"/>
        </w:rPr>
        <w:t xml:space="preserve"> (АО)&gt;</w:t>
      </w:r>
    </w:p>
    <w:bookmarkEnd w:id="2"/>
    <w:p w14:paraId="41D2B049" w14:textId="77777777" w:rsidR="003147A5" w:rsidRPr="00E416F2" w:rsidRDefault="00B04FD1">
      <w:pPr>
        <w:rPr>
          <w:b/>
          <w:caps/>
          <w:kern w:val="28"/>
          <w:lang w:eastAsia="en-US"/>
        </w:rPr>
      </w:pPr>
      <w:r w:rsidRPr="00E416F2">
        <w:rPr>
          <w:lang w:eastAsia="en-US"/>
        </w:rPr>
        <w:t xml:space="preserve"> </w:t>
      </w:r>
      <w:r w:rsidR="003147A5" w:rsidRPr="00E416F2">
        <w:rPr>
          <w:lang w:eastAsia="en-US"/>
        </w:rPr>
        <w:br w:type="page"/>
      </w:r>
    </w:p>
    <w:p w14:paraId="4AC1B1AB" w14:textId="77777777" w:rsidR="00AA4817" w:rsidRPr="00E416F2" w:rsidRDefault="00AA4817" w:rsidP="00CE10A1">
      <w:pPr>
        <w:rPr>
          <w:lang w:eastAsia="en-US"/>
        </w:rPr>
        <w:sectPr w:rsidR="00AA4817" w:rsidRPr="00E416F2" w:rsidSect="00383398">
          <w:headerReference w:type="default" r:id="rId8"/>
          <w:headerReference w:type="first" r:id="rId9"/>
          <w:pgSz w:w="16838" w:h="11906" w:orient="landscape"/>
          <w:pgMar w:top="1486" w:right="669" w:bottom="1135" w:left="1134" w:header="426" w:footer="578" w:gutter="0"/>
          <w:cols w:space="708"/>
          <w:titlePg/>
          <w:docGrid w:linePitch="360"/>
        </w:sectPr>
      </w:pPr>
    </w:p>
    <w:p w14:paraId="03C9BC19" w14:textId="77777777" w:rsidR="003147A5" w:rsidRPr="00E416F2" w:rsidRDefault="00C3046E" w:rsidP="003147A5">
      <w:pPr>
        <w:pStyle w:val="10"/>
        <w:rPr>
          <w:iCs/>
          <w:caps w:val="0"/>
          <w:kern w:val="0"/>
          <w:sz w:val="24"/>
          <w:szCs w:val="24"/>
        </w:rPr>
      </w:pPr>
      <w:r w:rsidRPr="00C3046E">
        <w:rPr>
          <w:iCs/>
          <w:caps w:val="0"/>
          <w:kern w:val="0"/>
          <w:sz w:val="24"/>
          <w:szCs w:val="24"/>
        </w:rPr>
        <w:lastRenderedPageBreak/>
        <w:t xml:space="preserve">Отчет о </w:t>
      </w:r>
      <w:r w:rsidR="00B04FD1">
        <w:rPr>
          <w:iCs/>
          <w:caps w:val="0"/>
          <w:kern w:val="0"/>
          <w:sz w:val="24"/>
          <w:szCs w:val="24"/>
        </w:rPr>
        <w:t>гарантийном фонде</w:t>
      </w:r>
      <w:r w:rsidR="00BB6153">
        <w:rPr>
          <w:iCs/>
          <w:caps w:val="0"/>
          <w:kern w:val="0"/>
          <w:sz w:val="24"/>
          <w:szCs w:val="24"/>
        </w:rPr>
        <w:t xml:space="preserve"> (</w:t>
      </w:r>
      <w:r w:rsidR="00BB6153">
        <w:rPr>
          <w:iCs/>
          <w:caps w:val="0"/>
          <w:kern w:val="0"/>
          <w:sz w:val="24"/>
          <w:szCs w:val="24"/>
          <w:lang w:val="en-US"/>
        </w:rPr>
        <w:t>EQM</w:t>
      </w:r>
      <w:r w:rsidR="00BB6153" w:rsidRPr="00BB6153">
        <w:rPr>
          <w:iCs/>
          <w:caps w:val="0"/>
          <w:kern w:val="0"/>
          <w:sz w:val="24"/>
          <w:szCs w:val="24"/>
        </w:rPr>
        <w:t>92)</w:t>
      </w:r>
      <w:r w:rsidR="003147A5" w:rsidRPr="00E416F2">
        <w:rPr>
          <w:iCs/>
          <w:caps w:val="0"/>
          <w:kern w:val="0"/>
          <w:sz w:val="24"/>
          <w:szCs w:val="24"/>
        </w:rPr>
        <w:t xml:space="preserve"> (формат отчета)</w:t>
      </w:r>
    </w:p>
    <w:bookmarkEnd w:id="1"/>
    <w:p w14:paraId="6D41CFCA" w14:textId="77777777" w:rsidR="002A6AAF" w:rsidRPr="00E416F2" w:rsidRDefault="002A6AAF" w:rsidP="002A6AAF">
      <w:pPr>
        <w:pStyle w:val="afff7"/>
        <w:rPr>
          <w:bCs/>
          <w:sz w:val="18"/>
          <w:szCs w:val="18"/>
        </w:rPr>
      </w:pPr>
    </w:p>
    <w:p w14:paraId="10CD67E1" w14:textId="77777777" w:rsidR="004F25FE" w:rsidRPr="00E416F2" w:rsidRDefault="004F25FE" w:rsidP="004F25FE">
      <w:pPr>
        <w:pStyle w:val="afff7"/>
        <w:rPr>
          <w:sz w:val="20"/>
        </w:rPr>
      </w:pPr>
      <w:r w:rsidRPr="00E416F2">
        <w:rPr>
          <w:i/>
          <w:sz w:val="20"/>
        </w:rPr>
        <w:t>Вид:</w:t>
      </w:r>
      <w:r w:rsidRPr="00E416F2">
        <w:rPr>
          <w:b/>
          <w:sz w:val="20"/>
        </w:rPr>
        <w:t xml:space="preserve"> </w:t>
      </w:r>
      <w:r w:rsidRPr="00E416F2">
        <w:rPr>
          <w:sz w:val="20"/>
        </w:rPr>
        <w:t>электронный документ</w:t>
      </w:r>
    </w:p>
    <w:p w14:paraId="3316E101" w14:textId="77777777" w:rsidR="004F25FE" w:rsidRPr="00E416F2" w:rsidRDefault="004F25FE" w:rsidP="004F25FE">
      <w:pPr>
        <w:pStyle w:val="afff7"/>
        <w:rPr>
          <w:sz w:val="20"/>
        </w:rPr>
      </w:pPr>
      <w:r w:rsidRPr="00E416F2">
        <w:rPr>
          <w:i/>
          <w:sz w:val="20"/>
        </w:rPr>
        <w:t>Формат:</w:t>
      </w:r>
      <w:r w:rsidRPr="00E416F2">
        <w:rPr>
          <w:sz w:val="20"/>
        </w:rPr>
        <w:t xml:space="preserve"> </w:t>
      </w:r>
      <w:r w:rsidRPr="00E416F2">
        <w:rPr>
          <w:sz w:val="20"/>
          <w:lang w:val="en-US"/>
        </w:rPr>
        <w:t>XML</w:t>
      </w:r>
    </w:p>
    <w:p w14:paraId="0FC2BB08" w14:textId="77777777" w:rsidR="004F25FE" w:rsidRPr="00E416F2" w:rsidRDefault="004F25FE" w:rsidP="004F25FE">
      <w:pPr>
        <w:pStyle w:val="afff7"/>
        <w:rPr>
          <w:sz w:val="20"/>
        </w:rPr>
      </w:pPr>
      <w:r w:rsidRPr="00E416F2">
        <w:rPr>
          <w:i/>
          <w:sz w:val="20"/>
        </w:rPr>
        <w:t>Наименование:</w:t>
      </w:r>
      <w:r w:rsidRPr="00E416F2">
        <w:rPr>
          <w:sz w:val="20"/>
        </w:rPr>
        <w:t xml:space="preserve"> </w:t>
      </w:r>
      <w:r w:rsidR="00493B15">
        <w:rPr>
          <w:sz w:val="20"/>
          <w:lang w:val="en-US"/>
        </w:rPr>
        <w:t>EFIS</w:t>
      </w:r>
      <w:r w:rsidRPr="00E416F2">
        <w:rPr>
          <w:sz w:val="20"/>
        </w:rPr>
        <w:t xml:space="preserve">_DOC_ </w:t>
      </w:r>
      <w:r w:rsidRPr="00E416F2">
        <w:rPr>
          <w:sz w:val="20"/>
          <w:lang w:val="en-US"/>
        </w:rPr>
        <w:t>KS</w:t>
      </w:r>
      <w:r w:rsidRPr="00E416F2">
        <w:rPr>
          <w:sz w:val="20"/>
        </w:rPr>
        <w:t>_</w:t>
      </w:r>
      <w:r w:rsidR="003325CB" w:rsidRPr="00383398">
        <w:rPr>
          <w:sz w:val="20"/>
        </w:rPr>
        <w:t>&lt;</w:t>
      </w:r>
      <w:r w:rsidR="003325CB" w:rsidRPr="003325CB">
        <w:rPr>
          <w:sz w:val="20"/>
          <w:lang w:val="en-US"/>
        </w:rPr>
        <w:t>FIRMID</w:t>
      </w:r>
      <w:r w:rsidR="003325CB" w:rsidRPr="00383398">
        <w:rPr>
          <w:sz w:val="20"/>
        </w:rPr>
        <w:t>&gt;</w:t>
      </w:r>
      <w:proofErr w:type="gramStart"/>
      <w:r w:rsidR="003325CB" w:rsidRPr="00383398">
        <w:rPr>
          <w:sz w:val="20"/>
        </w:rPr>
        <w:t>_&lt;</w:t>
      </w:r>
      <w:proofErr w:type="gramEnd"/>
      <w:r w:rsidR="003325CB" w:rsidRPr="00383398">
        <w:rPr>
          <w:sz w:val="20"/>
        </w:rPr>
        <w:t>Код документа&gt;_</w:t>
      </w:r>
      <w:r w:rsidRPr="00E416F2">
        <w:rPr>
          <w:sz w:val="20"/>
        </w:rPr>
        <w:t>&lt;ГГГГММДД&gt;_</w:t>
      </w:r>
      <w:r w:rsidRPr="00E416F2">
        <w:rPr>
          <w:sz w:val="20"/>
          <w:lang w:val="en-US"/>
        </w:rPr>
        <w:t>NNNNN</w:t>
      </w:r>
      <w:r w:rsidRPr="00E416F2">
        <w:rPr>
          <w:sz w:val="20"/>
        </w:rPr>
        <w:t>,</w:t>
      </w:r>
    </w:p>
    <w:p w14:paraId="3C8DE950" w14:textId="77777777" w:rsidR="004F25FE" w:rsidRPr="001E7798" w:rsidRDefault="004F25FE" w:rsidP="004F25FE">
      <w:pPr>
        <w:pStyle w:val="afff7"/>
        <w:rPr>
          <w:sz w:val="22"/>
          <w:szCs w:val="22"/>
        </w:rPr>
      </w:pPr>
    </w:p>
    <w:p w14:paraId="2B3C7FE0" w14:textId="77777777" w:rsidR="004F25FE" w:rsidRPr="00E416F2" w:rsidRDefault="004F25FE" w:rsidP="004F25FE">
      <w:pPr>
        <w:pStyle w:val="afff7"/>
        <w:rPr>
          <w:sz w:val="20"/>
        </w:rPr>
      </w:pPr>
      <w:r w:rsidRPr="00E416F2">
        <w:rPr>
          <w:sz w:val="20"/>
        </w:rPr>
        <w:t>где &lt;ГГГГММДД&gt; - дата формирования файла,</w:t>
      </w:r>
    </w:p>
    <w:p w14:paraId="4B0277BC" w14:textId="77777777" w:rsidR="004F25FE" w:rsidRDefault="004F25FE" w:rsidP="004F25FE">
      <w:pPr>
        <w:pStyle w:val="afff7"/>
        <w:rPr>
          <w:sz w:val="20"/>
        </w:rPr>
      </w:pPr>
      <w:r w:rsidRPr="00E416F2">
        <w:rPr>
          <w:sz w:val="20"/>
        </w:rPr>
        <w:t>&lt;</w:t>
      </w:r>
      <w:proofErr w:type="gramStart"/>
      <w:r w:rsidRPr="00E416F2">
        <w:rPr>
          <w:sz w:val="20"/>
          <w:lang w:val="en-US"/>
        </w:rPr>
        <w:t>FIRMID</w:t>
      </w:r>
      <w:r w:rsidRPr="00E416F2">
        <w:rPr>
          <w:sz w:val="20"/>
        </w:rPr>
        <w:t xml:space="preserve"> &gt;</w:t>
      </w:r>
      <w:proofErr w:type="gramEnd"/>
      <w:r w:rsidRPr="00E416F2">
        <w:rPr>
          <w:sz w:val="20"/>
        </w:rPr>
        <w:t xml:space="preserve"> - Код УК,</w:t>
      </w:r>
    </w:p>
    <w:p w14:paraId="38B84C73" w14:textId="77777777" w:rsidR="003325CB" w:rsidRPr="00E416F2" w:rsidRDefault="003325CB" w:rsidP="003325CB">
      <w:pPr>
        <w:pStyle w:val="afff7"/>
        <w:rPr>
          <w:sz w:val="20"/>
        </w:rPr>
      </w:pPr>
      <w:r w:rsidRPr="003325CB">
        <w:rPr>
          <w:sz w:val="20"/>
        </w:rPr>
        <w:t xml:space="preserve">&lt;Код документа&gt; – </w:t>
      </w:r>
      <w:r w:rsidR="00BB6153">
        <w:rPr>
          <w:sz w:val="20"/>
          <w:lang w:val="en-US"/>
        </w:rPr>
        <w:t>EQM</w:t>
      </w:r>
      <w:r w:rsidR="00BB6153" w:rsidRPr="00AF48BF">
        <w:rPr>
          <w:sz w:val="20"/>
        </w:rPr>
        <w:t>92</w:t>
      </w:r>
      <w:r>
        <w:rPr>
          <w:sz w:val="20"/>
        </w:rPr>
        <w:t>,</w:t>
      </w:r>
    </w:p>
    <w:p w14:paraId="1159B9DD" w14:textId="77777777" w:rsidR="004F25FE" w:rsidRDefault="004F25FE" w:rsidP="004F25FE">
      <w:pPr>
        <w:pStyle w:val="afff7"/>
        <w:rPr>
          <w:sz w:val="20"/>
        </w:rPr>
      </w:pPr>
      <w:r w:rsidRPr="00E416F2">
        <w:rPr>
          <w:sz w:val="20"/>
        </w:rPr>
        <w:t>&lt;</w:t>
      </w:r>
      <w:r w:rsidRPr="00E416F2">
        <w:rPr>
          <w:sz w:val="20"/>
          <w:lang w:val="en-US"/>
        </w:rPr>
        <w:t>NNNNN</w:t>
      </w:r>
      <w:r w:rsidRPr="00E416F2">
        <w:rPr>
          <w:sz w:val="20"/>
        </w:rPr>
        <w:t>&gt; - номер файла по порядку</w:t>
      </w:r>
    </w:p>
    <w:p w14:paraId="3A3BFDD8" w14:textId="77777777" w:rsidR="00C3046E" w:rsidRDefault="00C3046E" w:rsidP="004F25FE">
      <w:pPr>
        <w:pStyle w:val="afff7"/>
        <w:rPr>
          <w:sz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20" w:type="dxa"/>
          <w:right w:w="20" w:type="dxa"/>
        </w:tblCellMar>
        <w:tblLook w:val="0000" w:firstRow="0" w:lastRow="0" w:firstColumn="0" w:lastColumn="0" w:noHBand="0" w:noVBand="0"/>
      </w:tblPr>
      <w:tblGrid>
        <w:gridCol w:w="2453"/>
        <w:gridCol w:w="2594"/>
        <w:gridCol w:w="4851"/>
        <w:gridCol w:w="1488"/>
        <w:gridCol w:w="1653"/>
        <w:gridCol w:w="1154"/>
        <w:gridCol w:w="832"/>
      </w:tblGrid>
      <w:tr w:rsidR="00C3046E" w:rsidRPr="00C3046E" w14:paraId="5DBC927D" w14:textId="77777777" w:rsidTr="00CE3AB5">
        <w:tc>
          <w:tcPr>
            <w:tcW w:w="816" w:type="pct"/>
            <w:shd w:val="clear" w:color="auto" w:fill="FFFFFF"/>
          </w:tcPr>
          <w:p w14:paraId="2A8627E7" w14:textId="77777777" w:rsidR="00C3046E" w:rsidRPr="001E7798" w:rsidRDefault="00C3046E" w:rsidP="00BB0E41">
            <w:pPr>
              <w:jc w:val="center"/>
              <w:rPr>
                <w:b/>
                <w:sz w:val="18"/>
                <w:szCs w:val="18"/>
              </w:rPr>
            </w:pPr>
            <w:r w:rsidRPr="001E7798">
              <w:rPr>
                <w:b/>
                <w:sz w:val="18"/>
                <w:szCs w:val="18"/>
              </w:rPr>
              <w:t xml:space="preserve">Название </w:t>
            </w:r>
            <w:proofErr w:type="spellStart"/>
            <w:r w:rsidRPr="001E7798">
              <w:rPr>
                <w:b/>
                <w:sz w:val="18"/>
                <w:szCs w:val="18"/>
              </w:rPr>
              <w:t>ноды</w:t>
            </w:r>
            <w:proofErr w:type="spellEnd"/>
          </w:p>
        </w:tc>
        <w:tc>
          <w:tcPr>
            <w:tcW w:w="863" w:type="pct"/>
            <w:shd w:val="clear" w:color="auto" w:fill="FFFFFF"/>
          </w:tcPr>
          <w:p w14:paraId="77B599FD" w14:textId="77777777" w:rsidR="00C3046E" w:rsidRPr="001E7798" w:rsidRDefault="00C3046E" w:rsidP="00BB0E41">
            <w:pPr>
              <w:jc w:val="center"/>
              <w:rPr>
                <w:b/>
                <w:sz w:val="18"/>
                <w:szCs w:val="18"/>
              </w:rPr>
            </w:pPr>
            <w:r w:rsidRPr="001E7798">
              <w:rPr>
                <w:b/>
                <w:sz w:val="18"/>
                <w:szCs w:val="18"/>
              </w:rPr>
              <w:t>Название атрибута</w:t>
            </w:r>
          </w:p>
        </w:tc>
        <w:tc>
          <w:tcPr>
            <w:tcW w:w="1614" w:type="pct"/>
            <w:shd w:val="clear" w:color="auto" w:fill="FFFFFF"/>
          </w:tcPr>
          <w:p w14:paraId="0CE16D48" w14:textId="77777777" w:rsidR="00C3046E" w:rsidRPr="001E7798" w:rsidRDefault="00C3046E" w:rsidP="00BB0E41">
            <w:pPr>
              <w:jc w:val="center"/>
              <w:rPr>
                <w:b/>
                <w:sz w:val="18"/>
                <w:szCs w:val="18"/>
              </w:rPr>
            </w:pPr>
            <w:r w:rsidRPr="001E7798">
              <w:rPr>
                <w:b/>
                <w:sz w:val="18"/>
                <w:szCs w:val="18"/>
              </w:rPr>
              <w:t>Описание</w:t>
            </w:r>
          </w:p>
        </w:tc>
        <w:tc>
          <w:tcPr>
            <w:tcW w:w="495" w:type="pct"/>
            <w:shd w:val="clear" w:color="auto" w:fill="FFFFFF"/>
          </w:tcPr>
          <w:p w14:paraId="3F2A2C10" w14:textId="77777777" w:rsidR="00C3046E" w:rsidRPr="001E7798" w:rsidRDefault="00C3046E" w:rsidP="00BB0E41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1E7798">
              <w:rPr>
                <w:b/>
                <w:sz w:val="18"/>
                <w:szCs w:val="18"/>
              </w:rPr>
              <w:t>Обязат</w:t>
            </w:r>
            <w:proofErr w:type="spellEnd"/>
            <w:r w:rsidRPr="001E7798">
              <w:rPr>
                <w:b/>
                <w:sz w:val="18"/>
                <w:szCs w:val="18"/>
              </w:rPr>
              <w:t>.</w:t>
            </w:r>
          </w:p>
        </w:tc>
        <w:tc>
          <w:tcPr>
            <w:tcW w:w="550" w:type="pct"/>
            <w:shd w:val="clear" w:color="auto" w:fill="FFFFFF"/>
          </w:tcPr>
          <w:p w14:paraId="4FE93189" w14:textId="77777777" w:rsidR="00C3046E" w:rsidRPr="001E7798" w:rsidRDefault="00C3046E" w:rsidP="00BB0E41">
            <w:pPr>
              <w:jc w:val="center"/>
              <w:rPr>
                <w:b/>
                <w:sz w:val="18"/>
                <w:szCs w:val="18"/>
              </w:rPr>
            </w:pPr>
            <w:r w:rsidRPr="001E7798">
              <w:rPr>
                <w:b/>
                <w:sz w:val="18"/>
                <w:szCs w:val="18"/>
              </w:rPr>
              <w:t>Тип</w:t>
            </w:r>
          </w:p>
        </w:tc>
        <w:tc>
          <w:tcPr>
            <w:tcW w:w="384" w:type="pct"/>
            <w:shd w:val="clear" w:color="auto" w:fill="FFFFFF"/>
          </w:tcPr>
          <w:p w14:paraId="401E38CD" w14:textId="77777777" w:rsidR="00C3046E" w:rsidRPr="001E7798" w:rsidRDefault="00C3046E" w:rsidP="00BB0E41">
            <w:pPr>
              <w:jc w:val="center"/>
              <w:rPr>
                <w:b/>
                <w:sz w:val="18"/>
                <w:szCs w:val="18"/>
              </w:rPr>
            </w:pPr>
            <w:r w:rsidRPr="001E7798">
              <w:rPr>
                <w:b/>
                <w:sz w:val="18"/>
                <w:szCs w:val="18"/>
              </w:rPr>
              <w:t>Размер</w:t>
            </w:r>
          </w:p>
        </w:tc>
        <w:tc>
          <w:tcPr>
            <w:tcW w:w="277" w:type="pct"/>
            <w:shd w:val="clear" w:color="auto" w:fill="FFFFFF"/>
          </w:tcPr>
          <w:p w14:paraId="6275D6C1" w14:textId="77777777" w:rsidR="00C3046E" w:rsidRPr="001E7798" w:rsidRDefault="00C3046E" w:rsidP="00BB0E41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1E7798">
              <w:rPr>
                <w:b/>
                <w:sz w:val="18"/>
                <w:szCs w:val="18"/>
              </w:rPr>
              <w:t>Десят</w:t>
            </w:r>
            <w:proofErr w:type="spellEnd"/>
            <w:r w:rsidRPr="001E7798">
              <w:rPr>
                <w:b/>
                <w:sz w:val="18"/>
                <w:szCs w:val="18"/>
              </w:rPr>
              <w:t>. знаки</w:t>
            </w:r>
          </w:p>
        </w:tc>
      </w:tr>
      <w:tr w:rsidR="00C3046E" w:rsidRPr="00C3046E" w14:paraId="5329C5A8" w14:textId="77777777" w:rsidTr="00CE3AB5">
        <w:tc>
          <w:tcPr>
            <w:tcW w:w="816" w:type="pct"/>
            <w:shd w:val="clear" w:color="auto" w:fill="BFBFBF"/>
          </w:tcPr>
          <w:p w14:paraId="264CA03A" w14:textId="77777777" w:rsidR="00C3046E" w:rsidRPr="001E7798" w:rsidRDefault="00493B15" w:rsidP="00BB0E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EFIS</w:t>
            </w:r>
            <w:r w:rsidR="00C3046E" w:rsidRPr="001E7798">
              <w:rPr>
                <w:sz w:val="18"/>
                <w:szCs w:val="18"/>
              </w:rPr>
              <w:t>_DOC</w:t>
            </w:r>
          </w:p>
        </w:tc>
        <w:tc>
          <w:tcPr>
            <w:tcW w:w="863" w:type="pct"/>
            <w:shd w:val="clear" w:color="auto" w:fill="BFBFBF"/>
          </w:tcPr>
          <w:p w14:paraId="64AB8A3D" w14:textId="77777777" w:rsidR="00C3046E" w:rsidRPr="001E7798" w:rsidRDefault="00C3046E" w:rsidP="00BB0E41">
            <w:pPr>
              <w:rPr>
                <w:sz w:val="18"/>
                <w:szCs w:val="18"/>
              </w:rPr>
            </w:pPr>
          </w:p>
        </w:tc>
        <w:tc>
          <w:tcPr>
            <w:tcW w:w="1614" w:type="pct"/>
            <w:shd w:val="clear" w:color="auto" w:fill="BFBFBF"/>
          </w:tcPr>
          <w:p w14:paraId="23E336B4" w14:textId="77777777" w:rsidR="00C3046E" w:rsidRPr="001E7798" w:rsidRDefault="00C3046E" w:rsidP="00BB0E41">
            <w:pPr>
              <w:rPr>
                <w:sz w:val="18"/>
                <w:szCs w:val="18"/>
              </w:rPr>
            </w:pPr>
            <w:r w:rsidRPr="001E7798">
              <w:rPr>
                <w:sz w:val="18"/>
                <w:szCs w:val="18"/>
              </w:rPr>
              <w:t>Корневой элемент (</w:t>
            </w:r>
            <w:proofErr w:type="spellStart"/>
            <w:r w:rsidRPr="001E7798">
              <w:rPr>
                <w:sz w:val="18"/>
                <w:szCs w:val="18"/>
              </w:rPr>
              <w:t>root</w:t>
            </w:r>
            <w:proofErr w:type="spellEnd"/>
            <w:r w:rsidRPr="001E7798">
              <w:rPr>
                <w:sz w:val="18"/>
                <w:szCs w:val="18"/>
              </w:rPr>
              <w:t xml:space="preserve"> </w:t>
            </w:r>
            <w:proofErr w:type="spellStart"/>
            <w:r w:rsidRPr="001E7798">
              <w:rPr>
                <w:sz w:val="18"/>
                <w:szCs w:val="18"/>
              </w:rPr>
              <w:t>element</w:t>
            </w:r>
            <w:proofErr w:type="spellEnd"/>
            <w:r w:rsidRPr="001E7798">
              <w:rPr>
                <w:sz w:val="18"/>
                <w:szCs w:val="18"/>
              </w:rPr>
              <w:t>) XML документа</w:t>
            </w:r>
          </w:p>
        </w:tc>
        <w:tc>
          <w:tcPr>
            <w:tcW w:w="495" w:type="pct"/>
            <w:shd w:val="clear" w:color="auto" w:fill="BFBFBF"/>
          </w:tcPr>
          <w:p w14:paraId="5EB66A7C" w14:textId="77777777" w:rsidR="00C3046E" w:rsidRPr="001E7798" w:rsidRDefault="00C3046E" w:rsidP="00BB0E4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50" w:type="pct"/>
            <w:shd w:val="clear" w:color="auto" w:fill="BFBFBF"/>
          </w:tcPr>
          <w:p w14:paraId="172001BF" w14:textId="77777777" w:rsidR="00C3046E" w:rsidRPr="001E7798" w:rsidRDefault="00C3046E" w:rsidP="00BB0E41">
            <w:pPr>
              <w:rPr>
                <w:sz w:val="18"/>
                <w:szCs w:val="18"/>
              </w:rPr>
            </w:pPr>
          </w:p>
        </w:tc>
        <w:tc>
          <w:tcPr>
            <w:tcW w:w="384" w:type="pct"/>
            <w:shd w:val="clear" w:color="auto" w:fill="BFBFBF"/>
          </w:tcPr>
          <w:p w14:paraId="41EFC90A" w14:textId="77777777" w:rsidR="00C3046E" w:rsidRPr="001E7798" w:rsidRDefault="00C3046E" w:rsidP="00BB0E41">
            <w:pPr>
              <w:rPr>
                <w:sz w:val="18"/>
                <w:szCs w:val="18"/>
              </w:rPr>
            </w:pPr>
          </w:p>
        </w:tc>
        <w:tc>
          <w:tcPr>
            <w:tcW w:w="277" w:type="pct"/>
            <w:shd w:val="clear" w:color="auto" w:fill="BFBFBF"/>
          </w:tcPr>
          <w:p w14:paraId="27005781" w14:textId="77777777" w:rsidR="00C3046E" w:rsidRPr="001E7798" w:rsidRDefault="00C3046E" w:rsidP="00BB0E41">
            <w:pPr>
              <w:rPr>
                <w:sz w:val="18"/>
                <w:szCs w:val="18"/>
              </w:rPr>
            </w:pPr>
          </w:p>
        </w:tc>
      </w:tr>
      <w:tr w:rsidR="00C3046E" w:rsidRPr="00C3046E" w14:paraId="457E058C" w14:textId="77777777" w:rsidTr="00CE3AB5">
        <w:tc>
          <w:tcPr>
            <w:tcW w:w="816" w:type="pct"/>
            <w:shd w:val="clear" w:color="auto" w:fill="BFBFBF"/>
          </w:tcPr>
          <w:p w14:paraId="0490970D" w14:textId="77777777" w:rsidR="00C3046E" w:rsidRPr="001E7798" w:rsidRDefault="00C3046E" w:rsidP="00BB0E41">
            <w:pPr>
              <w:rPr>
                <w:sz w:val="18"/>
                <w:szCs w:val="18"/>
              </w:rPr>
            </w:pPr>
            <w:r w:rsidRPr="001E7798">
              <w:rPr>
                <w:sz w:val="18"/>
                <w:szCs w:val="18"/>
              </w:rPr>
              <w:t xml:space="preserve">  DOC_REQUISITES</w:t>
            </w:r>
          </w:p>
        </w:tc>
        <w:tc>
          <w:tcPr>
            <w:tcW w:w="863" w:type="pct"/>
            <w:shd w:val="clear" w:color="auto" w:fill="BFBFBF"/>
          </w:tcPr>
          <w:p w14:paraId="39FF791B" w14:textId="77777777" w:rsidR="00C3046E" w:rsidRPr="001E7798" w:rsidRDefault="00C3046E" w:rsidP="00BB0E41">
            <w:pPr>
              <w:rPr>
                <w:sz w:val="18"/>
                <w:szCs w:val="18"/>
              </w:rPr>
            </w:pPr>
          </w:p>
        </w:tc>
        <w:tc>
          <w:tcPr>
            <w:tcW w:w="1614" w:type="pct"/>
            <w:shd w:val="clear" w:color="auto" w:fill="BFBFBF"/>
          </w:tcPr>
          <w:p w14:paraId="18D5E12B" w14:textId="77777777" w:rsidR="00C3046E" w:rsidRPr="001E7798" w:rsidRDefault="00C3046E" w:rsidP="00BB0E41">
            <w:pPr>
              <w:rPr>
                <w:sz w:val="18"/>
                <w:szCs w:val="18"/>
              </w:rPr>
            </w:pPr>
            <w:r w:rsidRPr="001E7798">
              <w:rPr>
                <w:sz w:val="18"/>
                <w:szCs w:val="18"/>
              </w:rPr>
              <w:t>Блок информации о документе</w:t>
            </w:r>
          </w:p>
        </w:tc>
        <w:tc>
          <w:tcPr>
            <w:tcW w:w="495" w:type="pct"/>
            <w:shd w:val="clear" w:color="auto" w:fill="BFBFBF"/>
          </w:tcPr>
          <w:p w14:paraId="602BF8B9" w14:textId="77777777" w:rsidR="00C3046E" w:rsidRPr="001E7798" w:rsidRDefault="00C3046E" w:rsidP="00BB0E4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50" w:type="pct"/>
            <w:shd w:val="clear" w:color="auto" w:fill="BFBFBF"/>
          </w:tcPr>
          <w:p w14:paraId="11F1C3B3" w14:textId="77777777" w:rsidR="00C3046E" w:rsidRPr="001E7798" w:rsidRDefault="00C3046E" w:rsidP="00BB0E41">
            <w:pPr>
              <w:rPr>
                <w:sz w:val="18"/>
                <w:szCs w:val="18"/>
              </w:rPr>
            </w:pPr>
          </w:p>
        </w:tc>
        <w:tc>
          <w:tcPr>
            <w:tcW w:w="384" w:type="pct"/>
            <w:shd w:val="clear" w:color="auto" w:fill="BFBFBF"/>
          </w:tcPr>
          <w:p w14:paraId="02ED727D" w14:textId="77777777" w:rsidR="00C3046E" w:rsidRPr="001E7798" w:rsidRDefault="00C3046E" w:rsidP="00BB0E41">
            <w:pPr>
              <w:rPr>
                <w:sz w:val="18"/>
                <w:szCs w:val="18"/>
              </w:rPr>
            </w:pPr>
          </w:p>
        </w:tc>
        <w:tc>
          <w:tcPr>
            <w:tcW w:w="277" w:type="pct"/>
            <w:shd w:val="clear" w:color="auto" w:fill="BFBFBF"/>
          </w:tcPr>
          <w:p w14:paraId="6A4DCB52" w14:textId="77777777" w:rsidR="00C3046E" w:rsidRPr="001E7798" w:rsidRDefault="00C3046E" w:rsidP="00BB0E41">
            <w:pPr>
              <w:rPr>
                <w:sz w:val="18"/>
                <w:szCs w:val="18"/>
              </w:rPr>
            </w:pPr>
          </w:p>
        </w:tc>
      </w:tr>
      <w:tr w:rsidR="00C3046E" w:rsidRPr="00C3046E" w14:paraId="7F4DD0DB" w14:textId="77777777" w:rsidTr="00CE3AB5">
        <w:tc>
          <w:tcPr>
            <w:tcW w:w="816" w:type="pct"/>
            <w:shd w:val="clear" w:color="auto" w:fill="FFFFFF"/>
          </w:tcPr>
          <w:p w14:paraId="0EA7A6E7" w14:textId="77777777" w:rsidR="00C3046E" w:rsidRPr="001E7798" w:rsidRDefault="00C3046E" w:rsidP="00BB0E41">
            <w:pPr>
              <w:rPr>
                <w:sz w:val="18"/>
                <w:szCs w:val="18"/>
              </w:rPr>
            </w:pPr>
          </w:p>
        </w:tc>
        <w:tc>
          <w:tcPr>
            <w:tcW w:w="863" w:type="pct"/>
            <w:shd w:val="clear" w:color="auto" w:fill="FFFFFF"/>
          </w:tcPr>
          <w:p w14:paraId="50BA93A1" w14:textId="77777777" w:rsidR="00C3046E" w:rsidRPr="001E7798" w:rsidRDefault="00C3046E" w:rsidP="00BB0E41">
            <w:pPr>
              <w:rPr>
                <w:sz w:val="18"/>
                <w:szCs w:val="18"/>
              </w:rPr>
            </w:pPr>
            <w:r w:rsidRPr="001E7798">
              <w:rPr>
                <w:sz w:val="18"/>
                <w:szCs w:val="18"/>
              </w:rPr>
              <w:t>DOC_DATE</w:t>
            </w:r>
          </w:p>
        </w:tc>
        <w:tc>
          <w:tcPr>
            <w:tcW w:w="1614" w:type="pct"/>
            <w:shd w:val="clear" w:color="auto" w:fill="FFFFFF"/>
          </w:tcPr>
          <w:p w14:paraId="20BE6BAB" w14:textId="77777777" w:rsidR="00C3046E" w:rsidRPr="001E7798" w:rsidRDefault="00C3046E" w:rsidP="00BB0E41">
            <w:pPr>
              <w:rPr>
                <w:sz w:val="18"/>
                <w:szCs w:val="18"/>
              </w:rPr>
            </w:pPr>
            <w:r w:rsidRPr="001E7798">
              <w:rPr>
                <w:sz w:val="18"/>
                <w:szCs w:val="18"/>
              </w:rPr>
              <w:t>Дата формирования файла</w:t>
            </w:r>
          </w:p>
        </w:tc>
        <w:tc>
          <w:tcPr>
            <w:tcW w:w="495" w:type="pct"/>
            <w:shd w:val="clear" w:color="auto" w:fill="FFFFFF"/>
          </w:tcPr>
          <w:p w14:paraId="44355357" w14:textId="77777777" w:rsidR="00C3046E" w:rsidRPr="001E7798" w:rsidRDefault="00C3046E" w:rsidP="00BB0E41">
            <w:pPr>
              <w:jc w:val="center"/>
              <w:rPr>
                <w:sz w:val="18"/>
                <w:szCs w:val="18"/>
              </w:rPr>
            </w:pPr>
            <w:r w:rsidRPr="001E7798">
              <w:rPr>
                <w:sz w:val="18"/>
                <w:szCs w:val="18"/>
              </w:rPr>
              <w:t>Нет</w:t>
            </w:r>
          </w:p>
        </w:tc>
        <w:tc>
          <w:tcPr>
            <w:tcW w:w="550" w:type="pct"/>
            <w:shd w:val="clear" w:color="auto" w:fill="FFFFFF"/>
          </w:tcPr>
          <w:p w14:paraId="4CCB10BD" w14:textId="77777777" w:rsidR="00C3046E" w:rsidRPr="001E7798" w:rsidRDefault="00C3046E" w:rsidP="00BB0E41">
            <w:pPr>
              <w:rPr>
                <w:sz w:val="18"/>
                <w:szCs w:val="18"/>
              </w:rPr>
            </w:pPr>
            <w:proofErr w:type="spellStart"/>
            <w:r w:rsidRPr="001E7798">
              <w:rPr>
                <w:sz w:val="18"/>
                <w:szCs w:val="18"/>
              </w:rPr>
              <w:t>Date</w:t>
            </w:r>
            <w:proofErr w:type="spellEnd"/>
          </w:p>
        </w:tc>
        <w:tc>
          <w:tcPr>
            <w:tcW w:w="384" w:type="pct"/>
            <w:shd w:val="clear" w:color="auto" w:fill="FFFFFF"/>
          </w:tcPr>
          <w:p w14:paraId="254DFE39" w14:textId="77777777" w:rsidR="00C3046E" w:rsidRPr="001E7798" w:rsidRDefault="00C3046E" w:rsidP="00BB0E41">
            <w:pPr>
              <w:rPr>
                <w:sz w:val="18"/>
                <w:szCs w:val="18"/>
              </w:rPr>
            </w:pPr>
          </w:p>
        </w:tc>
        <w:tc>
          <w:tcPr>
            <w:tcW w:w="277" w:type="pct"/>
            <w:shd w:val="clear" w:color="auto" w:fill="FFFFFF"/>
          </w:tcPr>
          <w:p w14:paraId="3C1EA933" w14:textId="77777777" w:rsidR="00C3046E" w:rsidRPr="001E7798" w:rsidRDefault="00C3046E" w:rsidP="00BB0E41">
            <w:pPr>
              <w:rPr>
                <w:sz w:val="18"/>
                <w:szCs w:val="18"/>
              </w:rPr>
            </w:pPr>
          </w:p>
        </w:tc>
      </w:tr>
      <w:tr w:rsidR="00C3046E" w:rsidRPr="00C3046E" w14:paraId="1D01FA81" w14:textId="77777777" w:rsidTr="00CE3AB5">
        <w:tc>
          <w:tcPr>
            <w:tcW w:w="816" w:type="pct"/>
            <w:shd w:val="clear" w:color="auto" w:fill="FFFFFF"/>
          </w:tcPr>
          <w:p w14:paraId="67525EC3" w14:textId="77777777" w:rsidR="00C3046E" w:rsidRPr="001E7798" w:rsidRDefault="00C3046E" w:rsidP="00BB0E41">
            <w:pPr>
              <w:rPr>
                <w:sz w:val="18"/>
                <w:szCs w:val="18"/>
              </w:rPr>
            </w:pPr>
          </w:p>
        </w:tc>
        <w:tc>
          <w:tcPr>
            <w:tcW w:w="863" w:type="pct"/>
            <w:shd w:val="clear" w:color="auto" w:fill="FFFFFF"/>
          </w:tcPr>
          <w:p w14:paraId="5E0A4CC2" w14:textId="77777777" w:rsidR="00C3046E" w:rsidRPr="001E7798" w:rsidRDefault="00C3046E" w:rsidP="00BB0E41">
            <w:pPr>
              <w:rPr>
                <w:sz w:val="18"/>
                <w:szCs w:val="18"/>
              </w:rPr>
            </w:pPr>
            <w:r w:rsidRPr="001E7798">
              <w:rPr>
                <w:sz w:val="18"/>
                <w:szCs w:val="18"/>
              </w:rPr>
              <w:t>DOC_TIME</w:t>
            </w:r>
          </w:p>
        </w:tc>
        <w:tc>
          <w:tcPr>
            <w:tcW w:w="1614" w:type="pct"/>
            <w:shd w:val="clear" w:color="auto" w:fill="FFFFFF"/>
          </w:tcPr>
          <w:p w14:paraId="4C2F9A39" w14:textId="77777777" w:rsidR="00C3046E" w:rsidRPr="001E7798" w:rsidRDefault="00C3046E" w:rsidP="00BB0E41">
            <w:pPr>
              <w:rPr>
                <w:sz w:val="18"/>
                <w:szCs w:val="18"/>
              </w:rPr>
            </w:pPr>
            <w:r w:rsidRPr="001E7798">
              <w:rPr>
                <w:sz w:val="18"/>
                <w:szCs w:val="18"/>
              </w:rPr>
              <w:t>Время формирования файла</w:t>
            </w:r>
          </w:p>
        </w:tc>
        <w:tc>
          <w:tcPr>
            <w:tcW w:w="495" w:type="pct"/>
            <w:shd w:val="clear" w:color="auto" w:fill="FFFFFF"/>
          </w:tcPr>
          <w:p w14:paraId="593C5E30" w14:textId="77777777" w:rsidR="00C3046E" w:rsidRPr="001E7798" w:rsidRDefault="00C3046E" w:rsidP="00BB0E41">
            <w:pPr>
              <w:jc w:val="center"/>
              <w:rPr>
                <w:sz w:val="18"/>
                <w:szCs w:val="18"/>
              </w:rPr>
            </w:pPr>
            <w:r w:rsidRPr="001E7798">
              <w:rPr>
                <w:sz w:val="18"/>
                <w:szCs w:val="18"/>
              </w:rPr>
              <w:t>Нет</w:t>
            </w:r>
          </w:p>
        </w:tc>
        <w:tc>
          <w:tcPr>
            <w:tcW w:w="550" w:type="pct"/>
            <w:shd w:val="clear" w:color="auto" w:fill="FFFFFF"/>
          </w:tcPr>
          <w:p w14:paraId="7BF63D56" w14:textId="77777777" w:rsidR="00C3046E" w:rsidRPr="001E7798" w:rsidRDefault="00C3046E" w:rsidP="00BB0E41">
            <w:pPr>
              <w:rPr>
                <w:sz w:val="18"/>
                <w:szCs w:val="18"/>
              </w:rPr>
            </w:pPr>
            <w:r w:rsidRPr="001E7798">
              <w:rPr>
                <w:sz w:val="18"/>
                <w:szCs w:val="18"/>
              </w:rPr>
              <w:t>Time</w:t>
            </w:r>
          </w:p>
        </w:tc>
        <w:tc>
          <w:tcPr>
            <w:tcW w:w="384" w:type="pct"/>
            <w:shd w:val="clear" w:color="auto" w:fill="FFFFFF"/>
          </w:tcPr>
          <w:p w14:paraId="309C0DA5" w14:textId="77777777" w:rsidR="00C3046E" w:rsidRPr="001E7798" w:rsidRDefault="00C3046E" w:rsidP="00BB0E41">
            <w:pPr>
              <w:rPr>
                <w:sz w:val="18"/>
                <w:szCs w:val="18"/>
              </w:rPr>
            </w:pPr>
          </w:p>
        </w:tc>
        <w:tc>
          <w:tcPr>
            <w:tcW w:w="277" w:type="pct"/>
            <w:shd w:val="clear" w:color="auto" w:fill="FFFFFF"/>
          </w:tcPr>
          <w:p w14:paraId="6DC44117" w14:textId="77777777" w:rsidR="00C3046E" w:rsidRPr="001E7798" w:rsidRDefault="00C3046E" w:rsidP="00BB0E41">
            <w:pPr>
              <w:rPr>
                <w:sz w:val="18"/>
                <w:szCs w:val="18"/>
              </w:rPr>
            </w:pPr>
          </w:p>
        </w:tc>
      </w:tr>
      <w:tr w:rsidR="00C3046E" w:rsidRPr="00C3046E" w14:paraId="12C2AF33" w14:textId="77777777" w:rsidTr="00CE3AB5">
        <w:tc>
          <w:tcPr>
            <w:tcW w:w="816" w:type="pct"/>
            <w:shd w:val="clear" w:color="auto" w:fill="FFFFFF"/>
          </w:tcPr>
          <w:p w14:paraId="6FF3F71C" w14:textId="77777777" w:rsidR="00C3046E" w:rsidRPr="001E7798" w:rsidRDefault="00C3046E" w:rsidP="00BB0E41">
            <w:pPr>
              <w:rPr>
                <w:sz w:val="18"/>
                <w:szCs w:val="18"/>
              </w:rPr>
            </w:pPr>
          </w:p>
        </w:tc>
        <w:tc>
          <w:tcPr>
            <w:tcW w:w="863" w:type="pct"/>
            <w:shd w:val="clear" w:color="auto" w:fill="FFFFFF"/>
          </w:tcPr>
          <w:p w14:paraId="7D5BDB9D" w14:textId="77777777" w:rsidR="00C3046E" w:rsidRPr="001E7798" w:rsidRDefault="00C3046E" w:rsidP="00BB0E41">
            <w:pPr>
              <w:rPr>
                <w:sz w:val="18"/>
                <w:szCs w:val="18"/>
              </w:rPr>
            </w:pPr>
            <w:r w:rsidRPr="001E7798">
              <w:rPr>
                <w:sz w:val="18"/>
                <w:szCs w:val="18"/>
              </w:rPr>
              <w:t>DOC_NO</w:t>
            </w:r>
          </w:p>
        </w:tc>
        <w:tc>
          <w:tcPr>
            <w:tcW w:w="1614" w:type="pct"/>
            <w:shd w:val="clear" w:color="auto" w:fill="FFFFFF"/>
          </w:tcPr>
          <w:p w14:paraId="48050C59" w14:textId="77777777" w:rsidR="00C3046E" w:rsidRPr="001E7798" w:rsidRDefault="00C3046E" w:rsidP="00BB0E41">
            <w:pPr>
              <w:rPr>
                <w:sz w:val="18"/>
                <w:szCs w:val="18"/>
              </w:rPr>
            </w:pPr>
            <w:r w:rsidRPr="001E7798">
              <w:rPr>
                <w:sz w:val="18"/>
                <w:szCs w:val="18"/>
              </w:rPr>
              <w:t>Уникальный учетный номер документа в системе электронного документооборота</w:t>
            </w:r>
          </w:p>
        </w:tc>
        <w:tc>
          <w:tcPr>
            <w:tcW w:w="495" w:type="pct"/>
            <w:shd w:val="clear" w:color="auto" w:fill="FFFFFF"/>
          </w:tcPr>
          <w:p w14:paraId="04B784FB" w14:textId="77777777" w:rsidR="00C3046E" w:rsidRPr="001E7798" w:rsidRDefault="00C3046E" w:rsidP="00BB0E41">
            <w:pPr>
              <w:jc w:val="center"/>
              <w:rPr>
                <w:sz w:val="18"/>
                <w:szCs w:val="18"/>
              </w:rPr>
            </w:pPr>
            <w:r w:rsidRPr="001E7798">
              <w:rPr>
                <w:sz w:val="18"/>
                <w:szCs w:val="18"/>
              </w:rPr>
              <w:t>Нет</w:t>
            </w:r>
          </w:p>
        </w:tc>
        <w:tc>
          <w:tcPr>
            <w:tcW w:w="550" w:type="pct"/>
            <w:shd w:val="clear" w:color="auto" w:fill="FFFFFF"/>
          </w:tcPr>
          <w:p w14:paraId="0F755213" w14:textId="77777777" w:rsidR="00C3046E" w:rsidRPr="001E7798" w:rsidRDefault="00C3046E" w:rsidP="00BB0E41">
            <w:pPr>
              <w:rPr>
                <w:sz w:val="18"/>
                <w:szCs w:val="18"/>
              </w:rPr>
            </w:pPr>
            <w:proofErr w:type="spellStart"/>
            <w:r w:rsidRPr="001E7798">
              <w:rPr>
                <w:sz w:val="18"/>
                <w:szCs w:val="18"/>
              </w:rPr>
              <w:t>Character</w:t>
            </w:r>
            <w:proofErr w:type="spellEnd"/>
          </w:p>
        </w:tc>
        <w:tc>
          <w:tcPr>
            <w:tcW w:w="384" w:type="pct"/>
            <w:shd w:val="clear" w:color="auto" w:fill="FFFFFF"/>
          </w:tcPr>
          <w:p w14:paraId="22DA61EB" w14:textId="77777777" w:rsidR="00C3046E" w:rsidRPr="001E7798" w:rsidRDefault="00C3046E" w:rsidP="00BB0E41">
            <w:pPr>
              <w:rPr>
                <w:sz w:val="18"/>
                <w:szCs w:val="18"/>
              </w:rPr>
            </w:pPr>
            <w:r w:rsidRPr="001E7798">
              <w:rPr>
                <w:sz w:val="18"/>
                <w:szCs w:val="18"/>
              </w:rPr>
              <w:t>1-12</w:t>
            </w:r>
          </w:p>
        </w:tc>
        <w:tc>
          <w:tcPr>
            <w:tcW w:w="277" w:type="pct"/>
            <w:shd w:val="clear" w:color="auto" w:fill="FFFFFF"/>
          </w:tcPr>
          <w:p w14:paraId="2EEB44FF" w14:textId="77777777" w:rsidR="00C3046E" w:rsidRPr="001E7798" w:rsidRDefault="00C3046E" w:rsidP="00BB0E41">
            <w:pPr>
              <w:rPr>
                <w:sz w:val="18"/>
                <w:szCs w:val="18"/>
              </w:rPr>
            </w:pPr>
          </w:p>
        </w:tc>
      </w:tr>
      <w:tr w:rsidR="00C3046E" w:rsidRPr="00C3046E" w14:paraId="1DAD3671" w14:textId="77777777" w:rsidTr="00CE3AB5">
        <w:tc>
          <w:tcPr>
            <w:tcW w:w="816" w:type="pct"/>
            <w:shd w:val="clear" w:color="auto" w:fill="FFFFFF"/>
          </w:tcPr>
          <w:p w14:paraId="51C7F2B8" w14:textId="77777777" w:rsidR="00C3046E" w:rsidRPr="001E7798" w:rsidRDefault="00C3046E" w:rsidP="00BB0E41">
            <w:pPr>
              <w:rPr>
                <w:sz w:val="18"/>
                <w:szCs w:val="18"/>
              </w:rPr>
            </w:pPr>
          </w:p>
        </w:tc>
        <w:tc>
          <w:tcPr>
            <w:tcW w:w="863" w:type="pct"/>
            <w:shd w:val="clear" w:color="auto" w:fill="FFFFFF"/>
          </w:tcPr>
          <w:p w14:paraId="7EB769B6" w14:textId="77777777" w:rsidR="00C3046E" w:rsidRPr="001E7798" w:rsidRDefault="00C3046E" w:rsidP="00BB0E41">
            <w:pPr>
              <w:rPr>
                <w:sz w:val="18"/>
                <w:szCs w:val="18"/>
              </w:rPr>
            </w:pPr>
            <w:r w:rsidRPr="001E7798">
              <w:rPr>
                <w:sz w:val="18"/>
                <w:szCs w:val="18"/>
              </w:rPr>
              <w:t>DOC_TYPE_ID</w:t>
            </w:r>
          </w:p>
        </w:tc>
        <w:tc>
          <w:tcPr>
            <w:tcW w:w="1614" w:type="pct"/>
            <w:shd w:val="clear" w:color="auto" w:fill="FFFFFF"/>
          </w:tcPr>
          <w:p w14:paraId="5D5F6865" w14:textId="77777777" w:rsidR="00C3046E" w:rsidRPr="001E7798" w:rsidRDefault="00C3046E" w:rsidP="00BB0E41">
            <w:pPr>
              <w:rPr>
                <w:sz w:val="18"/>
                <w:szCs w:val="18"/>
              </w:rPr>
            </w:pPr>
            <w:r w:rsidRPr="001E7798">
              <w:rPr>
                <w:sz w:val="18"/>
                <w:szCs w:val="18"/>
              </w:rPr>
              <w:t>Идентификатор типа документа в системе электронного документооборота</w:t>
            </w:r>
          </w:p>
        </w:tc>
        <w:tc>
          <w:tcPr>
            <w:tcW w:w="495" w:type="pct"/>
            <w:shd w:val="clear" w:color="auto" w:fill="FFFFFF"/>
          </w:tcPr>
          <w:p w14:paraId="3034DF82" w14:textId="77777777" w:rsidR="00C3046E" w:rsidRPr="001E7798" w:rsidRDefault="00C3046E" w:rsidP="00BB0E41">
            <w:pPr>
              <w:jc w:val="center"/>
              <w:rPr>
                <w:sz w:val="18"/>
                <w:szCs w:val="18"/>
              </w:rPr>
            </w:pPr>
            <w:r w:rsidRPr="001E7798">
              <w:rPr>
                <w:sz w:val="18"/>
                <w:szCs w:val="18"/>
              </w:rPr>
              <w:t>Нет</w:t>
            </w:r>
          </w:p>
        </w:tc>
        <w:tc>
          <w:tcPr>
            <w:tcW w:w="550" w:type="pct"/>
            <w:shd w:val="clear" w:color="auto" w:fill="FFFFFF"/>
          </w:tcPr>
          <w:p w14:paraId="776F3885" w14:textId="77777777" w:rsidR="00C3046E" w:rsidRPr="001E7798" w:rsidRDefault="00C3046E" w:rsidP="00BB0E41">
            <w:pPr>
              <w:rPr>
                <w:sz w:val="18"/>
                <w:szCs w:val="18"/>
              </w:rPr>
            </w:pPr>
            <w:proofErr w:type="spellStart"/>
            <w:r w:rsidRPr="001E7798">
              <w:rPr>
                <w:sz w:val="18"/>
                <w:szCs w:val="18"/>
              </w:rPr>
              <w:t>Character</w:t>
            </w:r>
            <w:proofErr w:type="spellEnd"/>
          </w:p>
        </w:tc>
        <w:tc>
          <w:tcPr>
            <w:tcW w:w="384" w:type="pct"/>
            <w:shd w:val="clear" w:color="auto" w:fill="FFFFFF"/>
          </w:tcPr>
          <w:p w14:paraId="00D82C4C" w14:textId="77777777" w:rsidR="00C3046E" w:rsidRPr="001E7798" w:rsidRDefault="00C3046E" w:rsidP="00BB0E41">
            <w:pPr>
              <w:rPr>
                <w:sz w:val="18"/>
                <w:szCs w:val="18"/>
              </w:rPr>
            </w:pPr>
            <w:r w:rsidRPr="001E7798">
              <w:rPr>
                <w:sz w:val="18"/>
                <w:szCs w:val="18"/>
              </w:rPr>
              <w:t>1-12</w:t>
            </w:r>
          </w:p>
        </w:tc>
        <w:tc>
          <w:tcPr>
            <w:tcW w:w="277" w:type="pct"/>
            <w:shd w:val="clear" w:color="auto" w:fill="FFFFFF"/>
          </w:tcPr>
          <w:p w14:paraId="00281B55" w14:textId="77777777" w:rsidR="00C3046E" w:rsidRPr="001E7798" w:rsidRDefault="00C3046E" w:rsidP="00BB0E41">
            <w:pPr>
              <w:rPr>
                <w:sz w:val="18"/>
                <w:szCs w:val="18"/>
              </w:rPr>
            </w:pPr>
          </w:p>
        </w:tc>
      </w:tr>
      <w:tr w:rsidR="00C3046E" w:rsidRPr="00C3046E" w14:paraId="288B38F1" w14:textId="77777777" w:rsidTr="00CE3AB5">
        <w:tc>
          <w:tcPr>
            <w:tcW w:w="816" w:type="pct"/>
            <w:shd w:val="clear" w:color="auto" w:fill="FFFFFF"/>
          </w:tcPr>
          <w:p w14:paraId="190E529F" w14:textId="77777777" w:rsidR="00C3046E" w:rsidRPr="001E7798" w:rsidRDefault="00C3046E" w:rsidP="00BB0E41">
            <w:pPr>
              <w:rPr>
                <w:sz w:val="18"/>
                <w:szCs w:val="18"/>
              </w:rPr>
            </w:pPr>
          </w:p>
        </w:tc>
        <w:tc>
          <w:tcPr>
            <w:tcW w:w="863" w:type="pct"/>
            <w:shd w:val="clear" w:color="auto" w:fill="FFFFFF"/>
          </w:tcPr>
          <w:p w14:paraId="5584695D" w14:textId="77777777" w:rsidR="00C3046E" w:rsidRPr="001E7798" w:rsidRDefault="00C3046E" w:rsidP="00BB0E41">
            <w:pPr>
              <w:rPr>
                <w:sz w:val="18"/>
                <w:szCs w:val="18"/>
              </w:rPr>
            </w:pPr>
            <w:r w:rsidRPr="001E7798">
              <w:rPr>
                <w:sz w:val="18"/>
                <w:szCs w:val="18"/>
              </w:rPr>
              <w:t>SENDER_ID</w:t>
            </w:r>
          </w:p>
        </w:tc>
        <w:tc>
          <w:tcPr>
            <w:tcW w:w="1614" w:type="pct"/>
            <w:shd w:val="clear" w:color="auto" w:fill="FFFFFF"/>
          </w:tcPr>
          <w:p w14:paraId="53CAF930" w14:textId="77777777" w:rsidR="00C3046E" w:rsidRPr="001E7798" w:rsidRDefault="00C3046E" w:rsidP="00BB0E41">
            <w:pPr>
              <w:rPr>
                <w:sz w:val="18"/>
                <w:szCs w:val="18"/>
              </w:rPr>
            </w:pPr>
            <w:r w:rsidRPr="001E7798">
              <w:rPr>
                <w:sz w:val="18"/>
                <w:szCs w:val="18"/>
              </w:rPr>
              <w:t>Идентификатор отправителя</w:t>
            </w:r>
          </w:p>
        </w:tc>
        <w:tc>
          <w:tcPr>
            <w:tcW w:w="495" w:type="pct"/>
            <w:shd w:val="clear" w:color="auto" w:fill="FFFFFF"/>
          </w:tcPr>
          <w:p w14:paraId="2CC68F90" w14:textId="77777777" w:rsidR="00C3046E" w:rsidRPr="001E7798" w:rsidRDefault="00C3046E" w:rsidP="00BB0E41">
            <w:pPr>
              <w:jc w:val="center"/>
              <w:rPr>
                <w:sz w:val="18"/>
                <w:szCs w:val="18"/>
              </w:rPr>
            </w:pPr>
            <w:r w:rsidRPr="001E7798">
              <w:rPr>
                <w:sz w:val="18"/>
                <w:szCs w:val="18"/>
              </w:rPr>
              <w:t>Нет</w:t>
            </w:r>
          </w:p>
        </w:tc>
        <w:tc>
          <w:tcPr>
            <w:tcW w:w="550" w:type="pct"/>
            <w:shd w:val="clear" w:color="auto" w:fill="FFFFFF"/>
          </w:tcPr>
          <w:p w14:paraId="587E5B15" w14:textId="77777777" w:rsidR="00C3046E" w:rsidRPr="001E7798" w:rsidRDefault="00C3046E" w:rsidP="00BB0E41">
            <w:pPr>
              <w:rPr>
                <w:sz w:val="18"/>
                <w:szCs w:val="18"/>
              </w:rPr>
            </w:pPr>
            <w:proofErr w:type="spellStart"/>
            <w:r w:rsidRPr="001E7798">
              <w:rPr>
                <w:sz w:val="18"/>
                <w:szCs w:val="18"/>
              </w:rPr>
              <w:t>Character</w:t>
            </w:r>
            <w:proofErr w:type="spellEnd"/>
          </w:p>
        </w:tc>
        <w:tc>
          <w:tcPr>
            <w:tcW w:w="384" w:type="pct"/>
            <w:shd w:val="clear" w:color="auto" w:fill="FFFFFF"/>
          </w:tcPr>
          <w:p w14:paraId="02791152" w14:textId="77777777" w:rsidR="00C3046E" w:rsidRPr="001E7798" w:rsidRDefault="00C3046E" w:rsidP="00BB0E41">
            <w:pPr>
              <w:rPr>
                <w:sz w:val="18"/>
                <w:szCs w:val="18"/>
              </w:rPr>
            </w:pPr>
            <w:r w:rsidRPr="001E7798">
              <w:rPr>
                <w:sz w:val="18"/>
                <w:szCs w:val="18"/>
              </w:rPr>
              <w:t>1-12</w:t>
            </w:r>
          </w:p>
        </w:tc>
        <w:tc>
          <w:tcPr>
            <w:tcW w:w="277" w:type="pct"/>
            <w:shd w:val="clear" w:color="auto" w:fill="FFFFFF"/>
          </w:tcPr>
          <w:p w14:paraId="799A1E59" w14:textId="77777777" w:rsidR="00C3046E" w:rsidRPr="001E7798" w:rsidRDefault="00C3046E" w:rsidP="00BB0E41">
            <w:pPr>
              <w:rPr>
                <w:sz w:val="18"/>
                <w:szCs w:val="18"/>
              </w:rPr>
            </w:pPr>
          </w:p>
        </w:tc>
      </w:tr>
      <w:tr w:rsidR="00C3046E" w:rsidRPr="00C3046E" w14:paraId="34109495" w14:textId="77777777" w:rsidTr="00CE3AB5">
        <w:tc>
          <w:tcPr>
            <w:tcW w:w="816" w:type="pct"/>
            <w:shd w:val="clear" w:color="auto" w:fill="FFFFFF"/>
          </w:tcPr>
          <w:p w14:paraId="001442A8" w14:textId="77777777" w:rsidR="00C3046E" w:rsidRPr="001E7798" w:rsidRDefault="00C3046E" w:rsidP="00BB0E41">
            <w:pPr>
              <w:rPr>
                <w:sz w:val="18"/>
                <w:szCs w:val="18"/>
              </w:rPr>
            </w:pPr>
          </w:p>
        </w:tc>
        <w:tc>
          <w:tcPr>
            <w:tcW w:w="863" w:type="pct"/>
            <w:shd w:val="clear" w:color="auto" w:fill="FFFFFF"/>
          </w:tcPr>
          <w:p w14:paraId="244DD6FD" w14:textId="77777777" w:rsidR="00C3046E" w:rsidRPr="001E7798" w:rsidRDefault="00C3046E" w:rsidP="00BB0E41">
            <w:pPr>
              <w:rPr>
                <w:sz w:val="18"/>
                <w:szCs w:val="18"/>
              </w:rPr>
            </w:pPr>
            <w:r w:rsidRPr="001E7798">
              <w:rPr>
                <w:sz w:val="18"/>
                <w:szCs w:val="18"/>
              </w:rPr>
              <w:t>SENDER_NAME</w:t>
            </w:r>
          </w:p>
        </w:tc>
        <w:tc>
          <w:tcPr>
            <w:tcW w:w="1614" w:type="pct"/>
            <w:shd w:val="clear" w:color="auto" w:fill="FFFFFF"/>
          </w:tcPr>
          <w:p w14:paraId="593D64FA" w14:textId="77777777" w:rsidR="00C3046E" w:rsidRPr="001E7798" w:rsidRDefault="00C3046E" w:rsidP="00BB0E41">
            <w:pPr>
              <w:rPr>
                <w:sz w:val="18"/>
                <w:szCs w:val="18"/>
              </w:rPr>
            </w:pPr>
            <w:r w:rsidRPr="001E7798">
              <w:rPr>
                <w:sz w:val="18"/>
                <w:szCs w:val="18"/>
              </w:rPr>
              <w:t>Краткое наименование отправителя</w:t>
            </w:r>
          </w:p>
        </w:tc>
        <w:tc>
          <w:tcPr>
            <w:tcW w:w="495" w:type="pct"/>
            <w:shd w:val="clear" w:color="auto" w:fill="FFFFFF"/>
          </w:tcPr>
          <w:p w14:paraId="2357B3B9" w14:textId="77777777" w:rsidR="00C3046E" w:rsidRPr="001E7798" w:rsidRDefault="00C3046E" w:rsidP="00BB0E41">
            <w:pPr>
              <w:jc w:val="center"/>
              <w:rPr>
                <w:sz w:val="18"/>
                <w:szCs w:val="18"/>
              </w:rPr>
            </w:pPr>
            <w:r w:rsidRPr="001E7798">
              <w:rPr>
                <w:sz w:val="18"/>
                <w:szCs w:val="18"/>
              </w:rPr>
              <w:t>Нет</w:t>
            </w:r>
          </w:p>
        </w:tc>
        <w:tc>
          <w:tcPr>
            <w:tcW w:w="550" w:type="pct"/>
            <w:shd w:val="clear" w:color="auto" w:fill="FFFFFF"/>
          </w:tcPr>
          <w:p w14:paraId="76967F12" w14:textId="77777777" w:rsidR="00C3046E" w:rsidRPr="001E7798" w:rsidRDefault="00C3046E" w:rsidP="00BB0E41">
            <w:pPr>
              <w:rPr>
                <w:sz w:val="18"/>
                <w:szCs w:val="18"/>
              </w:rPr>
            </w:pPr>
            <w:proofErr w:type="spellStart"/>
            <w:r w:rsidRPr="001E7798">
              <w:rPr>
                <w:sz w:val="18"/>
                <w:szCs w:val="18"/>
              </w:rPr>
              <w:t>Character</w:t>
            </w:r>
            <w:proofErr w:type="spellEnd"/>
          </w:p>
        </w:tc>
        <w:tc>
          <w:tcPr>
            <w:tcW w:w="384" w:type="pct"/>
            <w:shd w:val="clear" w:color="auto" w:fill="FFFFFF"/>
          </w:tcPr>
          <w:p w14:paraId="0695BE98" w14:textId="77777777" w:rsidR="00C3046E" w:rsidRPr="001E7798" w:rsidRDefault="00C3046E" w:rsidP="00BB0E41">
            <w:pPr>
              <w:rPr>
                <w:sz w:val="18"/>
                <w:szCs w:val="18"/>
              </w:rPr>
            </w:pPr>
            <w:r w:rsidRPr="001E7798">
              <w:rPr>
                <w:sz w:val="18"/>
                <w:szCs w:val="18"/>
              </w:rPr>
              <w:t>1-30</w:t>
            </w:r>
          </w:p>
        </w:tc>
        <w:tc>
          <w:tcPr>
            <w:tcW w:w="277" w:type="pct"/>
            <w:shd w:val="clear" w:color="auto" w:fill="FFFFFF"/>
          </w:tcPr>
          <w:p w14:paraId="39BD73CF" w14:textId="77777777" w:rsidR="00C3046E" w:rsidRPr="001E7798" w:rsidRDefault="00C3046E" w:rsidP="00BB0E41">
            <w:pPr>
              <w:rPr>
                <w:sz w:val="18"/>
                <w:szCs w:val="18"/>
              </w:rPr>
            </w:pPr>
          </w:p>
        </w:tc>
      </w:tr>
      <w:tr w:rsidR="00C3046E" w:rsidRPr="00C3046E" w14:paraId="7EFAF243" w14:textId="77777777" w:rsidTr="00CE3AB5">
        <w:tc>
          <w:tcPr>
            <w:tcW w:w="816" w:type="pct"/>
            <w:shd w:val="clear" w:color="auto" w:fill="FFFFFF"/>
          </w:tcPr>
          <w:p w14:paraId="7B20DD6F" w14:textId="77777777" w:rsidR="00C3046E" w:rsidRPr="001E7798" w:rsidRDefault="00C3046E" w:rsidP="00BB0E41">
            <w:pPr>
              <w:rPr>
                <w:sz w:val="18"/>
                <w:szCs w:val="18"/>
              </w:rPr>
            </w:pPr>
          </w:p>
        </w:tc>
        <w:tc>
          <w:tcPr>
            <w:tcW w:w="863" w:type="pct"/>
            <w:shd w:val="clear" w:color="auto" w:fill="FFFFFF"/>
          </w:tcPr>
          <w:p w14:paraId="36DBEC34" w14:textId="77777777" w:rsidR="00C3046E" w:rsidRPr="001E7798" w:rsidRDefault="00C3046E" w:rsidP="00BB0E41">
            <w:pPr>
              <w:rPr>
                <w:sz w:val="18"/>
                <w:szCs w:val="18"/>
              </w:rPr>
            </w:pPr>
            <w:r w:rsidRPr="001E7798">
              <w:rPr>
                <w:sz w:val="18"/>
                <w:szCs w:val="18"/>
              </w:rPr>
              <w:t>RECEIVER_ID</w:t>
            </w:r>
          </w:p>
        </w:tc>
        <w:tc>
          <w:tcPr>
            <w:tcW w:w="1614" w:type="pct"/>
            <w:shd w:val="clear" w:color="auto" w:fill="FFFFFF"/>
          </w:tcPr>
          <w:p w14:paraId="2E014A8D" w14:textId="77777777" w:rsidR="00C3046E" w:rsidRPr="001E7798" w:rsidRDefault="00C3046E" w:rsidP="00BB0E41">
            <w:pPr>
              <w:rPr>
                <w:sz w:val="18"/>
                <w:szCs w:val="18"/>
              </w:rPr>
            </w:pPr>
            <w:r w:rsidRPr="001E7798">
              <w:rPr>
                <w:sz w:val="18"/>
                <w:szCs w:val="18"/>
              </w:rPr>
              <w:t>Идентификатор получателя</w:t>
            </w:r>
          </w:p>
        </w:tc>
        <w:tc>
          <w:tcPr>
            <w:tcW w:w="495" w:type="pct"/>
            <w:shd w:val="clear" w:color="auto" w:fill="FFFFFF"/>
          </w:tcPr>
          <w:p w14:paraId="0295DDE4" w14:textId="77777777" w:rsidR="00C3046E" w:rsidRPr="001E7798" w:rsidRDefault="00C3046E" w:rsidP="00BB0E41">
            <w:pPr>
              <w:jc w:val="center"/>
              <w:rPr>
                <w:sz w:val="18"/>
                <w:szCs w:val="18"/>
              </w:rPr>
            </w:pPr>
            <w:r w:rsidRPr="001E7798">
              <w:rPr>
                <w:sz w:val="18"/>
                <w:szCs w:val="18"/>
              </w:rPr>
              <w:t>Нет</w:t>
            </w:r>
          </w:p>
        </w:tc>
        <w:tc>
          <w:tcPr>
            <w:tcW w:w="550" w:type="pct"/>
            <w:shd w:val="clear" w:color="auto" w:fill="FFFFFF"/>
          </w:tcPr>
          <w:p w14:paraId="4A6E1F10" w14:textId="77777777" w:rsidR="00C3046E" w:rsidRPr="001E7798" w:rsidRDefault="00C3046E" w:rsidP="00BB0E41">
            <w:pPr>
              <w:rPr>
                <w:sz w:val="18"/>
                <w:szCs w:val="18"/>
              </w:rPr>
            </w:pPr>
            <w:proofErr w:type="spellStart"/>
            <w:r w:rsidRPr="001E7798">
              <w:rPr>
                <w:sz w:val="18"/>
                <w:szCs w:val="18"/>
              </w:rPr>
              <w:t>Character</w:t>
            </w:r>
            <w:proofErr w:type="spellEnd"/>
          </w:p>
        </w:tc>
        <w:tc>
          <w:tcPr>
            <w:tcW w:w="384" w:type="pct"/>
            <w:shd w:val="clear" w:color="auto" w:fill="FFFFFF"/>
          </w:tcPr>
          <w:p w14:paraId="7DAA7B3C" w14:textId="77777777" w:rsidR="00C3046E" w:rsidRPr="001E7798" w:rsidRDefault="00C3046E" w:rsidP="00BB0E41">
            <w:pPr>
              <w:rPr>
                <w:sz w:val="18"/>
                <w:szCs w:val="18"/>
              </w:rPr>
            </w:pPr>
            <w:r w:rsidRPr="001E7798">
              <w:rPr>
                <w:sz w:val="18"/>
                <w:szCs w:val="18"/>
              </w:rPr>
              <w:t>1-12</w:t>
            </w:r>
          </w:p>
        </w:tc>
        <w:tc>
          <w:tcPr>
            <w:tcW w:w="277" w:type="pct"/>
            <w:shd w:val="clear" w:color="auto" w:fill="FFFFFF"/>
          </w:tcPr>
          <w:p w14:paraId="10469626" w14:textId="77777777" w:rsidR="00C3046E" w:rsidRPr="001E7798" w:rsidRDefault="00C3046E" w:rsidP="00BB0E41">
            <w:pPr>
              <w:rPr>
                <w:sz w:val="18"/>
                <w:szCs w:val="18"/>
              </w:rPr>
            </w:pPr>
          </w:p>
        </w:tc>
      </w:tr>
      <w:tr w:rsidR="00C3046E" w:rsidRPr="00C3046E" w14:paraId="7CC3BF7C" w14:textId="77777777" w:rsidTr="00CE3AB5">
        <w:tc>
          <w:tcPr>
            <w:tcW w:w="816" w:type="pct"/>
            <w:shd w:val="clear" w:color="auto" w:fill="FFFFFF"/>
          </w:tcPr>
          <w:p w14:paraId="7C2CF8F6" w14:textId="77777777" w:rsidR="00C3046E" w:rsidRPr="001E7798" w:rsidRDefault="00C3046E" w:rsidP="00BB0E41">
            <w:pPr>
              <w:rPr>
                <w:sz w:val="18"/>
                <w:szCs w:val="18"/>
              </w:rPr>
            </w:pPr>
          </w:p>
        </w:tc>
        <w:tc>
          <w:tcPr>
            <w:tcW w:w="863" w:type="pct"/>
            <w:shd w:val="clear" w:color="auto" w:fill="FFFFFF"/>
          </w:tcPr>
          <w:p w14:paraId="6457E2B0" w14:textId="77777777" w:rsidR="00C3046E" w:rsidRPr="001E7798" w:rsidRDefault="00C3046E" w:rsidP="00BB0E41">
            <w:pPr>
              <w:rPr>
                <w:sz w:val="18"/>
                <w:szCs w:val="18"/>
              </w:rPr>
            </w:pPr>
            <w:r w:rsidRPr="001E7798">
              <w:rPr>
                <w:sz w:val="18"/>
                <w:szCs w:val="18"/>
              </w:rPr>
              <w:t>REMARKS</w:t>
            </w:r>
          </w:p>
        </w:tc>
        <w:tc>
          <w:tcPr>
            <w:tcW w:w="1614" w:type="pct"/>
            <w:shd w:val="clear" w:color="auto" w:fill="FFFFFF"/>
          </w:tcPr>
          <w:p w14:paraId="1AA05461" w14:textId="77777777" w:rsidR="00C3046E" w:rsidRPr="001E7798" w:rsidRDefault="00C3046E" w:rsidP="00BB0E41">
            <w:pPr>
              <w:rPr>
                <w:sz w:val="18"/>
                <w:szCs w:val="18"/>
              </w:rPr>
            </w:pPr>
            <w:r w:rsidRPr="001E7798">
              <w:rPr>
                <w:sz w:val="18"/>
                <w:szCs w:val="18"/>
              </w:rPr>
              <w:t>Текст примечания к файлу</w:t>
            </w:r>
          </w:p>
        </w:tc>
        <w:tc>
          <w:tcPr>
            <w:tcW w:w="495" w:type="pct"/>
            <w:shd w:val="clear" w:color="auto" w:fill="FFFFFF"/>
          </w:tcPr>
          <w:p w14:paraId="13D1C9EF" w14:textId="77777777" w:rsidR="00C3046E" w:rsidRPr="001E7798" w:rsidRDefault="00C3046E" w:rsidP="00BB0E41">
            <w:pPr>
              <w:jc w:val="center"/>
              <w:rPr>
                <w:sz w:val="18"/>
                <w:szCs w:val="18"/>
              </w:rPr>
            </w:pPr>
            <w:r w:rsidRPr="001E7798">
              <w:rPr>
                <w:sz w:val="18"/>
                <w:szCs w:val="18"/>
              </w:rPr>
              <w:t>Нет</w:t>
            </w:r>
          </w:p>
        </w:tc>
        <w:tc>
          <w:tcPr>
            <w:tcW w:w="550" w:type="pct"/>
            <w:shd w:val="clear" w:color="auto" w:fill="FFFFFF"/>
          </w:tcPr>
          <w:p w14:paraId="723C8E3E" w14:textId="77777777" w:rsidR="00C3046E" w:rsidRPr="001E7798" w:rsidRDefault="00C3046E" w:rsidP="00BB0E41">
            <w:pPr>
              <w:rPr>
                <w:sz w:val="18"/>
                <w:szCs w:val="18"/>
              </w:rPr>
            </w:pPr>
            <w:proofErr w:type="spellStart"/>
            <w:r w:rsidRPr="001E7798">
              <w:rPr>
                <w:sz w:val="18"/>
                <w:szCs w:val="18"/>
              </w:rPr>
              <w:t>Character</w:t>
            </w:r>
            <w:proofErr w:type="spellEnd"/>
          </w:p>
        </w:tc>
        <w:tc>
          <w:tcPr>
            <w:tcW w:w="384" w:type="pct"/>
            <w:shd w:val="clear" w:color="auto" w:fill="FFFFFF"/>
          </w:tcPr>
          <w:p w14:paraId="1829D81D" w14:textId="77777777" w:rsidR="00C3046E" w:rsidRPr="001E7798" w:rsidRDefault="00C3046E" w:rsidP="00BB0E41">
            <w:pPr>
              <w:rPr>
                <w:sz w:val="18"/>
                <w:szCs w:val="18"/>
              </w:rPr>
            </w:pPr>
            <w:r w:rsidRPr="001E7798">
              <w:rPr>
                <w:sz w:val="18"/>
                <w:szCs w:val="18"/>
              </w:rPr>
              <w:t>1-120</w:t>
            </w:r>
          </w:p>
        </w:tc>
        <w:tc>
          <w:tcPr>
            <w:tcW w:w="277" w:type="pct"/>
            <w:shd w:val="clear" w:color="auto" w:fill="FFFFFF"/>
          </w:tcPr>
          <w:p w14:paraId="1854801E" w14:textId="77777777" w:rsidR="00C3046E" w:rsidRPr="001E7798" w:rsidRDefault="00C3046E" w:rsidP="00BB0E41">
            <w:pPr>
              <w:rPr>
                <w:sz w:val="18"/>
                <w:szCs w:val="18"/>
              </w:rPr>
            </w:pPr>
          </w:p>
        </w:tc>
      </w:tr>
      <w:tr w:rsidR="00C3046E" w:rsidRPr="00C3046E" w14:paraId="11FB0C7C" w14:textId="77777777" w:rsidTr="00CE3AB5">
        <w:tc>
          <w:tcPr>
            <w:tcW w:w="816" w:type="pct"/>
            <w:shd w:val="clear" w:color="auto" w:fill="FFFFFF"/>
          </w:tcPr>
          <w:p w14:paraId="7C95E7E9" w14:textId="77777777" w:rsidR="00C3046E" w:rsidRPr="001E7798" w:rsidRDefault="00C3046E" w:rsidP="00BB0E41">
            <w:pPr>
              <w:rPr>
                <w:sz w:val="18"/>
                <w:szCs w:val="18"/>
              </w:rPr>
            </w:pPr>
          </w:p>
        </w:tc>
        <w:tc>
          <w:tcPr>
            <w:tcW w:w="863" w:type="pct"/>
            <w:shd w:val="clear" w:color="auto" w:fill="FFFFFF"/>
          </w:tcPr>
          <w:p w14:paraId="1DEEDD31" w14:textId="77777777" w:rsidR="00C3046E" w:rsidRPr="001E7798" w:rsidRDefault="00C3046E" w:rsidP="00BB0E41">
            <w:pPr>
              <w:rPr>
                <w:sz w:val="18"/>
                <w:szCs w:val="18"/>
              </w:rPr>
            </w:pPr>
            <w:r w:rsidRPr="001E7798">
              <w:rPr>
                <w:sz w:val="18"/>
                <w:szCs w:val="18"/>
              </w:rPr>
              <w:t>SIGNAUTHOR</w:t>
            </w:r>
          </w:p>
        </w:tc>
        <w:tc>
          <w:tcPr>
            <w:tcW w:w="1614" w:type="pct"/>
            <w:shd w:val="clear" w:color="auto" w:fill="FFFFFF"/>
          </w:tcPr>
          <w:p w14:paraId="6FA86AE7" w14:textId="77777777" w:rsidR="00C3046E" w:rsidRPr="001E7798" w:rsidRDefault="00C3046E" w:rsidP="00BB0E41">
            <w:pPr>
              <w:rPr>
                <w:sz w:val="18"/>
                <w:szCs w:val="18"/>
              </w:rPr>
            </w:pPr>
            <w:r w:rsidRPr="001E7798">
              <w:rPr>
                <w:sz w:val="18"/>
                <w:szCs w:val="18"/>
              </w:rPr>
              <w:t>ФИО автора ЭЦП</w:t>
            </w:r>
          </w:p>
        </w:tc>
        <w:tc>
          <w:tcPr>
            <w:tcW w:w="495" w:type="pct"/>
            <w:shd w:val="clear" w:color="auto" w:fill="FFFFFF"/>
          </w:tcPr>
          <w:p w14:paraId="2B1A1269" w14:textId="77777777" w:rsidR="00C3046E" w:rsidRPr="001E7798" w:rsidRDefault="00C3046E" w:rsidP="00BB0E41">
            <w:pPr>
              <w:jc w:val="center"/>
              <w:rPr>
                <w:sz w:val="18"/>
                <w:szCs w:val="18"/>
              </w:rPr>
            </w:pPr>
            <w:r w:rsidRPr="001E7798">
              <w:rPr>
                <w:sz w:val="18"/>
                <w:szCs w:val="18"/>
              </w:rPr>
              <w:t>Нет</w:t>
            </w:r>
          </w:p>
        </w:tc>
        <w:tc>
          <w:tcPr>
            <w:tcW w:w="550" w:type="pct"/>
            <w:shd w:val="clear" w:color="auto" w:fill="FFFFFF"/>
          </w:tcPr>
          <w:p w14:paraId="22410E9A" w14:textId="77777777" w:rsidR="00C3046E" w:rsidRPr="001E7798" w:rsidRDefault="00C3046E" w:rsidP="00BB0E41">
            <w:pPr>
              <w:rPr>
                <w:sz w:val="18"/>
                <w:szCs w:val="18"/>
              </w:rPr>
            </w:pPr>
            <w:proofErr w:type="spellStart"/>
            <w:r w:rsidRPr="001E7798">
              <w:rPr>
                <w:sz w:val="18"/>
                <w:szCs w:val="18"/>
              </w:rPr>
              <w:t>Character</w:t>
            </w:r>
            <w:proofErr w:type="spellEnd"/>
          </w:p>
        </w:tc>
        <w:tc>
          <w:tcPr>
            <w:tcW w:w="384" w:type="pct"/>
            <w:shd w:val="clear" w:color="auto" w:fill="FFFFFF"/>
          </w:tcPr>
          <w:p w14:paraId="34D9F639" w14:textId="77777777" w:rsidR="00C3046E" w:rsidRPr="001E7798" w:rsidRDefault="00C3046E" w:rsidP="00BB0E41">
            <w:pPr>
              <w:rPr>
                <w:sz w:val="18"/>
                <w:szCs w:val="18"/>
              </w:rPr>
            </w:pPr>
          </w:p>
        </w:tc>
        <w:tc>
          <w:tcPr>
            <w:tcW w:w="277" w:type="pct"/>
            <w:shd w:val="clear" w:color="auto" w:fill="FFFFFF"/>
          </w:tcPr>
          <w:p w14:paraId="28C7BF1A" w14:textId="77777777" w:rsidR="00C3046E" w:rsidRPr="001E7798" w:rsidRDefault="00C3046E" w:rsidP="00BB0E41">
            <w:pPr>
              <w:rPr>
                <w:sz w:val="18"/>
                <w:szCs w:val="18"/>
              </w:rPr>
            </w:pPr>
          </w:p>
        </w:tc>
      </w:tr>
      <w:tr w:rsidR="00C3046E" w:rsidRPr="00C3046E" w14:paraId="32B674E9" w14:textId="77777777" w:rsidTr="00CE3AB5">
        <w:tc>
          <w:tcPr>
            <w:tcW w:w="816" w:type="pct"/>
            <w:shd w:val="clear" w:color="auto" w:fill="BFBFBF"/>
          </w:tcPr>
          <w:p w14:paraId="671AA1D3" w14:textId="77777777" w:rsidR="00C3046E" w:rsidRPr="001E7798" w:rsidRDefault="00C3046E" w:rsidP="00BB0E41">
            <w:pPr>
              <w:rPr>
                <w:sz w:val="18"/>
                <w:szCs w:val="18"/>
              </w:rPr>
            </w:pPr>
            <w:r w:rsidRPr="001E7798">
              <w:rPr>
                <w:sz w:val="18"/>
                <w:szCs w:val="18"/>
              </w:rPr>
              <w:t xml:space="preserve">  /DOC_REQUISITES</w:t>
            </w:r>
          </w:p>
        </w:tc>
        <w:tc>
          <w:tcPr>
            <w:tcW w:w="863" w:type="pct"/>
            <w:shd w:val="clear" w:color="auto" w:fill="BFBFBF"/>
          </w:tcPr>
          <w:p w14:paraId="03BEFF03" w14:textId="77777777" w:rsidR="00C3046E" w:rsidRPr="001E7798" w:rsidRDefault="00C3046E" w:rsidP="00BB0E41">
            <w:pPr>
              <w:rPr>
                <w:sz w:val="18"/>
                <w:szCs w:val="18"/>
              </w:rPr>
            </w:pPr>
          </w:p>
        </w:tc>
        <w:tc>
          <w:tcPr>
            <w:tcW w:w="1614" w:type="pct"/>
            <w:shd w:val="clear" w:color="auto" w:fill="BFBFBF"/>
          </w:tcPr>
          <w:p w14:paraId="5149C405" w14:textId="77777777" w:rsidR="00C3046E" w:rsidRPr="001E7798" w:rsidRDefault="00C3046E" w:rsidP="00BB0E41">
            <w:pPr>
              <w:rPr>
                <w:sz w:val="18"/>
                <w:szCs w:val="18"/>
              </w:rPr>
            </w:pPr>
          </w:p>
        </w:tc>
        <w:tc>
          <w:tcPr>
            <w:tcW w:w="495" w:type="pct"/>
            <w:shd w:val="clear" w:color="auto" w:fill="BFBFBF"/>
          </w:tcPr>
          <w:p w14:paraId="15F1DAEC" w14:textId="77777777" w:rsidR="00C3046E" w:rsidRPr="001E7798" w:rsidRDefault="00C3046E" w:rsidP="00BB0E4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50" w:type="pct"/>
            <w:shd w:val="clear" w:color="auto" w:fill="BFBFBF"/>
          </w:tcPr>
          <w:p w14:paraId="7A6840CF" w14:textId="77777777" w:rsidR="00C3046E" w:rsidRPr="001E7798" w:rsidRDefault="00C3046E" w:rsidP="00BB0E41">
            <w:pPr>
              <w:rPr>
                <w:sz w:val="18"/>
                <w:szCs w:val="18"/>
              </w:rPr>
            </w:pPr>
          </w:p>
        </w:tc>
        <w:tc>
          <w:tcPr>
            <w:tcW w:w="384" w:type="pct"/>
            <w:shd w:val="clear" w:color="auto" w:fill="BFBFBF"/>
          </w:tcPr>
          <w:p w14:paraId="0C8B446E" w14:textId="77777777" w:rsidR="00C3046E" w:rsidRPr="001E7798" w:rsidRDefault="00C3046E" w:rsidP="00BB0E41">
            <w:pPr>
              <w:rPr>
                <w:sz w:val="18"/>
                <w:szCs w:val="18"/>
              </w:rPr>
            </w:pPr>
          </w:p>
        </w:tc>
        <w:tc>
          <w:tcPr>
            <w:tcW w:w="277" w:type="pct"/>
            <w:shd w:val="clear" w:color="auto" w:fill="BFBFBF"/>
          </w:tcPr>
          <w:p w14:paraId="55CCF3EB" w14:textId="77777777" w:rsidR="00C3046E" w:rsidRPr="001E7798" w:rsidRDefault="00C3046E" w:rsidP="00BB0E41">
            <w:pPr>
              <w:rPr>
                <w:sz w:val="18"/>
                <w:szCs w:val="18"/>
              </w:rPr>
            </w:pPr>
          </w:p>
        </w:tc>
      </w:tr>
      <w:tr w:rsidR="00C3046E" w:rsidRPr="00C3046E" w14:paraId="5D39778B" w14:textId="77777777" w:rsidTr="00CE3AB5">
        <w:tc>
          <w:tcPr>
            <w:tcW w:w="816" w:type="pct"/>
            <w:shd w:val="clear" w:color="auto" w:fill="BFBFBF"/>
          </w:tcPr>
          <w:p w14:paraId="1CAFCFC2" w14:textId="77777777" w:rsidR="00C3046E" w:rsidRPr="00CE3AB5" w:rsidRDefault="00C3046E" w:rsidP="00BB0E41">
            <w:pPr>
              <w:rPr>
                <w:sz w:val="18"/>
                <w:szCs w:val="18"/>
                <w:lang w:val="en-US"/>
              </w:rPr>
            </w:pPr>
            <w:r w:rsidRPr="001E7798">
              <w:rPr>
                <w:sz w:val="18"/>
                <w:szCs w:val="18"/>
              </w:rPr>
              <w:t xml:space="preserve">  </w:t>
            </w:r>
            <w:r w:rsidR="00CE3AB5" w:rsidRPr="00CE3AB5">
              <w:rPr>
                <w:sz w:val="18"/>
                <w:szCs w:val="18"/>
              </w:rPr>
              <w:t>EQM</w:t>
            </w:r>
            <w:r w:rsidR="00CE3AB5">
              <w:rPr>
                <w:sz w:val="18"/>
                <w:szCs w:val="18"/>
                <w:lang w:val="en-US"/>
              </w:rPr>
              <w:t>92</w:t>
            </w:r>
          </w:p>
        </w:tc>
        <w:tc>
          <w:tcPr>
            <w:tcW w:w="863" w:type="pct"/>
            <w:shd w:val="clear" w:color="auto" w:fill="BFBFBF"/>
          </w:tcPr>
          <w:p w14:paraId="1FC21966" w14:textId="77777777" w:rsidR="00C3046E" w:rsidRPr="001E7798" w:rsidRDefault="00C3046E" w:rsidP="00BB0E41">
            <w:pPr>
              <w:rPr>
                <w:sz w:val="18"/>
                <w:szCs w:val="18"/>
              </w:rPr>
            </w:pPr>
          </w:p>
        </w:tc>
        <w:tc>
          <w:tcPr>
            <w:tcW w:w="1614" w:type="pct"/>
            <w:shd w:val="clear" w:color="auto" w:fill="BFBFBF"/>
          </w:tcPr>
          <w:p w14:paraId="74552250" w14:textId="77777777" w:rsidR="00C3046E" w:rsidRPr="001E7798" w:rsidRDefault="00C3046E" w:rsidP="00BB0E41">
            <w:pPr>
              <w:rPr>
                <w:sz w:val="18"/>
                <w:szCs w:val="18"/>
              </w:rPr>
            </w:pPr>
            <w:r w:rsidRPr="001E7798">
              <w:rPr>
                <w:sz w:val="18"/>
                <w:szCs w:val="18"/>
              </w:rPr>
              <w:t>Блок данных отчета</w:t>
            </w:r>
          </w:p>
        </w:tc>
        <w:tc>
          <w:tcPr>
            <w:tcW w:w="495" w:type="pct"/>
            <w:shd w:val="clear" w:color="auto" w:fill="BFBFBF"/>
          </w:tcPr>
          <w:p w14:paraId="0112431D" w14:textId="77777777" w:rsidR="00C3046E" w:rsidRPr="001E7798" w:rsidRDefault="00C3046E" w:rsidP="00BB0E4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50" w:type="pct"/>
            <w:shd w:val="clear" w:color="auto" w:fill="BFBFBF"/>
          </w:tcPr>
          <w:p w14:paraId="34A56051" w14:textId="77777777" w:rsidR="00C3046E" w:rsidRPr="001E7798" w:rsidRDefault="00C3046E" w:rsidP="00BB0E41">
            <w:pPr>
              <w:rPr>
                <w:sz w:val="18"/>
                <w:szCs w:val="18"/>
              </w:rPr>
            </w:pPr>
          </w:p>
        </w:tc>
        <w:tc>
          <w:tcPr>
            <w:tcW w:w="384" w:type="pct"/>
            <w:shd w:val="clear" w:color="auto" w:fill="BFBFBF"/>
          </w:tcPr>
          <w:p w14:paraId="476CC06B" w14:textId="77777777" w:rsidR="00C3046E" w:rsidRPr="001E7798" w:rsidRDefault="00C3046E" w:rsidP="00BB0E41">
            <w:pPr>
              <w:rPr>
                <w:sz w:val="18"/>
                <w:szCs w:val="18"/>
              </w:rPr>
            </w:pPr>
          </w:p>
        </w:tc>
        <w:tc>
          <w:tcPr>
            <w:tcW w:w="277" w:type="pct"/>
            <w:shd w:val="clear" w:color="auto" w:fill="BFBFBF"/>
          </w:tcPr>
          <w:p w14:paraId="321EA8AB" w14:textId="77777777" w:rsidR="00C3046E" w:rsidRPr="001E7798" w:rsidRDefault="00C3046E" w:rsidP="00BB0E41">
            <w:pPr>
              <w:rPr>
                <w:sz w:val="18"/>
                <w:szCs w:val="18"/>
              </w:rPr>
            </w:pPr>
          </w:p>
        </w:tc>
      </w:tr>
      <w:tr w:rsidR="00CE3AB5" w:rsidRPr="00C3046E" w14:paraId="4C5F51E5" w14:textId="77777777" w:rsidTr="00CE3AB5">
        <w:tc>
          <w:tcPr>
            <w:tcW w:w="816" w:type="pct"/>
            <w:shd w:val="clear" w:color="auto" w:fill="FFFFFF"/>
          </w:tcPr>
          <w:p w14:paraId="00ABFE05" w14:textId="77777777" w:rsidR="00CE3AB5" w:rsidRPr="001E7798" w:rsidRDefault="00CE3AB5" w:rsidP="00CE3AB5">
            <w:pPr>
              <w:rPr>
                <w:sz w:val="18"/>
                <w:szCs w:val="18"/>
              </w:rPr>
            </w:pPr>
          </w:p>
        </w:tc>
        <w:tc>
          <w:tcPr>
            <w:tcW w:w="863" w:type="pct"/>
            <w:shd w:val="clear" w:color="auto" w:fill="FFFFFF"/>
          </w:tcPr>
          <w:p w14:paraId="613CB638" w14:textId="77777777" w:rsidR="00CE3AB5" w:rsidRPr="001E7798" w:rsidRDefault="00CE3AB5" w:rsidP="00CE3AB5">
            <w:pPr>
              <w:rPr>
                <w:sz w:val="18"/>
                <w:szCs w:val="18"/>
              </w:rPr>
            </w:pPr>
            <w:proofErr w:type="spellStart"/>
            <w:r w:rsidRPr="00CE3AB5">
              <w:rPr>
                <w:sz w:val="18"/>
                <w:szCs w:val="18"/>
              </w:rPr>
              <w:t>ReportDate</w:t>
            </w:r>
            <w:proofErr w:type="spellEnd"/>
          </w:p>
        </w:tc>
        <w:tc>
          <w:tcPr>
            <w:tcW w:w="1614" w:type="pct"/>
            <w:shd w:val="clear" w:color="auto" w:fill="FFFFFF"/>
          </w:tcPr>
          <w:p w14:paraId="71276938" w14:textId="77777777" w:rsidR="00CE3AB5" w:rsidRPr="001E7798" w:rsidRDefault="00CE3AB5" w:rsidP="00CE3AB5">
            <w:pPr>
              <w:rPr>
                <w:sz w:val="18"/>
                <w:szCs w:val="18"/>
              </w:rPr>
            </w:pPr>
            <w:r w:rsidRPr="00CE3AB5">
              <w:rPr>
                <w:sz w:val="18"/>
                <w:szCs w:val="18"/>
              </w:rPr>
              <w:t>Дата, за которую сформирован отчет</w:t>
            </w:r>
          </w:p>
        </w:tc>
        <w:tc>
          <w:tcPr>
            <w:tcW w:w="495" w:type="pct"/>
            <w:shd w:val="clear" w:color="auto" w:fill="FFFFFF"/>
          </w:tcPr>
          <w:p w14:paraId="0FFC7DB6" w14:textId="77777777" w:rsidR="00CE3AB5" w:rsidRPr="001E7798" w:rsidRDefault="00CE3AB5" w:rsidP="00CE3AB5">
            <w:pPr>
              <w:jc w:val="center"/>
              <w:rPr>
                <w:sz w:val="18"/>
                <w:szCs w:val="18"/>
              </w:rPr>
            </w:pPr>
            <w:r w:rsidRPr="00CE3AB5">
              <w:rPr>
                <w:sz w:val="18"/>
                <w:szCs w:val="18"/>
              </w:rPr>
              <w:t>Да</w:t>
            </w:r>
          </w:p>
        </w:tc>
        <w:tc>
          <w:tcPr>
            <w:tcW w:w="550" w:type="pct"/>
            <w:shd w:val="clear" w:color="auto" w:fill="FFFFFF"/>
          </w:tcPr>
          <w:p w14:paraId="646F660A" w14:textId="77777777" w:rsidR="00CE3AB5" w:rsidRPr="001E7798" w:rsidRDefault="00CE3AB5" w:rsidP="00CE3AB5">
            <w:pPr>
              <w:rPr>
                <w:sz w:val="18"/>
                <w:szCs w:val="18"/>
              </w:rPr>
            </w:pPr>
            <w:proofErr w:type="spellStart"/>
            <w:r w:rsidRPr="00CE3AB5">
              <w:rPr>
                <w:sz w:val="18"/>
                <w:szCs w:val="18"/>
              </w:rPr>
              <w:t>Date</w:t>
            </w:r>
            <w:proofErr w:type="spellEnd"/>
          </w:p>
        </w:tc>
        <w:tc>
          <w:tcPr>
            <w:tcW w:w="384" w:type="pct"/>
            <w:shd w:val="clear" w:color="auto" w:fill="FFFFFF"/>
          </w:tcPr>
          <w:p w14:paraId="20AA6CF2" w14:textId="77777777" w:rsidR="00CE3AB5" w:rsidRPr="001E7798" w:rsidRDefault="00CE3AB5" w:rsidP="00CE3AB5">
            <w:pPr>
              <w:rPr>
                <w:sz w:val="18"/>
                <w:szCs w:val="18"/>
              </w:rPr>
            </w:pPr>
          </w:p>
        </w:tc>
        <w:tc>
          <w:tcPr>
            <w:tcW w:w="277" w:type="pct"/>
            <w:shd w:val="clear" w:color="auto" w:fill="FFFFFF"/>
          </w:tcPr>
          <w:p w14:paraId="45223530" w14:textId="77777777" w:rsidR="00CE3AB5" w:rsidRPr="001E7798" w:rsidRDefault="00CE3AB5" w:rsidP="00CE3AB5">
            <w:pPr>
              <w:rPr>
                <w:sz w:val="18"/>
                <w:szCs w:val="18"/>
              </w:rPr>
            </w:pPr>
          </w:p>
        </w:tc>
      </w:tr>
      <w:tr w:rsidR="00CE3AB5" w:rsidRPr="00C3046E" w14:paraId="25D49852" w14:textId="77777777" w:rsidTr="00CE3AB5">
        <w:tc>
          <w:tcPr>
            <w:tcW w:w="816" w:type="pct"/>
            <w:shd w:val="clear" w:color="auto" w:fill="FFFFFF"/>
          </w:tcPr>
          <w:p w14:paraId="7FD5A7C3" w14:textId="77777777" w:rsidR="00CE3AB5" w:rsidRPr="001E7798" w:rsidRDefault="00CE3AB5" w:rsidP="00CE3AB5">
            <w:pPr>
              <w:rPr>
                <w:sz w:val="18"/>
                <w:szCs w:val="18"/>
              </w:rPr>
            </w:pPr>
          </w:p>
        </w:tc>
        <w:tc>
          <w:tcPr>
            <w:tcW w:w="863" w:type="pct"/>
            <w:shd w:val="clear" w:color="auto" w:fill="FFFFFF"/>
          </w:tcPr>
          <w:p w14:paraId="4291E16B" w14:textId="77777777" w:rsidR="00CE3AB5" w:rsidRPr="001E7798" w:rsidRDefault="00CE3AB5" w:rsidP="00CE3AB5">
            <w:pPr>
              <w:rPr>
                <w:sz w:val="18"/>
                <w:szCs w:val="18"/>
              </w:rPr>
            </w:pPr>
            <w:proofErr w:type="spellStart"/>
            <w:r w:rsidRPr="00CE3AB5">
              <w:rPr>
                <w:sz w:val="18"/>
                <w:szCs w:val="18"/>
              </w:rPr>
              <w:t>ClearingFirmId</w:t>
            </w:r>
            <w:proofErr w:type="spellEnd"/>
          </w:p>
        </w:tc>
        <w:tc>
          <w:tcPr>
            <w:tcW w:w="1614" w:type="pct"/>
            <w:shd w:val="clear" w:color="auto" w:fill="FFFFFF"/>
          </w:tcPr>
          <w:p w14:paraId="7181B031" w14:textId="77777777" w:rsidR="00CE3AB5" w:rsidRPr="001E7798" w:rsidRDefault="000F1505" w:rsidP="00CE3A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Клиринговый код</w:t>
            </w:r>
            <w:r w:rsidRPr="00CE3AB5">
              <w:rPr>
                <w:sz w:val="18"/>
                <w:szCs w:val="18"/>
              </w:rPr>
              <w:t xml:space="preserve"> </w:t>
            </w:r>
            <w:r w:rsidR="00CE3AB5" w:rsidRPr="00CE3AB5">
              <w:rPr>
                <w:sz w:val="18"/>
                <w:szCs w:val="18"/>
              </w:rPr>
              <w:t>Участника клиринга</w:t>
            </w:r>
          </w:p>
        </w:tc>
        <w:tc>
          <w:tcPr>
            <w:tcW w:w="495" w:type="pct"/>
            <w:shd w:val="clear" w:color="auto" w:fill="FFFFFF"/>
          </w:tcPr>
          <w:p w14:paraId="17513E57" w14:textId="77777777" w:rsidR="00CE3AB5" w:rsidRPr="001E7798" w:rsidRDefault="00CE3AB5" w:rsidP="00CE3AB5">
            <w:pPr>
              <w:jc w:val="center"/>
              <w:rPr>
                <w:sz w:val="18"/>
                <w:szCs w:val="18"/>
              </w:rPr>
            </w:pPr>
            <w:r w:rsidRPr="00CE3AB5">
              <w:rPr>
                <w:sz w:val="18"/>
                <w:szCs w:val="18"/>
              </w:rPr>
              <w:t>Да</w:t>
            </w:r>
          </w:p>
        </w:tc>
        <w:tc>
          <w:tcPr>
            <w:tcW w:w="550" w:type="pct"/>
            <w:shd w:val="clear" w:color="auto" w:fill="FFFFFF"/>
          </w:tcPr>
          <w:p w14:paraId="22D150DF" w14:textId="77777777" w:rsidR="00CE3AB5" w:rsidRPr="001E7798" w:rsidRDefault="00CE3AB5" w:rsidP="00CE3AB5">
            <w:pPr>
              <w:rPr>
                <w:sz w:val="18"/>
                <w:szCs w:val="18"/>
              </w:rPr>
            </w:pPr>
            <w:proofErr w:type="spellStart"/>
            <w:r w:rsidRPr="00CE3AB5">
              <w:rPr>
                <w:sz w:val="18"/>
                <w:szCs w:val="18"/>
              </w:rPr>
              <w:t>Character</w:t>
            </w:r>
            <w:proofErr w:type="spellEnd"/>
          </w:p>
        </w:tc>
        <w:tc>
          <w:tcPr>
            <w:tcW w:w="384" w:type="pct"/>
            <w:shd w:val="clear" w:color="auto" w:fill="FFFFFF"/>
          </w:tcPr>
          <w:p w14:paraId="53183681" w14:textId="77777777" w:rsidR="00CE3AB5" w:rsidRPr="001E7798" w:rsidRDefault="00CE3AB5" w:rsidP="00CE3AB5">
            <w:pPr>
              <w:rPr>
                <w:sz w:val="18"/>
                <w:szCs w:val="18"/>
              </w:rPr>
            </w:pPr>
            <w:r w:rsidRPr="00CE3AB5">
              <w:rPr>
                <w:sz w:val="18"/>
                <w:szCs w:val="18"/>
              </w:rPr>
              <w:t>0-12</w:t>
            </w:r>
          </w:p>
        </w:tc>
        <w:tc>
          <w:tcPr>
            <w:tcW w:w="277" w:type="pct"/>
            <w:shd w:val="clear" w:color="auto" w:fill="FFFFFF"/>
          </w:tcPr>
          <w:p w14:paraId="62EFD53E" w14:textId="77777777" w:rsidR="00CE3AB5" w:rsidRPr="001E7798" w:rsidRDefault="00CE3AB5" w:rsidP="00CE3AB5">
            <w:pPr>
              <w:rPr>
                <w:sz w:val="18"/>
                <w:szCs w:val="18"/>
              </w:rPr>
            </w:pPr>
          </w:p>
        </w:tc>
      </w:tr>
      <w:tr w:rsidR="00CE3AB5" w:rsidRPr="00C3046E" w14:paraId="3D5D36C4" w14:textId="77777777" w:rsidTr="00CE3AB5">
        <w:tc>
          <w:tcPr>
            <w:tcW w:w="816" w:type="pct"/>
            <w:shd w:val="clear" w:color="auto" w:fill="FFFFFF"/>
          </w:tcPr>
          <w:p w14:paraId="67E451BC" w14:textId="77777777" w:rsidR="00CE3AB5" w:rsidRPr="001E7798" w:rsidRDefault="00CE3AB5" w:rsidP="00CE3AB5">
            <w:pPr>
              <w:rPr>
                <w:sz w:val="18"/>
                <w:szCs w:val="18"/>
              </w:rPr>
            </w:pPr>
          </w:p>
        </w:tc>
        <w:tc>
          <w:tcPr>
            <w:tcW w:w="863" w:type="pct"/>
            <w:shd w:val="clear" w:color="auto" w:fill="FFFFFF"/>
          </w:tcPr>
          <w:p w14:paraId="3D20923B" w14:textId="77777777" w:rsidR="00CE3AB5" w:rsidRPr="001E7798" w:rsidRDefault="00CE3AB5" w:rsidP="00CE3AB5">
            <w:pPr>
              <w:rPr>
                <w:sz w:val="18"/>
                <w:szCs w:val="18"/>
              </w:rPr>
            </w:pPr>
            <w:proofErr w:type="spellStart"/>
            <w:r w:rsidRPr="00CE3AB5">
              <w:rPr>
                <w:sz w:val="18"/>
                <w:szCs w:val="18"/>
              </w:rPr>
              <w:t>ClearingFirmName</w:t>
            </w:r>
            <w:proofErr w:type="spellEnd"/>
          </w:p>
        </w:tc>
        <w:tc>
          <w:tcPr>
            <w:tcW w:w="1614" w:type="pct"/>
            <w:shd w:val="clear" w:color="auto" w:fill="FFFFFF"/>
          </w:tcPr>
          <w:p w14:paraId="2596C1B8" w14:textId="77777777" w:rsidR="00CE3AB5" w:rsidRPr="001E7798" w:rsidRDefault="00CE3AB5" w:rsidP="00CE3AB5">
            <w:pPr>
              <w:rPr>
                <w:sz w:val="18"/>
                <w:szCs w:val="18"/>
              </w:rPr>
            </w:pPr>
            <w:r w:rsidRPr="00CE3AB5">
              <w:rPr>
                <w:sz w:val="18"/>
                <w:szCs w:val="18"/>
              </w:rPr>
              <w:t>Наименование Участника клиринга</w:t>
            </w:r>
          </w:p>
        </w:tc>
        <w:tc>
          <w:tcPr>
            <w:tcW w:w="495" w:type="pct"/>
            <w:shd w:val="clear" w:color="auto" w:fill="FFFFFF"/>
          </w:tcPr>
          <w:p w14:paraId="239272FB" w14:textId="77777777" w:rsidR="00CE3AB5" w:rsidRPr="001E7798" w:rsidRDefault="00CE3AB5" w:rsidP="00CE3AB5">
            <w:pPr>
              <w:jc w:val="center"/>
              <w:rPr>
                <w:sz w:val="18"/>
                <w:szCs w:val="18"/>
              </w:rPr>
            </w:pPr>
            <w:r w:rsidRPr="00CE3AB5">
              <w:rPr>
                <w:sz w:val="18"/>
                <w:szCs w:val="18"/>
              </w:rPr>
              <w:t>Да</w:t>
            </w:r>
          </w:p>
        </w:tc>
        <w:tc>
          <w:tcPr>
            <w:tcW w:w="550" w:type="pct"/>
            <w:shd w:val="clear" w:color="auto" w:fill="FFFFFF"/>
          </w:tcPr>
          <w:p w14:paraId="4451D76F" w14:textId="77777777" w:rsidR="00CE3AB5" w:rsidRPr="001E7798" w:rsidRDefault="00CE3AB5" w:rsidP="00CE3AB5">
            <w:pPr>
              <w:rPr>
                <w:sz w:val="18"/>
                <w:szCs w:val="18"/>
              </w:rPr>
            </w:pPr>
            <w:proofErr w:type="spellStart"/>
            <w:r w:rsidRPr="00CE3AB5">
              <w:rPr>
                <w:sz w:val="18"/>
                <w:szCs w:val="18"/>
              </w:rPr>
              <w:t>Character</w:t>
            </w:r>
            <w:proofErr w:type="spellEnd"/>
          </w:p>
        </w:tc>
        <w:tc>
          <w:tcPr>
            <w:tcW w:w="384" w:type="pct"/>
            <w:shd w:val="clear" w:color="auto" w:fill="FFFFFF"/>
          </w:tcPr>
          <w:p w14:paraId="12C28569" w14:textId="77777777" w:rsidR="00CE3AB5" w:rsidRPr="001E7798" w:rsidRDefault="00CE3AB5" w:rsidP="00CE3AB5">
            <w:pPr>
              <w:rPr>
                <w:sz w:val="18"/>
                <w:szCs w:val="18"/>
              </w:rPr>
            </w:pPr>
            <w:r w:rsidRPr="00CE3AB5">
              <w:rPr>
                <w:sz w:val="18"/>
                <w:szCs w:val="18"/>
              </w:rPr>
              <w:t>0-120</w:t>
            </w:r>
          </w:p>
        </w:tc>
        <w:tc>
          <w:tcPr>
            <w:tcW w:w="277" w:type="pct"/>
            <w:shd w:val="clear" w:color="auto" w:fill="FFFFFF"/>
          </w:tcPr>
          <w:p w14:paraId="4B84B694" w14:textId="77777777" w:rsidR="00CE3AB5" w:rsidRPr="001E7798" w:rsidRDefault="00CE3AB5" w:rsidP="00CE3AB5">
            <w:pPr>
              <w:rPr>
                <w:sz w:val="18"/>
                <w:szCs w:val="18"/>
              </w:rPr>
            </w:pPr>
          </w:p>
        </w:tc>
      </w:tr>
      <w:tr w:rsidR="00CE3AB5" w:rsidRPr="00C3046E" w14:paraId="4056C2AF" w14:textId="77777777" w:rsidTr="00CE3AB5">
        <w:tc>
          <w:tcPr>
            <w:tcW w:w="816" w:type="pct"/>
            <w:shd w:val="clear" w:color="auto" w:fill="FFFFFF"/>
          </w:tcPr>
          <w:p w14:paraId="3C0ABF5E" w14:textId="77777777" w:rsidR="00CE3AB5" w:rsidRPr="001E7798" w:rsidRDefault="00CE3AB5" w:rsidP="00CE3AB5">
            <w:pPr>
              <w:rPr>
                <w:sz w:val="18"/>
                <w:szCs w:val="18"/>
              </w:rPr>
            </w:pPr>
          </w:p>
        </w:tc>
        <w:tc>
          <w:tcPr>
            <w:tcW w:w="863" w:type="pct"/>
            <w:shd w:val="clear" w:color="auto" w:fill="FFFFFF"/>
          </w:tcPr>
          <w:p w14:paraId="035C3B8A" w14:textId="77777777" w:rsidR="00CE3AB5" w:rsidRPr="001E7798" w:rsidRDefault="00CE3AB5" w:rsidP="00CE3AB5">
            <w:pPr>
              <w:rPr>
                <w:sz w:val="18"/>
                <w:szCs w:val="18"/>
              </w:rPr>
            </w:pPr>
            <w:proofErr w:type="spellStart"/>
            <w:r w:rsidRPr="00CE3AB5">
              <w:rPr>
                <w:sz w:val="18"/>
                <w:szCs w:val="18"/>
              </w:rPr>
              <w:t>ClearingFirmNameEN</w:t>
            </w:r>
            <w:proofErr w:type="spellEnd"/>
          </w:p>
        </w:tc>
        <w:tc>
          <w:tcPr>
            <w:tcW w:w="1614" w:type="pct"/>
            <w:shd w:val="clear" w:color="auto" w:fill="FFFFFF"/>
          </w:tcPr>
          <w:p w14:paraId="0464CE11" w14:textId="77777777" w:rsidR="00CE3AB5" w:rsidRPr="001E7798" w:rsidRDefault="00CE3AB5" w:rsidP="00CE3AB5">
            <w:pPr>
              <w:rPr>
                <w:sz w:val="18"/>
                <w:szCs w:val="18"/>
              </w:rPr>
            </w:pPr>
            <w:r w:rsidRPr="00CE3AB5">
              <w:rPr>
                <w:sz w:val="18"/>
                <w:szCs w:val="18"/>
              </w:rPr>
              <w:t>Наименование Участника клиринга (английское)</w:t>
            </w:r>
          </w:p>
        </w:tc>
        <w:tc>
          <w:tcPr>
            <w:tcW w:w="495" w:type="pct"/>
            <w:shd w:val="clear" w:color="auto" w:fill="FFFFFF"/>
          </w:tcPr>
          <w:p w14:paraId="2A4206BE" w14:textId="77777777" w:rsidR="00CE3AB5" w:rsidRPr="001E7798" w:rsidRDefault="00CE3AB5" w:rsidP="00CE3AB5">
            <w:pPr>
              <w:jc w:val="center"/>
              <w:rPr>
                <w:sz w:val="18"/>
                <w:szCs w:val="18"/>
              </w:rPr>
            </w:pPr>
            <w:r w:rsidRPr="00CE3AB5">
              <w:rPr>
                <w:sz w:val="18"/>
                <w:szCs w:val="18"/>
              </w:rPr>
              <w:t>Нет</w:t>
            </w:r>
          </w:p>
        </w:tc>
        <w:tc>
          <w:tcPr>
            <w:tcW w:w="550" w:type="pct"/>
            <w:shd w:val="clear" w:color="auto" w:fill="FFFFFF"/>
          </w:tcPr>
          <w:p w14:paraId="42097313" w14:textId="77777777" w:rsidR="00CE3AB5" w:rsidRPr="001E7798" w:rsidRDefault="00CE3AB5" w:rsidP="00CE3AB5">
            <w:pPr>
              <w:rPr>
                <w:sz w:val="18"/>
                <w:szCs w:val="18"/>
              </w:rPr>
            </w:pPr>
            <w:proofErr w:type="spellStart"/>
            <w:r w:rsidRPr="00CE3AB5">
              <w:rPr>
                <w:sz w:val="18"/>
                <w:szCs w:val="18"/>
              </w:rPr>
              <w:t>Character</w:t>
            </w:r>
            <w:proofErr w:type="spellEnd"/>
          </w:p>
        </w:tc>
        <w:tc>
          <w:tcPr>
            <w:tcW w:w="384" w:type="pct"/>
            <w:shd w:val="clear" w:color="auto" w:fill="FFFFFF"/>
          </w:tcPr>
          <w:p w14:paraId="7F9087C0" w14:textId="77777777" w:rsidR="00CE3AB5" w:rsidRPr="001E7798" w:rsidRDefault="00CE3AB5" w:rsidP="00CE3AB5">
            <w:pPr>
              <w:rPr>
                <w:sz w:val="18"/>
                <w:szCs w:val="18"/>
              </w:rPr>
            </w:pPr>
            <w:r w:rsidRPr="00CE3AB5">
              <w:rPr>
                <w:sz w:val="18"/>
                <w:szCs w:val="18"/>
              </w:rPr>
              <w:t>0-120</w:t>
            </w:r>
          </w:p>
        </w:tc>
        <w:tc>
          <w:tcPr>
            <w:tcW w:w="277" w:type="pct"/>
            <w:shd w:val="clear" w:color="auto" w:fill="FFFFFF"/>
          </w:tcPr>
          <w:p w14:paraId="66B4C782" w14:textId="77777777" w:rsidR="00CE3AB5" w:rsidRPr="001E7798" w:rsidRDefault="00CE3AB5" w:rsidP="00CE3AB5">
            <w:pPr>
              <w:rPr>
                <w:sz w:val="18"/>
                <w:szCs w:val="18"/>
              </w:rPr>
            </w:pPr>
          </w:p>
        </w:tc>
      </w:tr>
      <w:tr w:rsidR="00C3046E" w:rsidRPr="00C3046E" w14:paraId="2B6FCDEB" w14:textId="77777777" w:rsidTr="00CE3AB5">
        <w:tc>
          <w:tcPr>
            <w:tcW w:w="816" w:type="pct"/>
            <w:shd w:val="clear" w:color="auto" w:fill="BFBFBF"/>
          </w:tcPr>
          <w:p w14:paraId="5B778219" w14:textId="77777777" w:rsidR="00C3046E" w:rsidRPr="001E7798" w:rsidRDefault="00C3046E" w:rsidP="00BB0E41">
            <w:pPr>
              <w:rPr>
                <w:sz w:val="18"/>
                <w:szCs w:val="18"/>
              </w:rPr>
            </w:pPr>
            <w:r w:rsidRPr="001E7798">
              <w:rPr>
                <w:sz w:val="18"/>
                <w:szCs w:val="18"/>
              </w:rPr>
              <w:t xml:space="preserve">    SETTLE</w:t>
            </w:r>
          </w:p>
        </w:tc>
        <w:tc>
          <w:tcPr>
            <w:tcW w:w="863" w:type="pct"/>
            <w:shd w:val="clear" w:color="auto" w:fill="BFBFBF"/>
          </w:tcPr>
          <w:p w14:paraId="12C6E0B6" w14:textId="77777777" w:rsidR="00C3046E" w:rsidRPr="001E7798" w:rsidRDefault="00C3046E" w:rsidP="00BB0E41">
            <w:pPr>
              <w:rPr>
                <w:sz w:val="18"/>
                <w:szCs w:val="18"/>
              </w:rPr>
            </w:pPr>
          </w:p>
        </w:tc>
        <w:tc>
          <w:tcPr>
            <w:tcW w:w="1614" w:type="pct"/>
            <w:shd w:val="clear" w:color="auto" w:fill="BFBFBF"/>
          </w:tcPr>
          <w:p w14:paraId="72A7619C" w14:textId="77777777" w:rsidR="00C3046E" w:rsidRPr="00A57AF7" w:rsidRDefault="00C3046E" w:rsidP="00BB0E41">
            <w:pPr>
              <w:rPr>
                <w:sz w:val="18"/>
                <w:szCs w:val="18"/>
              </w:rPr>
            </w:pPr>
            <w:r w:rsidRPr="00A57AF7">
              <w:rPr>
                <w:sz w:val="18"/>
                <w:szCs w:val="18"/>
              </w:rPr>
              <w:t xml:space="preserve">Блок информации по </w:t>
            </w:r>
            <w:r w:rsidR="00F049C3" w:rsidRPr="00A57AF7">
              <w:rPr>
                <w:sz w:val="18"/>
                <w:szCs w:val="18"/>
              </w:rPr>
              <w:t>ТКР</w:t>
            </w:r>
          </w:p>
        </w:tc>
        <w:tc>
          <w:tcPr>
            <w:tcW w:w="495" w:type="pct"/>
            <w:shd w:val="clear" w:color="auto" w:fill="BFBFBF"/>
          </w:tcPr>
          <w:p w14:paraId="1A58800E" w14:textId="77777777" w:rsidR="00C3046E" w:rsidRPr="001E7798" w:rsidRDefault="00C3046E" w:rsidP="00BB0E4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50" w:type="pct"/>
            <w:shd w:val="clear" w:color="auto" w:fill="BFBFBF"/>
          </w:tcPr>
          <w:p w14:paraId="50355F98" w14:textId="77777777" w:rsidR="00C3046E" w:rsidRPr="001E7798" w:rsidRDefault="00C3046E" w:rsidP="00BB0E41">
            <w:pPr>
              <w:rPr>
                <w:sz w:val="18"/>
                <w:szCs w:val="18"/>
              </w:rPr>
            </w:pPr>
          </w:p>
        </w:tc>
        <w:tc>
          <w:tcPr>
            <w:tcW w:w="384" w:type="pct"/>
            <w:shd w:val="clear" w:color="auto" w:fill="BFBFBF"/>
          </w:tcPr>
          <w:p w14:paraId="2AA12123" w14:textId="77777777" w:rsidR="00C3046E" w:rsidRPr="001E7798" w:rsidRDefault="00C3046E" w:rsidP="00BB0E41">
            <w:pPr>
              <w:rPr>
                <w:sz w:val="18"/>
                <w:szCs w:val="18"/>
              </w:rPr>
            </w:pPr>
          </w:p>
        </w:tc>
        <w:tc>
          <w:tcPr>
            <w:tcW w:w="277" w:type="pct"/>
            <w:shd w:val="clear" w:color="auto" w:fill="BFBFBF"/>
          </w:tcPr>
          <w:p w14:paraId="02810A2B" w14:textId="77777777" w:rsidR="00C3046E" w:rsidRPr="001E7798" w:rsidRDefault="00C3046E" w:rsidP="00BB0E41">
            <w:pPr>
              <w:rPr>
                <w:sz w:val="18"/>
                <w:szCs w:val="18"/>
              </w:rPr>
            </w:pPr>
          </w:p>
        </w:tc>
      </w:tr>
      <w:tr w:rsidR="00CE3AB5" w:rsidRPr="00C3046E" w14:paraId="4E355F3E" w14:textId="77777777" w:rsidTr="00CE3AB5">
        <w:tc>
          <w:tcPr>
            <w:tcW w:w="816" w:type="pct"/>
            <w:shd w:val="clear" w:color="auto" w:fill="FFFFFF"/>
          </w:tcPr>
          <w:p w14:paraId="7B3B6FFC" w14:textId="77777777" w:rsidR="00CE3AB5" w:rsidRPr="001E7798" w:rsidRDefault="00CE3AB5" w:rsidP="00CE3AB5">
            <w:pPr>
              <w:rPr>
                <w:sz w:val="18"/>
                <w:szCs w:val="18"/>
              </w:rPr>
            </w:pPr>
          </w:p>
        </w:tc>
        <w:tc>
          <w:tcPr>
            <w:tcW w:w="863" w:type="pct"/>
            <w:shd w:val="clear" w:color="auto" w:fill="FFFFFF"/>
          </w:tcPr>
          <w:p w14:paraId="32440F8F" w14:textId="77777777" w:rsidR="00CE3AB5" w:rsidRPr="001E7798" w:rsidRDefault="00CE3AB5" w:rsidP="00CE3AB5">
            <w:pPr>
              <w:rPr>
                <w:sz w:val="18"/>
                <w:szCs w:val="18"/>
              </w:rPr>
            </w:pPr>
            <w:proofErr w:type="spellStart"/>
            <w:r w:rsidRPr="00CE3AB5">
              <w:rPr>
                <w:sz w:val="18"/>
                <w:szCs w:val="18"/>
              </w:rPr>
              <w:t>MinGarFond</w:t>
            </w:r>
            <w:proofErr w:type="spellEnd"/>
          </w:p>
        </w:tc>
        <w:tc>
          <w:tcPr>
            <w:tcW w:w="1614" w:type="pct"/>
            <w:shd w:val="clear" w:color="auto" w:fill="FFFFFF"/>
          </w:tcPr>
          <w:p w14:paraId="7815A1E9" w14:textId="77777777" w:rsidR="00CE3AB5" w:rsidRPr="00A57AF7" w:rsidRDefault="00CE3AB5" w:rsidP="00CE3AB5">
            <w:pPr>
              <w:rPr>
                <w:sz w:val="18"/>
                <w:szCs w:val="18"/>
              </w:rPr>
            </w:pPr>
            <w:r w:rsidRPr="00CE3AB5">
              <w:rPr>
                <w:sz w:val="18"/>
                <w:szCs w:val="18"/>
              </w:rPr>
              <w:t>Минимальный размер взноса Участника клиринга в Гарантийный фонд в руб.</w:t>
            </w:r>
          </w:p>
        </w:tc>
        <w:tc>
          <w:tcPr>
            <w:tcW w:w="495" w:type="pct"/>
            <w:shd w:val="clear" w:color="auto" w:fill="FFFFFF"/>
          </w:tcPr>
          <w:p w14:paraId="70F153FD" w14:textId="77777777" w:rsidR="00CE3AB5" w:rsidRPr="001E7798" w:rsidRDefault="00CE3AB5" w:rsidP="00CE3AB5">
            <w:pPr>
              <w:jc w:val="center"/>
              <w:rPr>
                <w:sz w:val="18"/>
                <w:szCs w:val="18"/>
              </w:rPr>
            </w:pPr>
            <w:r w:rsidRPr="00CE3AB5">
              <w:rPr>
                <w:sz w:val="18"/>
                <w:szCs w:val="18"/>
              </w:rPr>
              <w:t>Да</w:t>
            </w:r>
          </w:p>
        </w:tc>
        <w:tc>
          <w:tcPr>
            <w:tcW w:w="550" w:type="pct"/>
            <w:shd w:val="clear" w:color="auto" w:fill="FFFFFF"/>
          </w:tcPr>
          <w:p w14:paraId="753003EC" w14:textId="77777777" w:rsidR="00CE3AB5" w:rsidRPr="001E7798" w:rsidRDefault="00CE3AB5" w:rsidP="00CE3AB5">
            <w:pPr>
              <w:rPr>
                <w:sz w:val="18"/>
                <w:szCs w:val="18"/>
              </w:rPr>
            </w:pPr>
            <w:r w:rsidRPr="00CE3AB5">
              <w:rPr>
                <w:sz w:val="18"/>
                <w:szCs w:val="18"/>
              </w:rPr>
              <w:t>Number</w:t>
            </w:r>
          </w:p>
        </w:tc>
        <w:tc>
          <w:tcPr>
            <w:tcW w:w="384" w:type="pct"/>
            <w:shd w:val="clear" w:color="auto" w:fill="FFFFFF"/>
          </w:tcPr>
          <w:p w14:paraId="4E136E0B" w14:textId="77777777" w:rsidR="00CE3AB5" w:rsidRPr="001E7798" w:rsidRDefault="00CE3AB5" w:rsidP="00CE3AB5">
            <w:pPr>
              <w:rPr>
                <w:sz w:val="18"/>
                <w:szCs w:val="18"/>
              </w:rPr>
            </w:pPr>
            <w:r w:rsidRPr="00CE3AB5">
              <w:rPr>
                <w:sz w:val="18"/>
                <w:szCs w:val="18"/>
              </w:rPr>
              <w:t>20</w:t>
            </w:r>
          </w:p>
        </w:tc>
        <w:tc>
          <w:tcPr>
            <w:tcW w:w="277" w:type="pct"/>
            <w:shd w:val="clear" w:color="auto" w:fill="FFFFFF"/>
          </w:tcPr>
          <w:p w14:paraId="5A7178D5" w14:textId="77777777" w:rsidR="00CE3AB5" w:rsidRPr="001E7798" w:rsidRDefault="00CE3AB5" w:rsidP="00CE3AB5">
            <w:pPr>
              <w:rPr>
                <w:sz w:val="18"/>
                <w:szCs w:val="18"/>
              </w:rPr>
            </w:pPr>
            <w:r w:rsidRPr="00CE3AB5">
              <w:rPr>
                <w:sz w:val="18"/>
                <w:szCs w:val="18"/>
              </w:rPr>
              <w:t>2</w:t>
            </w:r>
          </w:p>
        </w:tc>
      </w:tr>
      <w:tr w:rsidR="00CE3AB5" w:rsidRPr="00C3046E" w14:paraId="6685E12F" w14:textId="77777777" w:rsidTr="00CE3AB5">
        <w:tc>
          <w:tcPr>
            <w:tcW w:w="816" w:type="pct"/>
            <w:shd w:val="clear" w:color="auto" w:fill="FFFFFF"/>
          </w:tcPr>
          <w:p w14:paraId="70939B85" w14:textId="77777777" w:rsidR="00CE3AB5" w:rsidRPr="001E7798" w:rsidRDefault="00CE3AB5" w:rsidP="00CE3AB5">
            <w:pPr>
              <w:rPr>
                <w:sz w:val="18"/>
                <w:szCs w:val="18"/>
              </w:rPr>
            </w:pPr>
          </w:p>
        </w:tc>
        <w:tc>
          <w:tcPr>
            <w:tcW w:w="863" w:type="pct"/>
            <w:shd w:val="clear" w:color="auto" w:fill="FFFFFF"/>
          </w:tcPr>
          <w:p w14:paraId="69C240E3" w14:textId="77777777" w:rsidR="00CE3AB5" w:rsidRPr="001E7798" w:rsidRDefault="00CE3AB5" w:rsidP="00CE3AB5">
            <w:pPr>
              <w:rPr>
                <w:sz w:val="18"/>
                <w:szCs w:val="18"/>
              </w:rPr>
            </w:pPr>
            <w:proofErr w:type="spellStart"/>
            <w:r w:rsidRPr="00CE3AB5">
              <w:rPr>
                <w:sz w:val="18"/>
                <w:szCs w:val="18"/>
              </w:rPr>
              <w:t>GarFond</w:t>
            </w:r>
            <w:proofErr w:type="spellEnd"/>
          </w:p>
        </w:tc>
        <w:tc>
          <w:tcPr>
            <w:tcW w:w="1614" w:type="pct"/>
            <w:shd w:val="clear" w:color="auto" w:fill="FFFFFF"/>
          </w:tcPr>
          <w:p w14:paraId="5C40432B" w14:textId="77777777" w:rsidR="00CE3AB5" w:rsidRPr="00A57AF7" w:rsidRDefault="00CE3AB5" w:rsidP="00CE3AB5">
            <w:pPr>
              <w:rPr>
                <w:sz w:val="18"/>
                <w:szCs w:val="18"/>
              </w:rPr>
            </w:pPr>
            <w:r w:rsidRPr="00CE3AB5">
              <w:rPr>
                <w:sz w:val="18"/>
                <w:szCs w:val="18"/>
              </w:rPr>
              <w:t>Фактический размер взноса Участника клиринга в Гарантийный фонд</w:t>
            </w:r>
          </w:p>
        </w:tc>
        <w:tc>
          <w:tcPr>
            <w:tcW w:w="495" w:type="pct"/>
            <w:shd w:val="clear" w:color="auto" w:fill="FFFFFF"/>
          </w:tcPr>
          <w:p w14:paraId="285DA862" w14:textId="77777777" w:rsidR="00CE3AB5" w:rsidRPr="001E7798" w:rsidRDefault="00CE3AB5" w:rsidP="00CE3AB5">
            <w:pPr>
              <w:jc w:val="center"/>
              <w:rPr>
                <w:sz w:val="18"/>
                <w:szCs w:val="18"/>
              </w:rPr>
            </w:pPr>
            <w:r w:rsidRPr="00CE3AB5">
              <w:rPr>
                <w:sz w:val="18"/>
                <w:szCs w:val="18"/>
              </w:rPr>
              <w:t>Да</w:t>
            </w:r>
          </w:p>
        </w:tc>
        <w:tc>
          <w:tcPr>
            <w:tcW w:w="550" w:type="pct"/>
            <w:shd w:val="clear" w:color="auto" w:fill="FFFFFF"/>
          </w:tcPr>
          <w:p w14:paraId="2C117053" w14:textId="77777777" w:rsidR="00CE3AB5" w:rsidRPr="001E7798" w:rsidRDefault="00CE3AB5" w:rsidP="00CE3AB5">
            <w:pPr>
              <w:rPr>
                <w:sz w:val="18"/>
                <w:szCs w:val="18"/>
              </w:rPr>
            </w:pPr>
            <w:r w:rsidRPr="00CE3AB5">
              <w:rPr>
                <w:sz w:val="18"/>
                <w:szCs w:val="18"/>
              </w:rPr>
              <w:t>Number</w:t>
            </w:r>
          </w:p>
        </w:tc>
        <w:tc>
          <w:tcPr>
            <w:tcW w:w="384" w:type="pct"/>
            <w:shd w:val="clear" w:color="auto" w:fill="FFFFFF"/>
          </w:tcPr>
          <w:p w14:paraId="340EE6E3" w14:textId="77777777" w:rsidR="00CE3AB5" w:rsidRPr="001E7798" w:rsidRDefault="00CE3AB5" w:rsidP="00CE3AB5">
            <w:pPr>
              <w:rPr>
                <w:sz w:val="18"/>
                <w:szCs w:val="18"/>
              </w:rPr>
            </w:pPr>
            <w:r w:rsidRPr="00CE3AB5">
              <w:rPr>
                <w:sz w:val="18"/>
                <w:szCs w:val="18"/>
              </w:rPr>
              <w:t>20</w:t>
            </w:r>
          </w:p>
        </w:tc>
        <w:tc>
          <w:tcPr>
            <w:tcW w:w="277" w:type="pct"/>
            <w:shd w:val="clear" w:color="auto" w:fill="FFFFFF"/>
          </w:tcPr>
          <w:p w14:paraId="3ABC57ED" w14:textId="77777777" w:rsidR="00CE3AB5" w:rsidRPr="001E7798" w:rsidRDefault="00CE3AB5" w:rsidP="00CE3AB5">
            <w:pPr>
              <w:rPr>
                <w:sz w:val="18"/>
                <w:szCs w:val="18"/>
              </w:rPr>
            </w:pPr>
            <w:r w:rsidRPr="00CE3AB5">
              <w:rPr>
                <w:sz w:val="18"/>
                <w:szCs w:val="18"/>
              </w:rPr>
              <w:t>2</w:t>
            </w:r>
          </w:p>
        </w:tc>
      </w:tr>
      <w:tr w:rsidR="00CE3AB5" w:rsidRPr="00C3046E" w14:paraId="62BE4573" w14:textId="77777777" w:rsidTr="00CE3AB5">
        <w:tc>
          <w:tcPr>
            <w:tcW w:w="816" w:type="pct"/>
            <w:shd w:val="clear" w:color="auto" w:fill="FFFFFF"/>
          </w:tcPr>
          <w:p w14:paraId="391CA9DB" w14:textId="77777777" w:rsidR="00CE3AB5" w:rsidRPr="001E7798" w:rsidRDefault="00CE3AB5" w:rsidP="00CE3AB5">
            <w:pPr>
              <w:rPr>
                <w:sz w:val="18"/>
                <w:szCs w:val="18"/>
              </w:rPr>
            </w:pPr>
          </w:p>
        </w:tc>
        <w:tc>
          <w:tcPr>
            <w:tcW w:w="863" w:type="pct"/>
            <w:shd w:val="clear" w:color="auto" w:fill="FFFFFF"/>
          </w:tcPr>
          <w:p w14:paraId="1BAD11F9" w14:textId="77777777" w:rsidR="00CE3AB5" w:rsidRPr="001E7798" w:rsidRDefault="00CE3AB5" w:rsidP="00CE3AB5">
            <w:pPr>
              <w:rPr>
                <w:sz w:val="18"/>
                <w:szCs w:val="18"/>
              </w:rPr>
            </w:pPr>
            <w:proofErr w:type="spellStart"/>
            <w:r w:rsidRPr="00CE3AB5">
              <w:rPr>
                <w:sz w:val="18"/>
                <w:szCs w:val="18"/>
              </w:rPr>
              <w:t>FreeSum</w:t>
            </w:r>
            <w:proofErr w:type="spellEnd"/>
          </w:p>
        </w:tc>
        <w:tc>
          <w:tcPr>
            <w:tcW w:w="1614" w:type="pct"/>
            <w:shd w:val="clear" w:color="auto" w:fill="FFFFFF"/>
          </w:tcPr>
          <w:p w14:paraId="59974802" w14:textId="77777777" w:rsidR="00CE3AB5" w:rsidRPr="001E7798" w:rsidRDefault="00CE3AB5" w:rsidP="00CE3AB5">
            <w:pPr>
              <w:rPr>
                <w:sz w:val="18"/>
                <w:szCs w:val="18"/>
              </w:rPr>
            </w:pPr>
            <w:r w:rsidRPr="00CE3AB5">
              <w:rPr>
                <w:sz w:val="18"/>
                <w:szCs w:val="18"/>
              </w:rPr>
              <w:t>Свободные средства</w:t>
            </w:r>
          </w:p>
        </w:tc>
        <w:tc>
          <w:tcPr>
            <w:tcW w:w="495" w:type="pct"/>
            <w:shd w:val="clear" w:color="auto" w:fill="FFFFFF"/>
          </w:tcPr>
          <w:p w14:paraId="1BB26AAB" w14:textId="77777777" w:rsidR="00CE3AB5" w:rsidRPr="001E7798" w:rsidRDefault="00CE3AB5" w:rsidP="00CE3AB5">
            <w:pPr>
              <w:jc w:val="center"/>
              <w:rPr>
                <w:sz w:val="18"/>
                <w:szCs w:val="18"/>
              </w:rPr>
            </w:pPr>
            <w:r w:rsidRPr="00CE3AB5">
              <w:rPr>
                <w:sz w:val="18"/>
                <w:szCs w:val="18"/>
              </w:rPr>
              <w:t>Да</w:t>
            </w:r>
          </w:p>
        </w:tc>
        <w:tc>
          <w:tcPr>
            <w:tcW w:w="550" w:type="pct"/>
            <w:shd w:val="clear" w:color="auto" w:fill="FFFFFF"/>
          </w:tcPr>
          <w:p w14:paraId="26B2D1DA" w14:textId="77777777" w:rsidR="00CE3AB5" w:rsidRPr="001E7798" w:rsidRDefault="00CE3AB5" w:rsidP="00CE3AB5">
            <w:pPr>
              <w:rPr>
                <w:sz w:val="18"/>
                <w:szCs w:val="18"/>
              </w:rPr>
            </w:pPr>
            <w:r w:rsidRPr="00CE3AB5">
              <w:rPr>
                <w:sz w:val="18"/>
                <w:szCs w:val="18"/>
              </w:rPr>
              <w:t>Number</w:t>
            </w:r>
          </w:p>
        </w:tc>
        <w:tc>
          <w:tcPr>
            <w:tcW w:w="384" w:type="pct"/>
            <w:shd w:val="clear" w:color="auto" w:fill="FFFFFF"/>
          </w:tcPr>
          <w:p w14:paraId="352966B9" w14:textId="77777777" w:rsidR="00CE3AB5" w:rsidRPr="001E7798" w:rsidRDefault="00CE3AB5" w:rsidP="00CE3AB5">
            <w:pPr>
              <w:rPr>
                <w:sz w:val="18"/>
                <w:szCs w:val="18"/>
              </w:rPr>
            </w:pPr>
            <w:r w:rsidRPr="00CE3AB5">
              <w:rPr>
                <w:sz w:val="18"/>
                <w:szCs w:val="18"/>
              </w:rPr>
              <w:t>20</w:t>
            </w:r>
          </w:p>
        </w:tc>
        <w:tc>
          <w:tcPr>
            <w:tcW w:w="277" w:type="pct"/>
            <w:shd w:val="clear" w:color="auto" w:fill="FFFFFF"/>
          </w:tcPr>
          <w:p w14:paraId="10568879" w14:textId="77777777" w:rsidR="00CE3AB5" w:rsidRPr="001E7798" w:rsidRDefault="00CE3AB5" w:rsidP="00CE3AB5">
            <w:pPr>
              <w:rPr>
                <w:sz w:val="18"/>
                <w:szCs w:val="18"/>
              </w:rPr>
            </w:pPr>
            <w:r w:rsidRPr="00CE3AB5">
              <w:rPr>
                <w:sz w:val="18"/>
                <w:szCs w:val="18"/>
              </w:rPr>
              <w:t>2</w:t>
            </w:r>
          </w:p>
        </w:tc>
      </w:tr>
      <w:tr w:rsidR="00C3046E" w:rsidRPr="00C3046E" w14:paraId="06F01B9B" w14:textId="77777777" w:rsidTr="00CE3AB5">
        <w:tc>
          <w:tcPr>
            <w:tcW w:w="816" w:type="pct"/>
            <w:shd w:val="clear" w:color="auto" w:fill="BFBFBF"/>
          </w:tcPr>
          <w:p w14:paraId="387B2F29" w14:textId="77777777" w:rsidR="00C3046E" w:rsidRPr="001E7798" w:rsidRDefault="00C3046E" w:rsidP="00BB0E41">
            <w:pPr>
              <w:rPr>
                <w:sz w:val="18"/>
                <w:szCs w:val="18"/>
              </w:rPr>
            </w:pPr>
            <w:r w:rsidRPr="001E7798">
              <w:rPr>
                <w:sz w:val="18"/>
                <w:szCs w:val="18"/>
              </w:rPr>
              <w:t xml:space="preserve">    /SETTLE</w:t>
            </w:r>
          </w:p>
        </w:tc>
        <w:tc>
          <w:tcPr>
            <w:tcW w:w="863" w:type="pct"/>
            <w:shd w:val="clear" w:color="auto" w:fill="BFBFBF"/>
          </w:tcPr>
          <w:p w14:paraId="68CCFE53" w14:textId="77777777" w:rsidR="00C3046E" w:rsidRPr="001E7798" w:rsidRDefault="00C3046E" w:rsidP="00BB0E41">
            <w:pPr>
              <w:rPr>
                <w:sz w:val="18"/>
                <w:szCs w:val="18"/>
              </w:rPr>
            </w:pPr>
          </w:p>
        </w:tc>
        <w:tc>
          <w:tcPr>
            <w:tcW w:w="1614" w:type="pct"/>
            <w:shd w:val="clear" w:color="auto" w:fill="BFBFBF"/>
          </w:tcPr>
          <w:p w14:paraId="1B45AC77" w14:textId="77777777" w:rsidR="00C3046E" w:rsidRPr="001E7798" w:rsidRDefault="00C3046E" w:rsidP="00BB0E41">
            <w:pPr>
              <w:rPr>
                <w:sz w:val="18"/>
                <w:szCs w:val="18"/>
              </w:rPr>
            </w:pPr>
          </w:p>
        </w:tc>
        <w:tc>
          <w:tcPr>
            <w:tcW w:w="495" w:type="pct"/>
            <w:shd w:val="clear" w:color="auto" w:fill="BFBFBF"/>
          </w:tcPr>
          <w:p w14:paraId="5AF623CD" w14:textId="77777777" w:rsidR="00C3046E" w:rsidRPr="001E7798" w:rsidRDefault="00C3046E" w:rsidP="00BB0E4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50" w:type="pct"/>
            <w:shd w:val="clear" w:color="auto" w:fill="BFBFBF"/>
          </w:tcPr>
          <w:p w14:paraId="2FC84FC2" w14:textId="77777777" w:rsidR="00C3046E" w:rsidRPr="001E7798" w:rsidRDefault="00C3046E" w:rsidP="00BB0E41">
            <w:pPr>
              <w:rPr>
                <w:sz w:val="18"/>
                <w:szCs w:val="18"/>
              </w:rPr>
            </w:pPr>
          </w:p>
        </w:tc>
        <w:tc>
          <w:tcPr>
            <w:tcW w:w="384" w:type="pct"/>
            <w:shd w:val="clear" w:color="auto" w:fill="BFBFBF"/>
          </w:tcPr>
          <w:p w14:paraId="32A8889D" w14:textId="77777777" w:rsidR="00C3046E" w:rsidRPr="001E7798" w:rsidRDefault="00C3046E" w:rsidP="00BB0E41">
            <w:pPr>
              <w:rPr>
                <w:sz w:val="18"/>
                <w:szCs w:val="18"/>
              </w:rPr>
            </w:pPr>
          </w:p>
        </w:tc>
        <w:tc>
          <w:tcPr>
            <w:tcW w:w="277" w:type="pct"/>
            <w:shd w:val="clear" w:color="auto" w:fill="BFBFBF"/>
          </w:tcPr>
          <w:p w14:paraId="068DBF4A" w14:textId="77777777" w:rsidR="00C3046E" w:rsidRPr="001E7798" w:rsidRDefault="00C3046E" w:rsidP="00BB0E41">
            <w:pPr>
              <w:rPr>
                <w:sz w:val="18"/>
                <w:szCs w:val="18"/>
              </w:rPr>
            </w:pPr>
          </w:p>
        </w:tc>
      </w:tr>
      <w:tr w:rsidR="00C3046E" w:rsidRPr="00C3046E" w14:paraId="4C582D46" w14:textId="77777777" w:rsidTr="00CE3AB5">
        <w:tc>
          <w:tcPr>
            <w:tcW w:w="816" w:type="pct"/>
            <w:shd w:val="clear" w:color="auto" w:fill="BFBFBF"/>
          </w:tcPr>
          <w:p w14:paraId="445FB2BE" w14:textId="77777777" w:rsidR="00C3046E" w:rsidRPr="001E7798" w:rsidRDefault="00C3046E" w:rsidP="00BB0E41">
            <w:pPr>
              <w:rPr>
                <w:sz w:val="18"/>
                <w:szCs w:val="18"/>
              </w:rPr>
            </w:pPr>
            <w:r w:rsidRPr="001E7798">
              <w:rPr>
                <w:sz w:val="18"/>
                <w:szCs w:val="18"/>
              </w:rPr>
              <w:t xml:space="preserve">  /</w:t>
            </w:r>
            <w:r w:rsidR="00CE3AB5">
              <w:rPr>
                <w:sz w:val="18"/>
                <w:szCs w:val="18"/>
              </w:rPr>
              <w:t>EQM92</w:t>
            </w:r>
          </w:p>
        </w:tc>
        <w:tc>
          <w:tcPr>
            <w:tcW w:w="863" w:type="pct"/>
            <w:shd w:val="clear" w:color="auto" w:fill="BFBFBF"/>
          </w:tcPr>
          <w:p w14:paraId="26590E06" w14:textId="77777777" w:rsidR="00C3046E" w:rsidRPr="001E7798" w:rsidRDefault="00C3046E" w:rsidP="00BB0E41">
            <w:pPr>
              <w:rPr>
                <w:sz w:val="18"/>
                <w:szCs w:val="18"/>
              </w:rPr>
            </w:pPr>
          </w:p>
        </w:tc>
        <w:tc>
          <w:tcPr>
            <w:tcW w:w="1614" w:type="pct"/>
            <w:shd w:val="clear" w:color="auto" w:fill="BFBFBF"/>
          </w:tcPr>
          <w:p w14:paraId="417BBE57" w14:textId="77777777" w:rsidR="00C3046E" w:rsidRPr="001E7798" w:rsidRDefault="00C3046E" w:rsidP="00BB0E41">
            <w:pPr>
              <w:rPr>
                <w:sz w:val="18"/>
                <w:szCs w:val="18"/>
              </w:rPr>
            </w:pPr>
          </w:p>
        </w:tc>
        <w:tc>
          <w:tcPr>
            <w:tcW w:w="495" w:type="pct"/>
            <w:shd w:val="clear" w:color="auto" w:fill="BFBFBF"/>
          </w:tcPr>
          <w:p w14:paraId="4341F85B" w14:textId="77777777" w:rsidR="00C3046E" w:rsidRPr="001E7798" w:rsidRDefault="00C3046E" w:rsidP="00BB0E4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50" w:type="pct"/>
            <w:shd w:val="clear" w:color="auto" w:fill="BFBFBF"/>
          </w:tcPr>
          <w:p w14:paraId="54E19259" w14:textId="77777777" w:rsidR="00C3046E" w:rsidRPr="001E7798" w:rsidRDefault="00C3046E" w:rsidP="00BB0E41">
            <w:pPr>
              <w:rPr>
                <w:sz w:val="18"/>
                <w:szCs w:val="18"/>
              </w:rPr>
            </w:pPr>
          </w:p>
        </w:tc>
        <w:tc>
          <w:tcPr>
            <w:tcW w:w="384" w:type="pct"/>
            <w:shd w:val="clear" w:color="auto" w:fill="BFBFBF"/>
          </w:tcPr>
          <w:p w14:paraId="6CB8519F" w14:textId="77777777" w:rsidR="00C3046E" w:rsidRPr="001E7798" w:rsidRDefault="00C3046E" w:rsidP="00BB0E41">
            <w:pPr>
              <w:rPr>
                <w:sz w:val="18"/>
                <w:szCs w:val="18"/>
              </w:rPr>
            </w:pPr>
          </w:p>
        </w:tc>
        <w:tc>
          <w:tcPr>
            <w:tcW w:w="277" w:type="pct"/>
            <w:shd w:val="clear" w:color="auto" w:fill="BFBFBF"/>
          </w:tcPr>
          <w:p w14:paraId="7620332D" w14:textId="77777777" w:rsidR="00C3046E" w:rsidRPr="001E7798" w:rsidRDefault="00C3046E" w:rsidP="00BB0E41">
            <w:pPr>
              <w:rPr>
                <w:sz w:val="18"/>
                <w:szCs w:val="18"/>
              </w:rPr>
            </w:pPr>
          </w:p>
        </w:tc>
      </w:tr>
      <w:tr w:rsidR="00C3046E" w:rsidRPr="00C3046E" w14:paraId="3A2476BF" w14:textId="77777777" w:rsidTr="00CE3AB5">
        <w:tc>
          <w:tcPr>
            <w:tcW w:w="816" w:type="pct"/>
            <w:shd w:val="clear" w:color="auto" w:fill="BFBFBF"/>
          </w:tcPr>
          <w:p w14:paraId="6DCDADDE" w14:textId="77777777" w:rsidR="00C3046E" w:rsidRPr="001E7798" w:rsidRDefault="00C3046E" w:rsidP="00BB0E41">
            <w:pPr>
              <w:rPr>
                <w:sz w:val="18"/>
                <w:szCs w:val="18"/>
              </w:rPr>
            </w:pPr>
            <w:r w:rsidRPr="001E7798">
              <w:rPr>
                <w:sz w:val="18"/>
                <w:szCs w:val="18"/>
              </w:rPr>
              <w:t>/</w:t>
            </w:r>
            <w:r w:rsidR="00493B15">
              <w:rPr>
                <w:sz w:val="18"/>
                <w:szCs w:val="18"/>
              </w:rPr>
              <w:t>EFIS</w:t>
            </w:r>
            <w:r w:rsidRPr="001E7798">
              <w:rPr>
                <w:sz w:val="18"/>
                <w:szCs w:val="18"/>
              </w:rPr>
              <w:t>_DOC</w:t>
            </w:r>
          </w:p>
        </w:tc>
        <w:tc>
          <w:tcPr>
            <w:tcW w:w="863" w:type="pct"/>
            <w:shd w:val="clear" w:color="auto" w:fill="BFBFBF"/>
          </w:tcPr>
          <w:p w14:paraId="06941CE1" w14:textId="77777777" w:rsidR="00C3046E" w:rsidRPr="001E7798" w:rsidRDefault="00C3046E" w:rsidP="00BB0E41">
            <w:pPr>
              <w:rPr>
                <w:sz w:val="18"/>
                <w:szCs w:val="18"/>
              </w:rPr>
            </w:pPr>
          </w:p>
        </w:tc>
        <w:tc>
          <w:tcPr>
            <w:tcW w:w="1614" w:type="pct"/>
            <w:shd w:val="clear" w:color="auto" w:fill="BFBFBF"/>
          </w:tcPr>
          <w:p w14:paraId="7B24A7B2" w14:textId="77777777" w:rsidR="00C3046E" w:rsidRPr="001E7798" w:rsidRDefault="00C3046E" w:rsidP="00BB0E41">
            <w:pPr>
              <w:rPr>
                <w:sz w:val="18"/>
                <w:szCs w:val="18"/>
              </w:rPr>
            </w:pPr>
          </w:p>
        </w:tc>
        <w:tc>
          <w:tcPr>
            <w:tcW w:w="495" w:type="pct"/>
            <w:shd w:val="clear" w:color="auto" w:fill="BFBFBF"/>
          </w:tcPr>
          <w:p w14:paraId="48424E33" w14:textId="77777777" w:rsidR="00C3046E" w:rsidRPr="001E7798" w:rsidRDefault="00C3046E" w:rsidP="00BB0E4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50" w:type="pct"/>
            <w:shd w:val="clear" w:color="auto" w:fill="BFBFBF"/>
          </w:tcPr>
          <w:p w14:paraId="32BEE228" w14:textId="77777777" w:rsidR="00C3046E" w:rsidRPr="001E7798" w:rsidRDefault="00C3046E" w:rsidP="00BB0E41">
            <w:pPr>
              <w:rPr>
                <w:sz w:val="18"/>
                <w:szCs w:val="18"/>
              </w:rPr>
            </w:pPr>
          </w:p>
        </w:tc>
        <w:tc>
          <w:tcPr>
            <w:tcW w:w="384" w:type="pct"/>
            <w:shd w:val="clear" w:color="auto" w:fill="BFBFBF"/>
          </w:tcPr>
          <w:p w14:paraId="5FF6D406" w14:textId="77777777" w:rsidR="00C3046E" w:rsidRPr="001E7798" w:rsidRDefault="00C3046E" w:rsidP="00BB0E41">
            <w:pPr>
              <w:rPr>
                <w:sz w:val="18"/>
                <w:szCs w:val="18"/>
              </w:rPr>
            </w:pPr>
          </w:p>
        </w:tc>
        <w:tc>
          <w:tcPr>
            <w:tcW w:w="277" w:type="pct"/>
            <w:shd w:val="clear" w:color="auto" w:fill="BFBFBF"/>
          </w:tcPr>
          <w:p w14:paraId="1B30CC90" w14:textId="77777777" w:rsidR="00C3046E" w:rsidRPr="001E7798" w:rsidRDefault="00C3046E" w:rsidP="00BB0E41">
            <w:pPr>
              <w:rPr>
                <w:sz w:val="18"/>
                <w:szCs w:val="18"/>
              </w:rPr>
            </w:pPr>
          </w:p>
        </w:tc>
      </w:tr>
    </w:tbl>
    <w:p w14:paraId="23EC4D56" w14:textId="77777777" w:rsidR="004F25FE" w:rsidRDefault="004F25FE">
      <w:pPr>
        <w:rPr>
          <w:sz w:val="18"/>
          <w:szCs w:val="18"/>
        </w:rPr>
      </w:pPr>
    </w:p>
    <w:sectPr w:rsidR="004F25FE" w:rsidSect="00063144">
      <w:pgSz w:w="16838" w:h="11906" w:orient="landscape"/>
      <w:pgMar w:top="1276" w:right="669" w:bottom="851" w:left="1134" w:header="426" w:footer="57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451E5E" w14:textId="77777777" w:rsidR="005D7E55" w:rsidRDefault="005D7E55">
      <w:r>
        <w:separator/>
      </w:r>
    </w:p>
  </w:endnote>
  <w:endnote w:type="continuationSeparator" w:id="0">
    <w:p w14:paraId="65DB0AE1" w14:textId="77777777" w:rsidR="005D7E55" w:rsidRDefault="005D7E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F63BCC" w14:textId="77777777" w:rsidR="005D7E55" w:rsidRDefault="005D7E55">
      <w:r>
        <w:separator/>
      </w:r>
    </w:p>
  </w:footnote>
  <w:footnote w:type="continuationSeparator" w:id="0">
    <w:p w14:paraId="5E2FBFCB" w14:textId="77777777" w:rsidR="005D7E55" w:rsidRDefault="005D7E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F7ED52" w14:textId="77777777" w:rsidR="00CF7A17" w:rsidRDefault="00B82BCD" w:rsidP="00B82BCD">
    <w:pPr>
      <w:pStyle w:val="ad"/>
      <w:jc w:val="right"/>
      <w:rPr>
        <w:sz w:val="22"/>
        <w:szCs w:val="22"/>
      </w:rPr>
    </w:pPr>
    <w:r w:rsidRPr="00934967">
      <w:rPr>
        <w:sz w:val="22"/>
        <w:szCs w:val="22"/>
      </w:rPr>
      <w:t>Приложение №</w:t>
    </w:r>
    <w:r w:rsidR="00736514">
      <w:rPr>
        <w:sz w:val="22"/>
        <w:szCs w:val="22"/>
      </w:rPr>
      <w:t> </w:t>
    </w:r>
    <w:r w:rsidR="00CF7A17" w:rsidRPr="001E7798">
      <w:rPr>
        <w:sz w:val="22"/>
        <w:szCs w:val="22"/>
        <w:highlight w:val="yellow"/>
        <w:lang w:val="en-US"/>
      </w:rPr>
      <w:t>XX</w:t>
    </w:r>
    <w:r w:rsidR="00736514" w:rsidRPr="00934967">
      <w:rPr>
        <w:sz w:val="22"/>
        <w:szCs w:val="22"/>
      </w:rPr>
      <w:t xml:space="preserve"> </w:t>
    </w:r>
  </w:p>
  <w:p w14:paraId="79581AAF" w14:textId="77777777" w:rsidR="00B82BCD" w:rsidRPr="00967D0D" w:rsidRDefault="00B82BCD" w:rsidP="00B82BCD">
    <w:pPr>
      <w:pStyle w:val="ad"/>
      <w:jc w:val="right"/>
      <w:rPr>
        <w:sz w:val="22"/>
        <w:szCs w:val="22"/>
      </w:rPr>
    </w:pPr>
    <w:r w:rsidRPr="00934967">
      <w:rPr>
        <w:sz w:val="22"/>
        <w:szCs w:val="22"/>
      </w:rPr>
      <w:t xml:space="preserve">к Положению о формах и форматах документов </w:t>
    </w:r>
    <w:r w:rsidR="00736514">
      <w:rPr>
        <w:sz w:val="22"/>
        <w:szCs w:val="22"/>
      </w:rPr>
      <w:t>НКО ЛЦК (АО)</w:t>
    </w:r>
  </w:p>
  <w:p w14:paraId="440498BF" w14:textId="77777777" w:rsidR="00B82BCD" w:rsidRDefault="00B82BCD">
    <w:pPr>
      <w:pStyle w:val="ad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F026C3" w14:textId="77777777" w:rsidR="00C80A7F" w:rsidRPr="00967D0D" w:rsidRDefault="00C50813" w:rsidP="00C50813">
    <w:pPr>
      <w:pStyle w:val="ad"/>
      <w:jc w:val="right"/>
      <w:rPr>
        <w:sz w:val="22"/>
        <w:szCs w:val="22"/>
      </w:rPr>
    </w:pPr>
    <w:r w:rsidRPr="00934967">
      <w:rPr>
        <w:sz w:val="22"/>
        <w:szCs w:val="22"/>
      </w:rPr>
      <w:t xml:space="preserve">Приложение </w:t>
    </w:r>
    <w:r w:rsidR="00E33803">
      <w:rPr>
        <w:sz w:val="22"/>
        <w:szCs w:val="22"/>
      </w:rPr>
      <w:t>31.</w:t>
    </w:r>
    <w:r w:rsidR="00B04FD1">
      <w:rPr>
        <w:sz w:val="22"/>
        <w:szCs w:val="22"/>
      </w:rPr>
      <w:t>8</w:t>
    </w:r>
    <w:r w:rsidR="00E33803">
      <w:rPr>
        <w:sz w:val="22"/>
        <w:szCs w:val="22"/>
      </w:rPr>
      <w:t xml:space="preserve"> </w:t>
    </w:r>
    <w:r w:rsidRPr="00934967">
      <w:rPr>
        <w:sz w:val="22"/>
        <w:szCs w:val="22"/>
      </w:rPr>
      <w:t xml:space="preserve">к Положению о формах и форматах документов </w:t>
    </w:r>
    <w:r w:rsidR="00DC224D">
      <w:rPr>
        <w:sz w:val="22"/>
        <w:szCs w:val="22"/>
      </w:rPr>
      <w:t>НКО ЦК</w:t>
    </w:r>
    <w:r w:rsidR="00493B15">
      <w:rPr>
        <w:sz w:val="22"/>
        <w:szCs w:val="22"/>
      </w:rPr>
      <w:t xml:space="preserve"> «ЭФИР»</w:t>
    </w:r>
    <w:r w:rsidR="00DC224D">
      <w:rPr>
        <w:sz w:val="22"/>
        <w:szCs w:val="22"/>
      </w:rPr>
      <w:t xml:space="preserve"> (АО)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0"/>
    <w:multiLevelType w:val="singleLevel"/>
    <w:tmpl w:val="4F5A9094"/>
    <w:lvl w:ilvl="0">
      <w:start w:val="1"/>
      <w:numFmt w:val="bullet"/>
      <w:pStyle w:val="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FFFFFF88"/>
    <w:multiLevelType w:val="singleLevel"/>
    <w:tmpl w:val="B0C4F418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3E47B3B"/>
    <w:multiLevelType w:val="multilevel"/>
    <w:tmpl w:val="C29A18EC"/>
    <w:lvl w:ilvl="0">
      <w:start w:val="1"/>
      <w:numFmt w:val="decimal"/>
      <w:pStyle w:val="a0"/>
      <w:suff w:val="space"/>
      <w:lvlText w:val="Ф-%1.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3" w15:restartNumberingAfterBreak="0">
    <w:nsid w:val="03FB5AC5"/>
    <w:multiLevelType w:val="hybridMultilevel"/>
    <w:tmpl w:val="F564A250"/>
    <w:lvl w:ilvl="0" w:tplc="6DE430BC">
      <w:start w:val="1"/>
      <w:numFmt w:val="decimal"/>
      <w:pStyle w:val="3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E682EAC"/>
    <w:multiLevelType w:val="hybridMultilevel"/>
    <w:tmpl w:val="95BAA44C"/>
    <w:lvl w:ilvl="0" w:tplc="54083C76">
      <w:start w:val="1"/>
      <w:numFmt w:val="bullet"/>
      <w:pStyle w:val="a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DC7688"/>
    <w:multiLevelType w:val="singleLevel"/>
    <w:tmpl w:val="78E0B6DA"/>
    <w:lvl w:ilvl="0">
      <w:start w:val="1"/>
      <w:numFmt w:val="bullet"/>
      <w:pStyle w:val="a2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5ED5AD9"/>
    <w:multiLevelType w:val="hybridMultilevel"/>
    <w:tmpl w:val="49FE125A"/>
    <w:lvl w:ilvl="0" w:tplc="5AB2F750">
      <w:start w:val="1"/>
      <w:numFmt w:val="bullet"/>
      <w:pStyle w:val="BulletList"/>
      <w:lvlText w:val=""/>
      <w:lvlJc w:val="left"/>
      <w:pPr>
        <w:tabs>
          <w:tab w:val="num" w:pos="473"/>
        </w:tabs>
        <w:ind w:left="471" w:hanging="358"/>
      </w:pPr>
      <w:rPr>
        <w:rFonts w:ascii="Symbol" w:hAnsi="Symbol" w:hint="default"/>
        <w:b w:val="0"/>
        <w:i w:val="0"/>
        <w:color w:val="00B0F0"/>
        <w:sz w:val="16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6CC4CF3"/>
    <w:multiLevelType w:val="multilevel"/>
    <w:tmpl w:val="3DCC2E9A"/>
    <w:lvl w:ilvl="0">
      <w:start w:val="1"/>
      <w:numFmt w:val="decimal"/>
      <w:pStyle w:val="a3"/>
      <w:suff w:val="space"/>
      <w:lvlText w:val="Таблица 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473613A2"/>
    <w:multiLevelType w:val="hybridMultilevel"/>
    <w:tmpl w:val="3D6CC6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F860DAA"/>
    <w:multiLevelType w:val="singleLevel"/>
    <w:tmpl w:val="27E2767A"/>
    <w:lvl w:ilvl="0">
      <w:start w:val="1"/>
      <w:numFmt w:val="decimal"/>
      <w:pStyle w:val="a4"/>
      <w:lvlText w:val="%1)"/>
      <w:lvlJc w:val="left"/>
      <w:pPr>
        <w:tabs>
          <w:tab w:val="num" w:pos="927"/>
        </w:tabs>
        <w:ind w:left="0" w:firstLine="567"/>
      </w:pPr>
    </w:lvl>
  </w:abstractNum>
  <w:abstractNum w:abstractNumId="10" w15:restartNumberingAfterBreak="0">
    <w:nsid w:val="50C308F9"/>
    <w:multiLevelType w:val="hybridMultilevel"/>
    <w:tmpl w:val="3D6CC6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5CD62D6"/>
    <w:multiLevelType w:val="multilevel"/>
    <w:tmpl w:val="5900DD78"/>
    <w:lvl w:ilvl="0">
      <w:start w:val="1"/>
      <w:numFmt w:val="decimal"/>
      <w:pStyle w:val="1"/>
      <w:suff w:val="space"/>
      <w:lvlText w:val="%1."/>
      <w:lvlJc w:val="left"/>
      <w:pPr>
        <w:ind w:left="567" w:hanging="567"/>
      </w:pPr>
      <w:rPr>
        <w:rFonts w:ascii="Times New Roman" w:hAnsi="Times New Roman" w:hint="default"/>
        <w:b/>
        <w:i w:val="0"/>
        <w:sz w:val="28"/>
        <w:szCs w:val="28"/>
      </w:rPr>
    </w:lvl>
    <w:lvl w:ilvl="1">
      <w:start w:val="1"/>
      <w:numFmt w:val="decimal"/>
      <w:suff w:val="space"/>
      <w:lvlText w:val="%1.%2."/>
      <w:lvlJc w:val="left"/>
      <w:pPr>
        <w:ind w:left="567" w:hanging="142"/>
      </w:pPr>
      <w:rPr>
        <w:rFonts w:ascii="Times New Roman" w:hAnsi="Times New Roman" w:hint="default"/>
        <w:b/>
        <w:i w:val="0"/>
        <w:sz w:val="24"/>
        <w:szCs w:val="24"/>
      </w:rPr>
    </w:lvl>
    <w:lvl w:ilvl="2">
      <w:start w:val="1"/>
      <w:numFmt w:val="decimal"/>
      <w:suff w:val="space"/>
      <w:lvlText w:val="%1.%2.%3."/>
      <w:lvlJc w:val="left"/>
      <w:pPr>
        <w:ind w:left="927" w:hanging="567"/>
      </w:pPr>
      <w:rPr>
        <w:rFonts w:hint="default"/>
        <w:b/>
        <w:i w:val="0"/>
        <w:sz w:val="24"/>
        <w:szCs w:val="24"/>
      </w:rPr>
    </w:lvl>
    <w:lvl w:ilvl="3">
      <w:start w:val="1"/>
      <w:numFmt w:val="decimal"/>
      <w:suff w:val="space"/>
      <w:lvlText w:val="%1.%2.%3.%4."/>
      <w:lvlJc w:val="left"/>
      <w:pPr>
        <w:ind w:left="567" w:firstLine="0"/>
      </w:pPr>
      <w:rPr>
        <w:rFonts w:hint="default"/>
        <w:b/>
        <w:i w:val="0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5EAA62AA"/>
    <w:multiLevelType w:val="multilevel"/>
    <w:tmpl w:val="5C106836"/>
    <w:lvl w:ilvl="0">
      <w:start w:val="1"/>
      <w:numFmt w:val="decimal"/>
      <w:pStyle w:val="a5"/>
      <w:suff w:val="space"/>
      <w:lvlText w:val="Рисунок %1. "/>
      <w:lvlJc w:val="left"/>
      <w:pPr>
        <w:ind w:left="454" w:hanging="454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63590658"/>
    <w:multiLevelType w:val="singleLevel"/>
    <w:tmpl w:val="B66A7D5E"/>
    <w:lvl w:ilvl="0">
      <w:start w:val="1"/>
      <w:numFmt w:val="lowerLetter"/>
      <w:pStyle w:val="a6"/>
      <w:lvlText w:val="%1)"/>
      <w:lvlJc w:val="left"/>
      <w:pPr>
        <w:tabs>
          <w:tab w:val="num" w:pos="927"/>
        </w:tabs>
        <w:ind w:left="0" w:firstLine="567"/>
      </w:pPr>
    </w:lvl>
  </w:abstractNum>
  <w:abstractNum w:abstractNumId="14" w15:restartNumberingAfterBreak="0">
    <w:nsid w:val="64E60AEC"/>
    <w:multiLevelType w:val="singleLevel"/>
    <w:tmpl w:val="28EE7C88"/>
    <w:lvl w:ilvl="0">
      <w:start w:val="1"/>
      <w:numFmt w:val="decimal"/>
      <w:pStyle w:val="a7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14"/>
  </w:num>
  <w:num w:numId="2">
    <w:abstractNumId w:val="13"/>
  </w:num>
  <w:num w:numId="3">
    <w:abstractNumId w:val="12"/>
  </w:num>
  <w:num w:numId="4">
    <w:abstractNumId w:val="5"/>
  </w:num>
  <w:num w:numId="5">
    <w:abstractNumId w:val="7"/>
  </w:num>
  <w:num w:numId="6">
    <w:abstractNumId w:val="9"/>
  </w:num>
  <w:num w:numId="7">
    <w:abstractNumId w:val="0"/>
  </w:num>
  <w:num w:numId="8">
    <w:abstractNumId w:val="1"/>
  </w:num>
  <w:num w:numId="9">
    <w:abstractNumId w:val="2"/>
  </w:num>
  <w:num w:numId="10">
    <w:abstractNumId w:val="4"/>
  </w:num>
  <w:num w:numId="11">
    <w:abstractNumId w:val="3"/>
  </w:num>
  <w:num w:numId="12">
    <w:abstractNumId w:val="11"/>
  </w:num>
  <w:num w:numId="13">
    <w:abstractNumId w:val="6"/>
  </w:num>
  <w:num w:numId="14">
    <w:abstractNumId w:val="8"/>
  </w:num>
  <w:num w:numId="15">
    <w:abstractNumId w:val="10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gutterAtTop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2364"/>
    <w:rsid w:val="00000867"/>
    <w:rsid w:val="00001CF3"/>
    <w:rsid w:val="00003205"/>
    <w:rsid w:val="00004C6B"/>
    <w:rsid w:val="00005D01"/>
    <w:rsid w:val="00005D16"/>
    <w:rsid w:val="0000611A"/>
    <w:rsid w:val="00010434"/>
    <w:rsid w:val="000127BA"/>
    <w:rsid w:val="00016FB9"/>
    <w:rsid w:val="000216E6"/>
    <w:rsid w:val="000248C2"/>
    <w:rsid w:val="00026886"/>
    <w:rsid w:val="00027573"/>
    <w:rsid w:val="00027A9A"/>
    <w:rsid w:val="00027CD1"/>
    <w:rsid w:val="00030146"/>
    <w:rsid w:val="00034064"/>
    <w:rsid w:val="00037143"/>
    <w:rsid w:val="00040E93"/>
    <w:rsid w:val="00045F65"/>
    <w:rsid w:val="00050653"/>
    <w:rsid w:val="00051C4F"/>
    <w:rsid w:val="00057DDF"/>
    <w:rsid w:val="00060755"/>
    <w:rsid w:val="00063144"/>
    <w:rsid w:val="000636B7"/>
    <w:rsid w:val="00065166"/>
    <w:rsid w:val="0006551A"/>
    <w:rsid w:val="00066042"/>
    <w:rsid w:val="00066593"/>
    <w:rsid w:val="00070F43"/>
    <w:rsid w:val="00075375"/>
    <w:rsid w:val="00075AFD"/>
    <w:rsid w:val="00076506"/>
    <w:rsid w:val="00076DF6"/>
    <w:rsid w:val="000808A5"/>
    <w:rsid w:val="000817F1"/>
    <w:rsid w:val="00082644"/>
    <w:rsid w:val="000840C7"/>
    <w:rsid w:val="000A0074"/>
    <w:rsid w:val="000A01B3"/>
    <w:rsid w:val="000A073A"/>
    <w:rsid w:val="000B03BB"/>
    <w:rsid w:val="000B04B8"/>
    <w:rsid w:val="000B4026"/>
    <w:rsid w:val="000B7337"/>
    <w:rsid w:val="000C65D4"/>
    <w:rsid w:val="000D08A2"/>
    <w:rsid w:val="000E00C2"/>
    <w:rsid w:val="000E09C3"/>
    <w:rsid w:val="000E1168"/>
    <w:rsid w:val="000E1C0A"/>
    <w:rsid w:val="000E6DD4"/>
    <w:rsid w:val="000F1032"/>
    <w:rsid w:val="000F1505"/>
    <w:rsid w:val="000F2AFE"/>
    <w:rsid w:val="001065D8"/>
    <w:rsid w:val="001071A6"/>
    <w:rsid w:val="00111CB0"/>
    <w:rsid w:val="00122204"/>
    <w:rsid w:val="00122860"/>
    <w:rsid w:val="00122DF7"/>
    <w:rsid w:val="00125E62"/>
    <w:rsid w:val="00131B76"/>
    <w:rsid w:val="00132159"/>
    <w:rsid w:val="00133C8F"/>
    <w:rsid w:val="00134074"/>
    <w:rsid w:val="00134F5B"/>
    <w:rsid w:val="001363CD"/>
    <w:rsid w:val="00140A74"/>
    <w:rsid w:val="0014169B"/>
    <w:rsid w:val="00143ADE"/>
    <w:rsid w:val="00144CBA"/>
    <w:rsid w:val="00152441"/>
    <w:rsid w:val="00164857"/>
    <w:rsid w:val="0017006D"/>
    <w:rsid w:val="00172B5B"/>
    <w:rsid w:val="00175534"/>
    <w:rsid w:val="00183B17"/>
    <w:rsid w:val="00187619"/>
    <w:rsid w:val="001876F0"/>
    <w:rsid w:val="00192038"/>
    <w:rsid w:val="001A44EC"/>
    <w:rsid w:val="001A76B6"/>
    <w:rsid w:val="001B3078"/>
    <w:rsid w:val="001B466D"/>
    <w:rsid w:val="001B6895"/>
    <w:rsid w:val="001C20E0"/>
    <w:rsid w:val="001C5CE5"/>
    <w:rsid w:val="001C6364"/>
    <w:rsid w:val="001C65E1"/>
    <w:rsid w:val="001C6893"/>
    <w:rsid w:val="001C75EB"/>
    <w:rsid w:val="001D161F"/>
    <w:rsid w:val="001D2E10"/>
    <w:rsid w:val="001D69AA"/>
    <w:rsid w:val="001E2161"/>
    <w:rsid w:val="001E2698"/>
    <w:rsid w:val="001E5264"/>
    <w:rsid w:val="001E596C"/>
    <w:rsid w:val="001E7798"/>
    <w:rsid w:val="001F102E"/>
    <w:rsid w:val="001F120B"/>
    <w:rsid w:val="001F281A"/>
    <w:rsid w:val="002009B9"/>
    <w:rsid w:val="00201A03"/>
    <w:rsid w:val="00201BC2"/>
    <w:rsid w:val="00203124"/>
    <w:rsid w:val="00205EDB"/>
    <w:rsid w:val="00206943"/>
    <w:rsid w:val="00212623"/>
    <w:rsid w:val="00220BB8"/>
    <w:rsid w:val="00221533"/>
    <w:rsid w:val="00222728"/>
    <w:rsid w:val="00226497"/>
    <w:rsid w:val="00226C0F"/>
    <w:rsid w:val="00235733"/>
    <w:rsid w:val="00235EC0"/>
    <w:rsid w:val="002402D7"/>
    <w:rsid w:val="00241048"/>
    <w:rsid w:val="0024182A"/>
    <w:rsid w:val="00246FA9"/>
    <w:rsid w:val="00247D2C"/>
    <w:rsid w:val="00254B28"/>
    <w:rsid w:val="0025589D"/>
    <w:rsid w:val="002566B0"/>
    <w:rsid w:val="0026237F"/>
    <w:rsid w:val="00263BB2"/>
    <w:rsid w:val="00263F8F"/>
    <w:rsid w:val="002656F2"/>
    <w:rsid w:val="00280F7D"/>
    <w:rsid w:val="00280FCF"/>
    <w:rsid w:val="002822E5"/>
    <w:rsid w:val="002853DC"/>
    <w:rsid w:val="002859E1"/>
    <w:rsid w:val="002868F8"/>
    <w:rsid w:val="00292F07"/>
    <w:rsid w:val="00294901"/>
    <w:rsid w:val="002A0130"/>
    <w:rsid w:val="002A1AAF"/>
    <w:rsid w:val="002A337A"/>
    <w:rsid w:val="002A6AAF"/>
    <w:rsid w:val="002B1D8D"/>
    <w:rsid w:val="002B4F73"/>
    <w:rsid w:val="002C2B6D"/>
    <w:rsid w:val="002C5068"/>
    <w:rsid w:val="002D272B"/>
    <w:rsid w:val="002D4728"/>
    <w:rsid w:val="002D60CE"/>
    <w:rsid w:val="002D6138"/>
    <w:rsid w:val="002D72B1"/>
    <w:rsid w:val="002E26E8"/>
    <w:rsid w:val="002E3172"/>
    <w:rsid w:val="002E622E"/>
    <w:rsid w:val="002E6651"/>
    <w:rsid w:val="002E771C"/>
    <w:rsid w:val="002F3966"/>
    <w:rsid w:val="002F6E14"/>
    <w:rsid w:val="003076A6"/>
    <w:rsid w:val="00312741"/>
    <w:rsid w:val="003147A5"/>
    <w:rsid w:val="0031569C"/>
    <w:rsid w:val="0032133C"/>
    <w:rsid w:val="003213BF"/>
    <w:rsid w:val="003325CB"/>
    <w:rsid w:val="0033363B"/>
    <w:rsid w:val="00334C10"/>
    <w:rsid w:val="003422F0"/>
    <w:rsid w:val="00350420"/>
    <w:rsid w:val="00351E01"/>
    <w:rsid w:val="0035626E"/>
    <w:rsid w:val="0036416A"/>
    <w:rsid w:val="003667BA"/>
    <w:rsid w:val="00370D54"/>
    <w:rsid w:val="0037426C"/>
    <w:rsid w:val="00380B39"/>
    <w:rsid w:val="003824A8"/>
    <w:rsid w:val="00383398"/>
    <w:rsid w:val="00385989"/>
    <w:rsid w:val="003859FA"/>
    <w:rsid w:val="0039012F"/>
    <w:rsid w:val="00390268"/>
    <w:rsid w:val="00391AB0"/>
    <w:rsid w:val="00396FBF"/>
    <w:rsid w:val="003A10EB"/>
    <w:rsid w:val="003A2ECF"/>
    <w:rsid w:val="003A317E"/>
    <w:rsid w:val="003A3F9C"/>
    <w:rsid w:val="003A6ABD"/>
    <w:rsid w:val="003B086C"/>
    <w:rsid w:val="003B23DE"/>
    <w:rsid w:val="003B2F47"/>
    <w:rsid w:val="003B398B"/>
    <w:rsid w:val="003B50ED"/>
    <w:rsid w:val="003D1C86"/>
    <w:rsid w:val="003D5960"/>
    <w:rsid w:val="003E1505"/>
    <w:rsid w:val="003E6347"/>
    <w:rsid w:val="003E7E85"/>
    <w:rsid w:val="004004DD"/>
    <w:rsid w:val="0040554B"/>
    <w:rsid w:val="00405B62"/>
    <w:rsid w:val="004122AA"/>
    <w:rsid w:val="004145B3"/>
    <w:rsid w:val="00415376"/>
    <w:rsid w:val="0042321E"/>
    <w:rsid w:val="00423A6D"/>
    <w:rsid w:val="00424B88"/>
    <w:rsid w:val="00430EE6"/>
    <w:rsid w:val="00432364"/>
    <w:rsid w:val="00433090"/>
    <w:rsid w:val="0043576E"/>
    <w:rsid w:val="00440EB2"/>
    <w:rsid w:val="0044210D"/>
    <w:rsid w:val="004433A2"/>
    <w:rsid w:val="004465AD"/>
    <w:rsid w:val="004553C8"/>
    <w:rsid w:val="00457B5E"/>
    <w:rsid w:val="0046198D"/>
    <w:rsid w:val="004711D8"/>
    <w:rsid w:val="004728A3"/>
    <w:rsid w:val="004825D9"/>
    <w:rsid w:val="00484009"/>
    <w:rsid w:val="00484510"/>
    <w:rsid w:val="00484F79"/>
    <w:rsid w:val="00485814"/>
    <w:rsid w:val="00487D69"/>
    <w:rsid w:val="0049162D"/>
    <w:rsid w:val="00493B15"/>
    <w:rsid w:val="00494211"/>
    <w:rsid w:val="004A0B84"/>
    <w:rsid w:val="004A468F"/>
    <w:rsid w:val="004A5363"/>
    <w:rsid w:val="004A5EED"/>
    <w:rsid w:val="004B4A25"/>
    <w:rsid w:val="004B6DC4"/>
    <w:rsid w:val="004C037D"/>
    <w:rsid w:val="004C1741"/>
    <w:rsid w:val="004C41D0"/>
    <w:rsid w:val="004C7517"/>
    <w:rsid w:val="004D3145"/>
    <w:rsid w:val="004D7A74"/>
    <w:rsid w:val="004D7DB1"/>
    <w:rsid w:val="004E3040"/>
    <w:rsid w:val="004E39F2"/>
    <w:rsid w:val="004E4B87"/>
    <w:rsid w:val="004E6340"/>
    <w:rsid w:val="004F0EB0"/>
    <w:rsid w:val="004F18F2"/>
    <w:rsid w:val="004F25FE"/>
    <w:rsid w:val="004F7A68"/>
    <w:rsid w:val="00502A0F"/>
    <w:rsid w:val="00502AE7"/>
    <w:rsid w:val="0050738C"/>
    <w:rsid w:val="00507AD1"/>
    <w:rsid w:val="00510642"/>
    <w:rsid w:val="00517323"/>
    <w:rsid w:val="005202FB"/>
    <w:rsid w:val="00520D6C"/>
    <w:rsid w:val="00523B7D"/>
    <w:rsid w:val="00525DC1"/>
    <w:rsid w:val="00536C72"/>
    <w:rsid w:val="00537300"/>
    <w:rsid w:val="00543FDA"/>
    <w:rsid w:val="0054416A"/>
    <w:rsid w:val="005446B9"/>
    <w:rsid w:val="00545B0B"/>
    <w:rsid w:val="005501D1"/>
    <w:rsid w:val="0055041B"/>
    <w:rsid w:val="00551578"/>
    <w:rsid w:val="00554FA9"/>
    <w:rsid w:val="00556009"/>
    <w:rsid w:val="00556C0E"/>
    <w:rsid w:val="00560847"/>
    <w:rsid w:val="00563AD8"/>
    <w:rsid w:val="00564D77"/>
    <w:rsid w:val="00565333"/>
    <w:rsid w:val="005655A6"/>
    <w:rsid w:val="00567431"/>
    <w:rsid w:val="0057191E"/>
    <w:rsid w:val="00573284"/>
    <w:rsid w:val="00577DD6"/>
    <w:rsid w:val="0058438E"/>
    <w:rsid w:val="005857CA"/>
    <w:rsid w:val="00596D93"/>
    <w:rsid w:val="005A27BA"/>
    <w:rsid w:val="005A4D2A"/>
    <w:rsid w:val="005A7248"/>
    <w:rsid w:val="005B0700"/>
    <w:rsid w:val="005B1C20"/>
    <w:rsid w:val="005B3D3D"/>
    <w:rsid w:val="005B6F8C"/>
    <w:rsid w:val="005C0BD2"/>
    <w:rsid w:val="005C3DB9"/>
    <w:rsid w:val="005C6F40"/>
    <w:rsid w:val="005D02F5"/>
    <w:rsid w:val="005D0D95"/>
    <w:rsid w:val="005D1CF8"/>
    <w:rsid w:val="005D2185"/>
    <w:rsid w:val="005D4967"/>
    <w:rsid w:val="005D614F"/>
    <w:rsid w:val="005D6459"/>
    <w:rsid w:val="005D7E55"/>
    <w:rsid w:val="005E015F"/>
    <w:rsid w:val="005E1564"/>
    <w:rsid w:val="005E4E8D"/>
    <w:rsid w:val="005E72A1"/>
    <w:rsid w:val="005F2A3D"/>
    <w:rsid w:val="005F552F"/>
    <w:rsid w:val="005F65A0"/>
    <w:rsid w:val="005F78A6"/>
    <w:rsid w:val="005F7996"/>
    <w:rsid w:val="00604907"/>
    <w:rsid w:val="006058E6"/>
    <w:rsid w:val="00607F1E"/>
    <w:rsid w:val="00611F1D"/>
    <w:rsid w:val="00614B24"/>
    <w:rsid w:val="006243C4"/>
    <w:rsid w:val="00630031"/>
    <w:rsid w:val="0063093D"/>
    <w:rsid w:val="00630F2E"/>
    <w:rsid w:val="00642586"/>
    <w:rsid w:val="00642D1A"/>
    <w:rsid w:val="00644362"/>
    <w:rsid w:val="00644E87"/>
    <w:rsid w:val="006459F7"/>
    <w:rsid w:val="0065094D"/>
    <w:rsid w:val="0065722B"/>
    <w:rsid w:val="00661997"/>
    <w:rsid w:val="006647BA"/>
    <w:rsid w:val="00665B86"/>
    <w:rsid w:val="00674BE2"/>
    <w:rsid w:val="0067533B"/>
    <w:rsid w:val="0067581A"/>
    <w:rsid w:val="00681F8A"/>
    <w:rsid w:val="00684C34"/>
    <w:rsid w:val="00685261"/>
    <w:rsid w:val="006856F7"/>
    <w:rsid w:val="00694144"/>
    <w:rsid w:val="00695465"/>
    <w:rsid w:val="006963ED"/>
    <w:rsid w:val="00696F31"/>
    <w:rsid w:val="006A0B41"/>
    <w:rsid w:val="006A222E"/>
    <w:rsid w:val="006A4C23"/>
    <w:rsid w:val="006A60EC"/>
    <w:rsid w:val="006A6E4C"/>
    <w:rsid w:val="006B24C1"/>
    <w:rsid w:val="006B47A9"/>
    <w:rsid w:val="006B57B7"/>
    <w:rsid w:val="006B5F25"/>
    <w:rsid w:val="006C0F48"/>
    <w:rsid w:val="006C4064"/>
    <w:rsid w:val="006C4866"/>
    <w:rsid w:val="006C6205"/>
    <w:rsid w:val="006D0D5E"/>
    <w:rsid w:val="006D14EC"/>
    <w:rsid w:val="006D3259"/>
    <w:rsid w:val="006D3749"/>
    <w:rsid w:val="006D65F0"/>
    <w:rsid w:val="006E38DF"/>
    <w:rsid w:val="006F20D5"/>
    <w:rsid w:val="006F7417"/>
    <w:rsid w:val="00700241"/>
    <w:rsid w:val="007135B4"/>
    <w:rsid w:val="00714B8B"/>
    <w:rsid w:val="00715872"/>
    <w:rsid w:val="007167C1"/>
    <w:rsid w:val="00724009"/>
    <w:rsid w:val="007243FE"/>
    <w:rsid w:val="00727E28"/>
    <w:rsid w:val="00734839"/>
    <w:rsid w:val="00736514"/>
    <w:rsid w:val="00741C3E"/>
    <w:rsid w:val="007466D5"/>
    <w:rsid w:val="007477AE"/>
    <w:rsid w:val="00752C38"/>
    <w:rsid w:val="00754D8A"/>
    <w:rsid w:val="00755211"/>
    <w:rsid w:val="00755A6E"/>
    <w:rsid w:val="00771C04"/>
    <w:rsid w:val="00772B51"/>
    <w:rsid w:val="0077426A"/>
    <w:rsid w:val="0077433A"/>
    <w:rsid w:val="0077626C"/>
    <w:rsid w:val="00780A49"/>
    <w:rsid w:val="007847A2"/>
    <w:rsid w:val="00790DC6"/>
    <w:rsid w:val="00794C3E"/>
    <w:rsid w:val="0079511C"/>
    <w:rsid w:val="007971E7"/>
    <w:rsid w:val="007A2AD3"/>
    <w:rsid w:val="007B3FEE"/>
    <w:rsid w:val="007B5FC7"/>
    <w:rsid w:val="007C2607"/>
    <w:rsid w:val="007C3A54"/>
    <w:rsid w:val="007D3171"/>
    <w:rsid w:val="007D4AF1"/>
    <w:rsid w:val="007D4BDE"/>
    <w:rsid w:val="007D58B6"/>
    <w:rsid w:val="007E06A9"/>
    <w:rsid w:val="007E68B7"/>
    <w:rsid w:val="007F07A5"/>
    <w:rsid w:val="007F0BC6"/>
    <w:rsid w:val="007F0D70"/>
    <w:rsid w:val="007F3F7C"/>
    <w:rsid w:val="007F6945"/>
    <w:rsid w:val="007F6E71"/>
    <w:rsid w:val="00801CD2"/>
    <w:rsid w:val="00805A9D"/>
    <w:rsid w:val="008224EF"/>
    <w:rsid w:val="00823405"/>
    <w:rsid w:val="00823D9E"/>
    <w:rsid w:val="00824F03"/>
    <w:rsid w:val="00833414"/>
    <w:rsid w:val="00843162"/>
    <w:rsid w:val="0084521E"/>
    <w:rsid w:val="00845A21"/>
    <w:rsid w:val="008567DB"/>
    <w:rsid w:val="0086138A"/>
    <w:rsid w:val="0086384B"/>
    <w:rsid w:val="0087747A"/>
    <w:rsid w:val="00897CDF"/>
    <w:rsid w:val="008A1411"/>
    <w:rsid w:val="008A6F29"/>
    <w:rsid w:val="008B27C3"/>
    <w:rsid w:val="008B38C3"/>
    <w:rsid w:val="008B3A7F"/>
    <w:rsid w:val="008B6598"/>
    <w:rsid w:val="008B7C53"/>
    <w:rsid w:val="008C0BCB"/>
    <w:rsid w:val="008C3897"/>
    <w:rsid w:val="008C44A7"/>
    <w:rsid w:val="008C525E"/>
    <w:rsid w:val="008D1371"/>
    <w:rsid w:val="008D65C0"/>
    <w:rsid w:val="008D6648"/>
    <w:rsid w:val="008E28E5"/>
    <w:rsid w:val="008E3416"/>
    <w:rsid w:val="008E6835"/>
    <w:rsid w:val="008E7C3F"/>
    <w:rsid w:val="008F0EBF"/>
    <w:rsid w:val="008F153F"/>
    <w:rsid w:val="008F1C8F"/>
    <w:rsid w:val="008F4B89"/>
    <w:rsid w:val="008F50EC"/>
    <w:rsid w:val="008F5C62"/>
    <w:rsid w:val="008F700F"/>
    <w:rsid w:val="009003E4"/>
    <w:rsid w:val="00911560"/>
    <w:rsid w:val="009160E5"/>
    <w:rsid w:val="00922B6B"/>
    <w:rsid w:val="0092325C"/>
    <w:rsid w:val="0092517B"/>
    <w:rsid w:val="00940285"/>
    <w:rsid w:val="009402C2"/>
    <w:rsid w:val="00941291"/>
    <w:rsid w:val="00942A19"/>
    <w:rsid w:val="00951A72"/>
    <w:rsid w:val="00953395"/>
    <w:rsid w:val="009601BC"/>
    <w:rsid w:val="00960437"/>
    <w:rsid w:val="00965759"/>
    <w:rsid w:val="00967D0D"/>
    <w:rsid w:val="00973540"/>
    <w:rsid w:val="00973FCF"/>
    <w:rsid w:val="00974A21"/>
    <w:rsid w:val="009758D2"/>
    <w:rsid w:val="009772C4"/>
    <w:rsid w:val="0097794C"/>
    <w:rsid w:val="00977B51"/>
    <w:rsid w:val="00982618"/>
    <w:rsid w:val="00985506"/>
    <w:rsid w:val="009A1450"/>
    <w:rsid w:val="009A192D"/>
    <w:rsid w:val="009A63A3"/>
    <w:rsid w:val="009A66CB"/>
    <w:rsid w:val="009A696C"/>
    <w:rsid w:val="009A69A1"/>
    <w:rsid w:val="009B057E"/>
    <w:rsid w:val="009B4178"/>
    <w:rsid w:val="009C140E"/>
    <w:rsid w:val="009C4FE6"/>
    <w:rsid w:val="009D1DF6"/>
    <w:rsid w:val="009D219C"/>
    <w:rsid w:val="009D3B8A"/>
    <w:rsid w:val="009E0D57"/>
    <w:rsid w:val="009E4CAA"/>
    <w:rsid w:val="009F02FF"/>
    <w:rsid w:val="009F055E"/>
    <w:rsid w:val="009F0619"/>
    <w:rsid w:val="009F2A8C"/>
    <w:rsid w:val="009F3BC5"/>
    <w:rsid w:val="009F474B"/>
    <w:rsid w:val="009F65A1"/>
    <w:rsid w:val="00A003DC"/>
    <w:rsid w:val="00A024E1"/>
    <w:rsid w:val="00A04726"/>
    <w:rsid w:val="00A10A9A"/>
    <w:rsid w:val="00A15D64"/>
    <w:rsid w:val="00A23F29"/>
    <w:rsid w:val="00A252D5"/>
    <w:rsid w:val="00A2575E"/>
    <w:rsid w:val="00A269FA"/>
    <w:rsid w:val="00A35213"/>
    <w:rsid w:val="00A375CB"/>
    <w:rsid w:val="00A37F25"/>
    <w:rsid w:val="00A37F9C"/>
    <w:rsid w:val="00A40BB4"/>
    <w:rsid w:val="00A501AD"/>
    <w:rsid w:val="00A56E69"/>
    <w:rsid w:val="00A5790C"/>
    <w:rsid w:val="00A57AF7"/>
    <w:rsid w:val="00A60D3F"/>
    <w:rsid w:val="00A62763"/>
    <w:rsid w:val="00A63982"/>
    <w:rsid w:val="00A65FD2"/>
    <w:rsid w:val="00A662E1"/>
    <w:rsid w:val="00A72AE1"/>
    <w:rsid w:val="00A77823"/>
    <w:rsid w:val="00A80048"/>
    <w:rsid w:val="00A82646"/>
    <w:rsid w:val="00A8414C"/>
    <w:rsid w:val="00A855D5"/>
    <w:rsid w:val="00A86999"/>
    <w:rsid w:val="00A9215B"/>
    <w:rsid w:val="00A9322B"/>
    <w:rsid w:val="00AA1CAD"/>
    <w:rsid w:val="00AA3A2B"/>
    <w:rsid w:val="00AA4817"/>
    <w:rsid w:val="00AA5A64"/>
    <w:rsid w:val="00AA604D"/>
    <w:rsid w:val="00AA7957"/>
    <w:rsid w:val="00AB0369"/>
    <w:rsid w:val="00AB0A1F"/>
    <w:rsid w:val="00AB1681"/>
    <w:rsid w:val="00AB2A80"/>
    <w:rsid w:val="00AC14E3"/>
    <w:rsid w:val="00AE4DD3"/>
    <w:rsid w:val="00AE56AA"/>
    <w:rsid w:val="00AE61AA"/>
    <w:rsid w:val="00AF0245"/>
    <w:rsid w:val="00AF48BF"/>
    <w:rsid w:val="00AF573F"/>
    <w:rsid w:val="00B01C8A"/>
    <w:rsid w:val="00B039DA"/>
    <w:rsid w:val="00B04FD1"/>
    <w:rsid w:val="00B05D67"/>
    <w:rsid w:val="00B101F1"/>
    <w:rsid w:val="00B103AD"/>
    <w:rsid w:val="00B15302"/>
    <w:rsid w:val="00B16267"/>
    <w:rsid w:val="00B16CC8"/>
    <w:rsid w:val="00B171EA"/>
    <w:rsid w:val="00B1725F"/>
    <w:rsid w:val="00B229BC"/>
    <w:rsid w:val="00B24F17"/>
    <w:rsid w:val="00B27F57"/>
    <w:rsid w:val="00B302E1"/>
    <w:rsid w:val="00B327B4"/>
    <w:rsid w:val="00B3695D"/>
    <w:rsid w:val="00B43425"/>
    <w:rsid w:val="00B441C4"/>
    <w:rsid w:val="00B457DE"/>
    <w:rsid w:val="00B457F7"/>
    <w:rsid w:val="00B477CE"/>
    <w:rsid w:val="00B523AA"/>
    <w:rsid w:val="00B5495B"/>
    <w:rsid w:val="00B55EFC"/>
    <w:rsid w:val="00B65344"/>
    <w:rsid w:val="00B71005"/>
    <w:rsid w:val="00B732DE"/>
    <w:rsid w:val="00B7474C"/>
    <w:rsid w:val="00B800DA"/>
    <w:rsid w:val="00B80422"/>
    <w:rsid w:val="00B82BCD"/>
    <w:rsid w:val="00B84F20"/>
    <w:rsid w:val="00B86671"/>
    <w:rsid w:val="00B87BFB"/>
    <w:rsid w:val="00B92928"/>
    <w:rsid w:val="00B93C27"/>
    <w:rsid w:val="00BB1BC8"/>
    <w:rsid w:val="00BB2D8D"/>
    <w:rsid w:val="00BB34AE"/>
    <w:rsid w:val="00BB3680"/>
    <w:rsid w:val="00BB3B2E"/>
    <w:rsid w:val="00BB6153"/>
    <w:rsid w:val="00BC26A4"/>
    <w:rsid w:val="00BC3EBA"/>
    <w:rsid w:val="00BC5F95"/>
    <w:rsid w:val="00BC6719"/>
    <w:rsid w:val="00BD1828"/>
    <w:rsid w:val="00BD44CE"/>
    <w:rsid w:val="00BE25AB"/>
    <w:rsid w:val="00BE3A71"/>
    <w:rsid w:val="00BE7498"/>
    <w:rsid w:val="00BF09BD"/>
    <w:rsid w:val="00BF0F9A"/>
    <w:rsid w:val="00BF1787"/>
    <w:rsid w:val="00BF7EC0"/>
    <w:rsid w:val="00C01E99"/>
    <w:rsid w:val="00C023B9"/>
    <w:rsid w:val="00C02C2D"/>
    <w:rsid w:val="00C0652F"/>
    <w:rsid w:val="00C06EDA"/>
    <w:rsid w:val="00C1403F"/>
    <w:rsid w:val="00C154A1"/>
    <w:rsid w:val="00C16B41"/>
    <w:rsid w:val="00C21140"/>
    <w:rsid w:val="00C212F3"/>
    <w:rsid w:val="00C3046E"/>
    <w:rsid w:val="00C31258"/>
    <w:rsid w:val="00C36255"/>
    <w:rsid w:val="00C374A6"/>
    <w:rsid w:val="00C42672"/>
    <w:rsid w:val="00C44CCE"/>
    <w:rsid w:val="00C4631C"/>
    <w:rsid w:val="00C50813"/>
    <w:rsid w:val="00C534E6"/>
    <w:rsid w:val="00C53A8C"/>
    <w:rsid w:val="00C5611D"/>
    <w:rsid w:val="00C60D68"/>
    <w:rsid w:val="00C64ED9"/>
    <w:rsid w:val="00C65A7A"/>
    <w:rsid w:val="00C65BC9"/>
    <w:rsid w:val="00C70FAD"/>
    <w:rsid w:val="00C7513F"/>
    <w:rsid w:val="00C757A5"/>
    <w:rsid w:val="00C7704F"/>
    <w:rsid w:val="00C77289"/>
    <w:rsid w:val="00C77DF8"/>
    <w:rsid w:val="00C80A7F"/>
    <w:rsid w:val="00C810C4"/>
    <w:rsid w:val="00C81620"/>
    <w:rsid w:val="00C91302"/>
    <w:rsid w:val="00C9517B"/>
    <w:rsid w:val="00C96162"/>
    <w:rsid w:val="00C963A2"/>
    <w:rsid w:val="00CA3B68"/>
    <w:rsid w:val="00CA6CC0"/>
    <w:rsid w:val="00CB2E43"/>
    <w:rsid w:val="00CC5EBE"/>
    <w:rsid w:val="00CD0C23"/>
    <w:rsid w:val="00CD12D1"/>
    <w:rsid w:val="00CD7C09"/>
    <w:rsid w:val="00CE10A1"/>
    <w:rsid w:val="00CE3AB5"/>
    <w:rsid w:val="00CE3B51"/>
    <w:rsid w:val="00CE6181"/>
    <w:rsid w:val="00CF7A17"/>
    <w:rsid w:val="00CF7C7C"/>
    <w:rsid w:val="00D04F73"/>
    <w:rsid w:val="00D0551B"/>
    <w:rsid w:val="00D061C9"/>
    <w:rsid w:val="00D07119"/>
    <w:rsid w:val="00D12107"/>
    <w:rsid w:val="00D12320"/>
    <w:rsid w:val="00D12B89"/>
    <w:rsid w:val="00D1336F"/>
    <w:rsid w:val="00D23507"/>
    <w:rsid w:val="00D24EB7"/>
    <w:rsid w:val="00D26ABC"/>
    <w:rsid w:val="00D320A7"/>
    <w:rsid w:val="00D36588"/>
    <w:rsid w:val="00D3682C"/>
    <w:rsid w:val="00D403AB"/>
    <w:rsid w:val="00D4123E"/>
    <w:rsid w:val="00D42FBD"/>
    <w:rsid w:val="00D51CDF"/>
    <w:rsid w:val="00D54121"/>
    <w:rsid w:val="00D6039A"/>
    <w:rsid w:val="00D6188C"/>
    <w:rsid w:val="00D62409"/>
    <w:rsid w:val="00D67BFA"/>
    <w:rsid w:val="00D74E38"/>
    <w:rsid w:val="00D81D95"/>
    <w:rsid w:val="00D95FA7"/>
    <w:rsid w:val="00DA5D77"/>
    <w:rsid w:val="00DA6DE8"/>
    <w:rsid w:val="00DC224D"/>
    <w:rsid w:val="00DC2292"/>
    <w:rsid w:val="00DC3BBD"/>
    <w:rsid w:val="00DD043D"/>
    <w:rsid w:val="00DD2C46"/>
    <w:rsid w:val="00DE5787"/>
    <w:rsid w:val="00DF2736"/>
    <w:rsid w:val="00DF3A90"/>
    <w:rsid w:val="00DF5229"/>
    <w:rsid w:val="00DF5BD0"/>
    <w:rsid w:val="00DF6AD0"/>
    <w:rsid w:val="00DF7A2F"/>
    <w:rsid w:val="00E02387"/>
    <w:rsid w:val="00E02A40"/>
    <w:rsid w:val="00E041A3"/>
    <w:rsid w:val="00E04B7B"/>
    <w:rsid w:val="00E06AE6"/>
    <w:rsid w:val="00E07DEC"/>
    <w:rsid w:val="00E121C9"/>
    <w:rsid w:val="00E22A16"/>
    <w:rsid w:val="00E27A02"/>
    <w:rsid w:val="00E32C67"/>
    <w:rsid w:val="00E3338D"/>
    <w:rsid w:val="00E337DD"/>
    <w:rsid w:val="00E33803"/>
    <w:rsid w:val="00E37F84"/>
    <w:rsid w:val="00E416F2"/>
    <w:rsid w:val="00E42986"/>
    <w:rsid w:val="00E4395F"/>
    <w:rsid w:val="00E45820"/>
    <w:rsid w:val="00E47564"/>
    <w:rsid w:val="00E47710"/>
    <w:rsid w:val="00E526AB"/>
    <w:rsid w:val="00E57DB2"/>
    <w:rsid w:val="00E61874"/>
    <w:rsid w:val="00E6788D"/>
    <w:rsid w:val="00E7408C"/>
    <w:rsid w:val="00E774D5"/>
    <w:rsid w:val="00E77E71"/>
    <w:rsid w:val="00E821D8"/>
    <w:rsid w:val="00E83D7A"/>
    <w:rsid w:val="00E841AC"/>
    <w:rsid w:val="00E90792"/>
    <w:rsid w:val="00E94F1A"/>
    <w:rsid w:val="00E957A6"/>
    <w:rsid w:val="00E97B46"/>
    <w:rsid w:val="00EA3F95"/>
    <w:rsid w:val="00EA498B"/>
    <w:rsid w:val="00EC0BA0"/>
    <w:rsid w:val="00EC2D15"/>
    <w:rsid w:val="00ED103E"/>
    <w:rsid w:val="00ED39D4"/>
    <w:rsid w:val="00ED5BEE"/>
    <w:rsid w:val="00ED7209"/>
    <w:rsid w:val="00ED76DE"/>
    <w:rsid w:val="00EE0EAA"/>
    <w:rsid w:val="00EE1173"/>
    <w:rsid w:val="00EE144C"/>
    <w:rsid w:val="00EE3640"/>
    <w:rsid w:val="00EE5AD0"/>
    <w:rsid w:val="00EF00DC"/>
    <w:rsid w:val="00EF5D78"/>
    <w:rsid w:val="00F0286F"/>
    <w:rsid w:val="00F049C3"/>
    <w:rsid w:val="00F05BA4"/>
    <w:rsid w:val="00F13C7C"/>
    <w:rsid w:val="00F146AC"/>
    <w:rsid w:val="00F1477F"/>
    <w:rsid w:val="00F15796"/>
    <w:rsid w:val="00F27D88"/>
    <w:rsid w:val="00F3301F"/>
    <w:rsid w:val="00F41449"/>
    <w:rsid w:val="00F42BCC"/>
    <w:rsid w:val="00F54F33"/>
    <w:rsid w:val="00F55D9D"/>
    <w:rsid w:val="00F573C3"/>
    <w:rsid w:val="00F620EE"/>
    <w:rsid w:val="00F626CA"/>
    <w:rsid w:val="00F62818"/>
    <w:rsid w:val="00F65ECE"/>
    <w:rsid w:val="00F809F0"/>
    <w:rsid w:val="00F810F5"/>
    <w:rsid w:val="00F82694"/>
    <w:rsid w:val="00F92A7C"/>
    <w:rsid w:val="00F97FEA"/>
    <w:rsid w:val="00FA0492"/>
    <w:rsid w:val="00FA41BD"/>
    <w:rsid w:val="00FA47D5"/>
    <w:rsid w:val="00FA6C3E"/>
    <w:rsid w:val="00FA78EE"/>
    <w:rsid w:val="00FB36DC"/>
    <w:rsid w:val="00FB51B5"/>
    <w:rsid w:val="00FB5289"/>
    <w:rsid w:val="00FB5C62"/>
    <w:rsid w:val="00FB6C10"/>
    <w:rsid w:val="00FC384C"/>
    <w:rsid w:val="00FC40B3"/>
    <w:rsid w:val="00FC5681"/>
    <w:rsid w:val="00FC70B6"/>
    <w:rsid w:val="00FC71CB"/>
    <w:rsid w:val="00FC788F"/>
    <w:rsid w:val="00FD24CD"/>
    <w:rsid w:val="00FE634F"/>
    <w:rsid w:val="00FE7796"/>
    <w:rsid w:val="00FF73BF"/>
    <w:rsid w:val="00FF77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80C1A6E"/>
  <w15:chartTrackingRefBased/>
  <w15:docId w15:val="{912DD008-85CE-4679-A5CE-60B3EB866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uiPriority="39"/>
    <w:lsdException w:name="toc 2" w:uiPriority="39"/>
    <w:lsdException w:name="toc 3" w:uiPriority="39"/>
    <w:lsdException w:name="header" w:uiPriority="99"/>
    <w:lsdException w:name="footer" w:uiPriority="99"/>
    <w:lsdException w:name="caption" w:semiHidden="1" w:uiPriority="35" w:unhideWhenUsed="1" w:qFormat="1"/>
    <w:lsdException w:name="endnote reference" w:uiPriority="99"/>
    <w:lsdException w:name="endnote text" w:uiPriority="99"/>
    <w:lsdException w:name="Title" w:qFormat="1"/>
    <w:lsdException w:name="Subtitle" w:uiPriority="11" w:qFormat="1"/>
    <w:lsdException w:name="Hyperlink" w:uiPriority="99"/>
    <w:lsdException w:name="FollowedHyperlink" w:uiPriority="99"/>
    <w:lsdException w:name="Strong" w:uiPriority="22" w:qFormat="1"/>
    <w:lsdException w:name="Emphasis" w:uiPriority="20" w:qFormat="1"/>
    <w:lsdException w:name="Normal (Web)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8">
    <w:name w:val="Normal"/>
    <w:qFormat/>
    <w:rsid w:val="003A10EB"/>
    <w:rPr>
      <w:sz w:val="24"/>
      <w:szCs w:val="24"/>
    </w:rPr>
  </w:style>
  <w:style w:type="paragraph" w:styleId="10">
    <w:name w:val="heading 1"/>
    <w:aliases w:val="H1,BSC Nadpis 1.úrovně,Nadpis I,BSC Nadpis,1 urovne"/>
    <w:basedOn w:val="a8"/>
    <w:next w:val="a8"/>
    <w:link w:val="11"/>
    <w:uiPriority w:val="9"/>
    <w:qFormat/>
    <w:rsid w:val="00C80A7F"/>
    <w:pPr>
      <w:keepNext/>
      <w:spacing w:before="120" w:after="120"/>
      <w:jc w:val="both"/>
      <w:outlineLvl w:val="0"/>
    </w:pPr>
    <w:rPr>
      <w:b/>
      <w:caps/>
      <w:kern w:val="28"/>
      <w:sz w:val="28"/>
      <w:szCs w:val="20"/>
    </w:rPr>
  </w:style>
  <w:style w:type="paragraph" w:styleId="2">
    <w:name w:val="heading 2"/>
    <w:aliases w:val="Indented Heading,H2,H21,H22,Indented Heading1,Indented Heading2,Indented Heading3,Indented Heading4,H23,H211,H221,Indented Heading5,Indented Heading6,Indented Heading7,H24,H212,H222,Indented Heading8,H25,H213,H223,Indented Heading9,H26,H214"/>
    <w:basedOn w:val="a8"/>
    <w:next w:val="a8"/>
    <w:link w:val="20"/>
    <w:uiPriority w:val="9"/>
    <w:qFormat/>
    <w:rsid w:val="00C80A7F"/>
    <w:pPr>
      <w:keepNext/>
      <w:spacing w:before="120" w:after="120"/>
      <w:jc w:val="both"/>
      <w:outlineLvl w:val="1"/>
    </w:pPr>
    <w:rPr>
      <w:b/>
      <w:iCs/>
      <w:sz w:val="28"/>
      <w:szCs w:val="20"/>
    </w:rPr>
  </w:style>
  <w:style w:type="paragraph" w:styleId="30">
    <w:name w:val="heading 3"/>
    <w:aliases w:val="o,H3"/>
    <w:basedOn w:val="a8"/>
    <w:next w:val="a8"/>
    <w:link w:val="31"/>
    <w:uiPriority w:val="9"/>
    <w:qFormat/>
    <w:rsid w:val="00C80A7F"/>
    <w:pPr>
      <w:keepNext/>
      <w:spacing w:before="120" w:after="120"/>
      <w:jc w:val="both"/>
      <w:outlineLvl w:val="2"/>
    </w:pPr>
    <w:rPr>
      <w:b/>
      <w:iCs/>
      <w:sz w:val="26"/>
      <w:szCs w:val="20"/>
    </w:rPr>
  </w:style>
  <w:style w:type="paragraph" w:styleId="4">
    <w:name w:val="heading 4"/>
    <w:aliases w:val="H4"/>
    <w:basedOn w:val="a8"/>
    <w:next w:val="a8"/>
    <w:link w:val="40"/>
    <w:uiPriority w:val="9"/>
    <w:qFormat/>
    <w:rsid w:val="00C80A7F"/>
    <w:pPr>
      <w:keepNext/>
      <w:spacing w:before="240" w:after="60"/>
      <w:jc w:val="both"/>
      <w:outlineLvl w:val="3"/>
    </w:pPr>
    <w:rPr>
      <w:rFonts w:ascii="Arial" w:hAnsi="Arial"/>
      <w:b/>
      <w:szCs w:val="20"/>
      <w:lang w:val="en-US"/>
    </w:rPr>
  </w:style>
  <w:style w:type="paragraph" w:styleId="50">
    <w:name w:val="heading 5"/>
    <w:aliases w:val="H5"/>
    <w:basedOn w:val="a8"/>
    <w:next w:val="a8"/>
    <w:link w:val="51"/>
    <w:uiPriority w:val="9"/>
    <w:qFormat/>
    <w:rsid w:val="00C80A7F"/>
    <w:pPr>
      <w:spacing w:before="240" w:after="60"/>
      <w:jc w:val="both"/>
      <w:outlineLvl w:val="4"/>
    </w:pPr>
    <w:rPr>
      <w:sz w:val="22"/>
      <w:szCs w:val="20"/>
    </w:rPr>
  </w:style>
  <w:style w:type="paragraph" w:styleId="6">
    <w:name w:val="heading 6"/>
    <w:aliases w:val="H6,(Название продукта)"/>
    <w:basedOn w:val="a8"/>
    <w:next w:val="a8"/>
    <w:link w:val="60"/>
    <w:uiPriority w:val="9"/>
    <w:qFormat/>
    <w:rsid w:val="00C80A7F"/>
    <w:pPr>
      <w:spacing w:before="240" w:after="60"/>
      <w:jc w:val="both"/>
      <w:outlineLvl w:val="5"/>
    </w:pPr>
    <w:rPr>
      <w:i/>
      <w:sz w:val="22"/>
      <w:szCs w:val="20"/>
    </w:rPr>
  </w:style>
  <w:style w:type="paragraph" w:styleId="7">
    <w:name w:val="heading 7"/>
    <w:aliases w:val="Название составляющей метрики"/>
    <w:basedOn w:val="a8"/>
    <w:next w:val="a8"/>
    <w:link w:val="70"/>
    <w:uiPriority w:val="9"/>
    <w:qFormat/>
    <w:rsid w:val="00C80A7F"/>
    <w:pPr>
      <w:spacing w:before="240" w:after="60"/>
      <w:jc w:val="both"/>
      <w:outlineLvl w:val="6"/>
    </w:pPr>
    <w:rPr>
      <w:rFonts w:ascii="Arial" w:hAnsi="Arial"/>
      <w:szCs w:val="20"/>
    </w:rPr>
  </w:style>
  <w:style w:type="paragraph" w:styleId="8">
    <w:name w:val="heading 8"/>
    <w:basedOn w:val="a8"/>
    <w:next w:val="a8"/>
    <w:link w:val="80"/>
    <w:uiPriority w:val="9"/>
    <w:qFormat/>
    <w:rsid w:val="00C80A7F"/>
    <w:pPr>
      <w:spacing w:before="240" w:after="60"/>
      <w:jc w:val="both"/>
      <w:outlineLvl w:val="7"/>
    </w:pPr>
    <w:rPr>
      <w:rFonts w:ascii="Arial" w:hAnsi="Arial"/>
      <w:i/>
      <w:szCs w:val="20"/>
    </w:rPr>
  </w:style>
  <w:style w:type="paragraph" w:styleId="9">
    <w:name w:val="heading 9"/>
    <w:basedOn w:val="a8"/>
    <w:next w:val="a8"/>
    <w:link w:val="90"/>
    <w:uiPriority w:val="9"/>
    <w:qFormat/>
    <w:rsid w:val="00C80A7F"/>
    <w:pPr>
      <w:spacing w:before="240" w:after="60"/>
      <w:jc w:val="both"/>
      <w:outlineLvl w:val="8"/>
    </w:pPr>
    <w:rPr>
      <w:rFonts w:ascii="Arial" w:hAnsi="Arial"/>
      <w:b/>
      <w:i/>
      <w:sz w:val="18"/>
      <w:szCs w:val="20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character" w:customStyle="1" w:styleId="11">
    <w:name w:val="Заголовок 1 Знак"/>
    <w:aliases w:val="H1 Знак,BSC Nadpis 1.úrovně Знак,Nadpis I Знак,BSC Nadpis Знак,1 urovne Знак"/>
    <w:link w:val="10"/>
    <w:uiPriority w:val="9"/>
    <w:rsid w:val="00C80A7F"/>
    <w:rPr>
      <w:b/>
      <w:caps/>
      <w:kern w:val="28"/>
      <w:sz w:val="28"/>
    </w:rPr>
  </w:style>
  <w:style w:type="character" w:customStyle="1" w:styleId="20">
    <w:name w:val="Заголовок 2 Знак"/>
    <w:aliases w:val="Indented Heading Знак,H2 Знак,H21 Знак,H22 Знак,Indented Heading1 Знак,Indented Heading2 Знак,Indented Heading3 Знак,Indented Heading4 Знак,H23 Знак,H211 Знак,H221 Знак,Indented Heading5 Знак,Indented Heading6 Знак,H24 Знак,H212 Знак"/>
    <w:link w:val="2"/>
    <w:uiPriority w:val="9"/>
    <w:rsid w:val="00C80A7F"/>
    <w:rPr>
      <w:b/>
      <w:iCs/>
      <w:sz w:val="28"/>
    </w:rPr>
  </w:style>
  <w:style w:type="character" w:customStyle="1" w:styleId="31">
    <w:name w:val="Заголовок 3 Знак"/>
    <w:aliases w:val="o Знак,H3 Знак"/>
    <w:link w:val="30"/>
    <w:uiPriority w:val="9"/>
    <w:rsid w:val="00C80A7F"/>
    <w:rPr>
      <w:b/>
      <w:iCs/>
      <w:sz w:val="26"/>
    </w:rPr>
  </w:style>
  <w:style w:type="character" w:customStyle="1" w:styleId="40">
    <w:name w:val="Заголовок 4 Знак"/>
    <w:aliases w:val="H4 Знак"/>
    <w:link w:val="4"/>
    <w:uiPriority w:val="9"/>
    <w:rsid w:val="00C80A7F"/>
    <w:rPr>
      <w:rFonts w:ascii="Arial" w:hAnsi="Arial"/>
      <w:b/>
      <w:sz w:val="24"/>
      <w:lang w:val="en-US"/>
    </w:rPr>
  </w:style>
  <w:style w:type="character" w:customStyle="1" w:styleId="51">
    <w:name w:val="Заголовок 5 Знак"/>
    <w:aliases w:val="H5 Знак"/>
    <w:link w:val="50"/>
    <w:uiPriority w:val="9"/>
    <w:rsid w:val="00C80A7F"/>
    <w:rPr>
      <w:sz w:val="22"/>
    </w:rPr>
  </w:style>
  <w:style w:type="character" w:customStyle="1" w:styleId="60">
    <w:name w:val="Заголовок 6 Знак"/>
    <w:aliases w:val="H6 Знак,(Название продукта) Знак"/>
    <w:link w:val="6"/>
    <w:uiPriority w:val="9"/>
    <w:rsid w:val="00C80A7F"/>
    <w:rPr>
      <w:i/>
      <w:sz w:val="22"/>
    </w:rPr>
  </w:style>
  <w:style w:type="character" w:customStyle="1" w:styleId="70">
    <w:name w:val="Заголовок 7 Знак"/>
    <w:aliases w:val="Название составляющей метрики Знак"/>
    <w:link w:val="7"/>
    <w:uiPriority w:val="9"/>
    <w:rsid w:val="00C80A7F"/>
    <w:rPr>
      <w:rFonts w:ascii="Arial" w:hAnsi="Arial"/>
      <w:sz w:val="24"/>
    </w:rPr>
  </w:style>
  <w:style w:type="character" w:customStyle="1" w:styleId="80">
    <w:name w:val="Заголовок 8 Знак"/>
    <w:link w:val="8"/>
    <w:uiPriority w:val="9"/>
    <w:rsid w:val="00C80A7F"/>
    <w:rPr>
      <w:rFonts w:ascii="Arial" w:hAnsi="Arial"/>
      <w:i/>
      <w:sz w:val="24"/>
    </w:rPr>
  </w:style>
  <w:style w:type="character" w:customStyle="1" w:styleId="90">
    <w:name w:val="Заголовок 9 Знак"/>
    <w:link w:val="9"/>
    <w:uiPriority w:val="9"/>
    <w:rsid w:val="00C80A7F"/>
    <w:rPr>
      <w:rFonts w:ascii="Arial" w:hAnsi="Arial"/>
      <w:b/>
      <w:i/>
      <w:sz w:val="18"/>
    </w:rPr>
  </w:style>
  <w:style w:type="table" w:styleId="ac">
    <w:name w:val="Table Grid"/>
    <w:basedOn w:val="aa"/>
    <w:uiPriority w:val="39"/>
    <w:rsid w:val="00696F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header"/>
    <w:basedOn w:val="a8"/>
    <w:link w:val="ae"/>
    <w:uiPriority w:val="99"/>
    <w:rsid w:val="006B47A9"/>
    <w:pPr>
      <w:tabs>
        <w:tab w:val="center" w:pos="4677"/>
        <w:tab w:val="right" w:pos="9355"/>
      </w:tabs>
    </w:pPr>
  </w:style>
  <w:style w:type="paragraph" w:styleId="af">
    <w:name w:val="footer"/>
    <w:basedOn w:val="a8"/>
    <w:link w:val="af0"/>
    <w:uiPriority w:val="99"/>
    <w:rsid w:val="006B47A9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link w:val="af"/>
    <w:uiPriority w:val="99"/>
    <w:rsid w:val="00502AE7"/>
    <w:rPr>
      <w:sz w:val="24"/>
      <w:szCs w:val="24"/>
    </w:rPr>
  </w:style>
  <w:style w:type="character" w:styleId="af1">
    <w:name w:val="page number"/>
    <w:basedOn w:val="a9"/>
    <w:rsid w:val="0046198D"/>
  </w:style>
  <w:style w:type="paragraph" w:styleId="af2">
    <w:name w:val="Balloon Text"/>
    <w:basedOn w:val="a8"/>
    <w:link w:val="af3"/>
    <w:uiPriority w:val="99"/>
    <w:semiHidden/>
    <w:rsid w:val="00201BC2"/>
    <w:rPr>
      <w:rFonts w:ascii="Tahoma" w:hAnsi="Tahoma" w:cs="Tahoma"/>
      <w:sz w:val="16"/>
      <w:szCs w:val="16"/>
    </w:rPr>
  </w:style>
  <w:style w:type="paragraph" w:styleId="af4">
    <w:name w:val="List Paragraph"/>
    <w:aliases w:val="Содержание. 2 уровень"/>
    <w:basedOn w:val="a8"/>
    <w:link w:val="af5"/>
    <w:uiPriority w:val="34"/>
    <w:qFormat/>
    <w:rsid w:val="0051064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6">
    <w:name w:val="footnote text"/>
    <w:aliases w:val=" Знак"/>
    <w:basedOn w:val="a8"/>
    <w:link w:val="af7"/>
    <w:unhideWhenUsed/>
    <w:rsid w:val="00122DF7"/>
    <w:rPr>
      <w:rFonts w:ascii="Calibri" w:eastAsia="Calibri" w:hAnsi="Calibri"/>
      <w:sz w:val="20"/>
      <w:szCs w:val="20"/>
      <w:lang w:eastAsia="en-US"/>
    </w:rPr>
  </w:style>
  <w:style w:type="character" w:customStyle="1" w:styleId="af7">
    <w:name w:val="Текст сноски Знак"/>
    <w:aliases w:val=" Знак Знак"/>
    <w:link w:val="af6"/>
    <w:rsid w:val="00122DF7"/>
    <w:rPr>
      <w:rFonts w:ascii="Calibri" w:eastAsia="Calibri" w:hAnsi="Calibri"/>
      <w:lang w:eastAsia="en-US"/>
    </w:rPr>
  </w:style>
  <w:style w:type="character" w:styleId="af8">
    <w:name w:val="footnote reference"/>
    <w:unhideWhenUsed/>
    <w:rsid w:val="00122DF7"/>
    <w:rPr>
      <w:vertAlign w:val="superscript"/>
    </w:rPr>
  </w:style>
  <w:style w:type="character" w:styleId="af9">
    <w:name w:val="annotation reference"/>
    <w:rsid w:val="002E26E8"/>
    <w:rPr>
      <w:sz w:val="16"/>
      <w:szCs w:val="16"/>
    </w:rPr>
  </w:style>
  <w:style w:type="paragraph" w:styleId="afa">
    <w:name w:val="annotation text"/>
    <w:basedOn w:val="a8"/>
    <w:link w:val="afb"/>
    <w:rsid w:val="002E26E8"/>
    <w:rPr>
      <w:sz w:val="20"/>
      <w:szCs w:val="20"/>
    </w:rPr>
  </w:style>
  <w:style w:type="character" w:customStyle="1" w:styleId="afb">
    <w:name w:val="Текст примечания Знак"/>
    <w:basedOn w:val="a9"/>
    <w:link w:val="afa"/>
    <w:rsid w:val="002E26E8"/>
  </w:style>
  <w:style w:type="paragraph" w:styleId="afc">
    <w:name w:val="annotation subject"/>
    <w:basedOn w:val="afa"/>
    <w:next w:val="afa"/>
    <w:link w:val="afd"/>
    <w:rsid w:val="002E26E8"/>
    <w:rPr>
      <w:b/>
      <w:bCs/>
    </w:rPr>
  </w:style>
  <w:style w:type="character" w:customStyle="1" w:styleId="afd">
    <w:name w:val="Тема примечания Знак"/>
    <w:link w:val="afc"/>
    <w:rsid w:val="002E26E8"/>
    <w:rPr>
      <w:b/>
      <w:bCs/>
    </w:rPr>
  </w:style>
  <w:style w:type="paragraph" w:customStyle="1" w:styleId="afe">
    <w:name w:val="Название"/>
    <w:basedOn w:val="a8"/>
    <w:qFormat/>
    <w:rsid w:val="00C80A7F"/>
    <w:pPr>
      <w:spacing w:before="240" w:after="240"/>
      <w:jc w:val="center"/>
      <w:outlineLvl w:val="0"/>
    </w:pPr>
    <w:rPr>
      <w:b/>
      <w:caps/>
      <w:kern w:val="28"/>
      <w:sz w:val="28"/>
      <w:szCs w:val="20"/>
    </w:rPr>
  </w:style>
  <w:style w:type="paragraph" w:styleId="12">
    <w:name w:val="toc 1"/>
    <w:basedOn w:val="a8"/>
    <w:next w:val="a8"/>
    <w:autoRedefine/>
    <w:uiPriority w:val="39"/>
    <w:rsid w:val="00C80A7F"/>
    <w:pPr>
      <w:tabs>
        <w:tab w:val="right" w:leader="dot" w:pos="9627"/>
      </w:tabs>
      <w:spacing w:before="120" w:after="120"/>
      <w:jc w:val="both"/>
    </w:pPr>
    <w:rPr>
      <w:b/>
      <w:caps/>
      <w:szCs w:val="20"/>
    </w:rPr>
  </w:style>
  <w:style w:type="paragraph" w:styleId="aff">
    <w:name w:val="toa heading"/>
    <w:basedOn w:val="a8"/>
    <w:next w:val="a8"/>
    <w:rsid w:val="00C80A7F"/>
    <w:pPr>
      <w:spacing w:before="120" w:after="60"/>
      <w:jc w:val="both"/>
    </w:pPr>
    <w:rPr>
      <w:rFonts w:ascii="Arial" w:hAnsi="Arial"/>
      <w:b/>
      <w:szCs w:val="20"/>
    </w:rPr>
  </w:style>
  <w:style w:type="paragraph" w:styleId="21">
    <w:name w:val="toc 2"/>
    <w:basedOn w:val="a8"/>
    <w:next w:val="a8"/>
    <w:autoRedefine/>
    <w:uiPriority w:val="39"/>
    <w:rsid w:val="00C80A7F"/>
    <w:pPr>
      <w:tabs>
        <w:tab w:val="left" w:pos="851"/>
        <w:tab w:val="right" w:leader="dot" w:pos="9639"/>
      </w:tabs>
      <w:spacing w:before="60" w:after="60"/>
      <w:ind w:left="284"/>
      <w:jc w:val="both"/>
    </w:pPr>
    <w:rPr>
      <w:smallCaps/>
      <w:szCs w:val="20"/>
    </w:rPr>
  </w:style>
  <w:style w:type="paragraph" w:styleId="32">
    <w:name w:val="toc 3"/>
    <w:basedOn w:val="a8"/>
    <w:next w:val="a8"/>
    <w:autoRedefine/>
    <w:uiPriority w:val="39"/>
    <w:rsid w:val="00C80A7F"/>
    <w:pPr>
      <w:tabs>
        <w:tab w:val="left" w:pos="1276"/>
        <w:tab w:val="right" w:leader="dot" w:pos="9639"/>
      </w:tabs>
      <w:spacing w:before="60" w:after="60"/>
      <w:ind w:left="567"/>
      <w:jc w:val="both"/>
    </w:pPr>
    <w:rPr>
      <w:i/>
      <w:szCs w:val="20"/>
    </w:rPr>
  </w:style>
  <w:style w:type="paragraph" w:styleId="41">
    <w:name w:val="toc 4"/>
    <w:basedOn w:val="a8"/>
    <w:next w:val="a8"/>
    <w:autoRedefine/>
    <w:rsid w:val="00C80A7F"/>
    <w:pPr>
      <w:spacing w:before="60" w:after="60"/>
      <w:ind w:left="600"/>
      <w:jc w:val="both"/>
    </w:pPr>
    <w:rPr>
      <w:sz w:val="18"/>
      <w:szCs w:val="20"/>
    </w:rPr>
  </w:style>
  <w:style w:type="paragraph" w:styleId="52">
    <w:name w:val="toc 5"/>
    <w:basedOn w:val="a8"/>
    <w:next w:val="a8"/>
    <w:autoRedefine/>
    <w:rsid w:val="00C80A7F"/>
    <w:pPr>
      <w:spacing w:before="60" w:after="60"/>
      <w:ind w:left="800"/>
      <w:jc w:val="both"/>
    </w:pPr>
    <w:rPr>
      <w:sz w:val="18"/>
      <w:szCs w:val="20"/>
    </w:rPr>
  </w:style>
  <w:style w:type="paragraph" w:styleId="61">
    <w:name w:val="toc 6"/>
    <w:basedOn w:val="a8"/>
    <w:next w:val="a8"/>
    <w:autoRedefine/>
    <w:rsid w:val="00C80A7F"/>
    <w:pPr>
      <w:spacing w:before="60" w:after="60"/>
      <w:ind w:left="1000"/>
      <w:jc w:val="both"/>
    </w:pPr>
    <w:rPr>
      <w:sz w:val="18"/>
      <w:szCs w:val="20"/>
    </w:rPr>
  </w:style>
  <w:style w:type="paragraph" w:styleId="71">
    <w:name w:val="toc 7"/>
    <w:basedOn w:val="a8"/>
    <w:next w:val="a8"/>
    <w:autoRedefine/>
    <w:rsid w:val="00C80A7F"/>
    <w:pPr>
      <w:spacing w:before="60" w:after="60"/>
      <w:ind w:left="1200"/>
      <w:jc w:val="both"/>
    </w:pPr>
    <w:rPr>
      <w:sz w:val="18"/>
      <w:szCs w:val="20"/>
    </w:rPr>
  </w:style>
  <w:style w:type="paragraph" w:styleId="81">
    <w:name w:val="toc 8"/>
    <w:basedOn w:val="a8"/>
    <w:next w:val="a8"/>
    <w:autoRedefine/>
    <w:rsid w:val="00C80A7F"/>
    <w:pPr>
      <w:spacing w:before="60" w:after="60"/>
      <w:ind w:left="1400"/>
      <w:jc w:val="both"/>
    </w:pPr>
    <w:rPr>
      <w:sz w:val="18"/>
      <w:szCs w:val="20"/>
    </w:rPr>
  </w:style>
  <w:style w:type="paragraph" w:styleId="91">
    <w:name w:val="toc 9"/>
    <w:basedOn w:val="a8"/>
    <w:next w:val="a8"/>
    <w:autoRedefine/>
    <w:rsid w:val="00C80A7F"/>
    <w:pPr>
      <w:spacing w:before="60" w:after="60"/>
      <w:ind w:left="1600"/>
      <w:jc w:val="both"/>
    </w:pPr>
    <w:rPr>
      <w:sz w:val="18"/>
      <w:szCs w:val="20"/>
    </w:rPr>
  </w:style>
  <w:style w:type="paragraph" w:styleId="aff0">
    <w:name w:val="Body Text"/>
    <w:basedOn w:val="a8"/>
    <w:link w:val="aff1"/>
    <w:rsid w:val="00C80A7F"/>
    <w:pPr>
      <w:spacing w:before="60" w:after="60"/>
      <w:jc w:val="both"/>
    </w:pPr>
    <w:rPr>
      <w:szCs w:val="20"/>
    </w:rPr>
  </w:style>
  <w:style w:type="character" w:customStyle="1" w:styleId="aff1">
    <w:name w:val="Основной текст Знак"/>
    <w:link w:val="aff0"/>
    <w:rsid w:val="00C80A7F"/>
    <w:rPr>
      <w:sz w:val="24"/>
    </w:rPr>
  </w:style>
  <w:style w:type="character" w:styleId="aff2">
    <w:name w:val="Hyperlink"/>
    <w:uiPriority w:val="99"/>
    <w:rsid w:val="00C80A7F"/>
    <w:rPr>
      <w:color w:val="0000FF"/>
      <w:u w:val="single"/>
    </w:rPr>
  </w:style>
  <w:style w:type="paragraph" w:customStyle="1" w:styleId="a7">
    <w:name w:val="Нумерованный список для ссылок"/>
    <w:basedOn w:val="afa"/>
    <w:next w:val="a8"/>
    <w:rsid w:val="00C80A7F"/>
    <w:pPr>
      <w:numPr>
        <w:numId w:val="1"/>
      </w:numPr>
      <w:suppressLineNumbers/>
      <w:spacing w:before="60" w:after="60"/>
      <w:jc w:val="both"/>
    </w:pPr>
    <w:rPr>
      <w:i/>
      <w:sz w:val="24"/>
    </w:rPr>
  </w:style>
  <w:style w:type="paragraph" w:customStyle="1" w:styleId="aff3">
    <w:name w:val="Наименование программы"/>
    <w:basedOn w:val="a8"/>
    <w:rsid w:val="00C80A7F"/>
    <w:pPr>
      <w:spacing w:before="120" w:after="60" w:line="360" w:lineRule="auto"/>
      <w:ind w:firstLine="567"/>
      <w:jc w:val="center"/>
    </w:pPr>
    <w:rPr>
      <w:rFonts w:ascii="Arial" w:hAnsi="Arial"/>
      <w:b/>
      <w:caps/>
      <w:noProof/>
      <w:sz w:val="28"/>
      <w:szCs w:val="20"/>
    </w:rPr>
  </w:style>
  <w:style w:type="paragraph" w:customStyle="1" w:styleId="aff4">
    <w:name w:val="Текст в таблице"/>
    <w:basedOn w:val="a8"/>
    <w:rsid w:val="00C80A7F"/>
    <w:pPr>
      <w:keepLines/>
      <w:spacing w:before="60" w:after="60"/>
      <w:jc w:val="both"/>
    </w:pPr>
    <w:rPr>
      <w:rFonts w:ascii="Arial" w:hAnsi="Arial"/>
      <w:szCs w:val="20"/>
    </w:rPr>
  </w:style>
  <w:style w:type="paragraph" w:customStyle="1" w:styleId="a4">
    <w:name w:val="Нумерация"/>
    <w:basedOn w:val="a8"/>
    <w:rsid w:val="00C80A7F"/>
    <w:pPr>
      <w:numPr>
        <w:numId w:val="6"/>
      </w:numPr>
      <w:tabs>
        <w:tab w:val="left" w:pos="1134"/>
      </w:tabs>
      <w:spacing w:before="60" w:after="60" w:line="360" w:lineRule="auto"/>
      <w:jc w:val="both"/>
    </w:pPr>
    <w:rPr>
      <w:rFonts w:ascii="Arial" w:hAnsi="Arial"/>
      <w:noProof/>
      <w:szCs w:val="20"/>
    </w:rPr>
  </w:style>
  <w:style w:type="paragraph" w:customStyle="1" w:styleId="a6">
    <w:name w:val="Буква"/>
    <w:basedOn w:val="a4"/>
    <w:rsid w:val="00C80A7F"/>
    <w:pPr>
      <w:numPr>
        <w:numId w:val="2"/>
      </w:numPr>
    </w:pPr>
  </w:style>
  <w:style w:type="paragraph" w:customStyle="1" w:styleId="aff5">
    <w:name w:val="Содержание"/>
    <w:basedOn w:val="a8"/>
    <w:rsid w:val="00C80A7F"/>
    <w:pPr>
      <w:spacing w:before="60" w:after="60"/>
      <w:jc w:val="center"/>
    </w:pPr>
    <w:rPr>
      <w:b/>
      <w:bCs/>
      <w:sz w:val="28"/>
      <w:szCs w:val="20"/>
    </w:rPr>
  </w:style>
  <w:style w:type="paragraph" w:customStyle="1" w:styleId="22">
    <w:name w:val="Название документа 2"/>
    <w:basedOn w:val="a8"/>
    <w:rsid w:val="00C80A7F"/>
    <w:pPr>
      <w:spacing w:before="60" w:after="60"/>
      <w:jc w:val="center"/>
    </w:pPr>
    <w:rPr>
      <w:b/>
      <w:bCs/>
      <w:sz w:val="28"/>
      <w:szCs w:val="20"/>
    </w:rPr>
  </w:style>
  <w:style w:type="paragraph" w:customStyle="1" w:styleId="a5">
    <w:name w:val="Рисунок"/>
    <w:basedOn w:val="a8"/>
    <w:next w:val="a8"/>
    <w:rsid w:val="00C80A7F"/>
    <w:pPr>
      <w:numPr>
        <w:numId w:val="3"/>
      </w:numPr>
      <w:spacing w:before="60" w:after="60" w:line="360" w:lineRule="auto"/>
      <w:jc w:val="center"/>
    </w:pPr>
    <w:rPr>
      <w:rFonts w:ascii="Arial" w:hAnsi="Arial"/>
      <w:szCs w:val="20"/>
    </w:rPr>
  </w:style>
  <w:style w:type="paragraph" w:styleId="a2">
    <w:name w:val="List"/>
    <w:basedOn w:val="a8"/>
    <w:rsid w:val="00C80A7F"/>
    <w:pPr>
      <w:numPr>
        <w:numId w:val="4"/>
      </w:numPr>
      <w:tabs>
        <w:tab w:val="clear" w:pos="360"/>
        <w:tab w:val="left" w:pos="851"/>
      </w:tabs>
      <w:spacing w:before="60" w:after="60" w:line="360" w:lineRule="auto"/>
      <w:ind w:left="0" w:firstLine="567"/>
      <w:jc w:val="both"/>
    </w:pPr>
    <w:rPr>
      <w:rFonts w:ascii="Arial" w:hAnsi="Arial"/>
      <w:szCs w:val="20"/>
    </w:rPr>
  </w:style>
  <w:style w:type="paragraph" w:customStyle="1" w:styleId="a3">
    <w:name w:val="Таблица"/>
    <w:basedOn w:val="a8"/>
    <w:next w:val="a8"/>
    <w:rsid w:val="00C80A7F"/>
    <w:pPr>
      <w:numPr>
        <w:numId w:val="5"/>
      </w:numPr>
      <w:spacing w:before="60" w:after="60" w:line="360" w:lineRule="auto"/>
      <w:jc w:val="both"/>
    </w:pPr>
    <w:rPr>
      <w:rFonts w:ascii="Arial" w:hAnsi="Arial"/>
      <w:szCs w:val="20"/>
    </w:rPr>
  </w:style>
  <w:style w:type="paragraph" w:styleId="aff6">
    <w:name w:val="Document Map"/>
    <w:basedOn w:val="a8"/>
    <w:link w:val="aff7"/>
    <w:rsid w:val="00C80A7F"/>
    <w:pPr>
      <w:shd w:val="clear" w:color="auto" w:fill="000080"/>
      <w:spacing w:before="60" w:after="60"/>
      <w:jc w:val="both"/>
    </w:pPr>
    <w:rPr>
      <w:rFonts w:ascii="Tahoma" w:hAnsi="Tahoma"/>
      <w:szCs w:val="20"/>
    </w:rPr>
  </w:style>
  <w:style w:type="character" w:customStyle="1" w:styleId="aff7">
    <w:name w:val="Схема документа Знак"/>
    <w:link w:val="aff6"/>
    <w:rsid w:val="00C80A7F"/>
    <w:rPr>
      <w:rFonts w:ascii="Tahoma" w:hAnsi="Tahoma"/>
      <w:sz w:val="24"/>
      <w:shd w:val="clear" w:color="auto" w:fill="000080"/>
    </w:rPr>
  </w:style>
  <w:style w:type="character" w:customStyle="1" w:styleId="aff8">
    <w:name w:val="Знак Знак"/>
    <w:rsid w:val="00C80A7F"/>
    <w:rPr>
      <w:sz w:val="24"/>
      <w:lang w:val="ru-RU" w:eastAsia="ru-RU" w:bidi="ar-SA"/>
    </w:rPr>
  </w:style>
  <w:style w:type="paragraph" w:customStyle="1" w:styleId="aff9">
    <w:name w:val="Обычный без отступа (центр)"/>
    <w:basedOn w:val="a8"/>
    <w:rsid w:val="00C80A7F"/>
    <w:pPr>
      <w:spacing w:before="40" w:after="40"/>
      <w:jc w:val="center"/>
    </w:pPr>
    <w:rPr>
      <w:bCs/>
      <w:sz w:val="26"/>
      <w:szCs w:val="20"/>
    </w:rPr>
  </w:style>
  <w:style w:type="paragraph" w:customStyle="1" w:styleId="affa">
    <w:name w:val="Обычный (веб)"/>
    <w:basedOn w:val="a8"/>
    <w:uiPriority w:val="99"/>
    <w:rsid w:val="00C80A7F"/>
    <w:pPr>
      <w:spacing w:before="100" w:beforeAutospacing="1" w:after="100" w:afterAutospacing="1"/>
    </w:pPr>
    <w:rPr>
      <w:color w:val="663300"/>
    </w:rPr>
  </w:style>
  <w:style w:type="paragraph" w:customStyle="1" w:styleId="Tabletext">
    <w:name w:val="Tabletext"/>
    <w:basedOn w:val="a8"/>
    <w:rsid w:val="00C80A7F"/>
    <w:pPr>
      <w:keepLines/>
      <w:widowControl w:val="0"/>
      <w:spacing w:after="120" w:line="240" w:lineRule="atLeast"/>
    </w:pPr>
    <w:rPr>
      <w:sz w:val="20"/>
      <w:szCs w:val="20"/>
      <w:lang w:val="en-US" w:eastAsia="en-US"/>
    </w:rPr>
  </w:style>
  <w:style w:type="paragraph" w:customStyle="1" w:styleId="13">
    <w:name w:val="Обычный1"/>
    <w:rsid w:val="00C80A7F"/>
    <w:pPr>
      <w:spacing w:before="100" w:after="100"/>
    </w:pPr>
    <w:rPr>
      <w:snapToGrid w:val="0"/>
      <w:sz w:val="24"/>
    </w:rPr>
  </w:style>
  <w:style w:type="paragraph" w:styleId="23">
    <w:name w:val="List Bullet 2"/>
    <w:basedOn w:val="a8"/>
    <w:rsid w:val="00C80A7F"/>
    <w:pPr>
      <w:autoSpaceDE w:val="0"/>
      <w:autoSpaceDN w:val="0"/>
      <w:spacing w:after="120"/>
      <w:ind w:left="566" w:hanging="283"/>
      <w:jc w:val="both"/>
    </w:pPr>
    <w:rPr>
      <w:sz w:val="22"/>
      <w:szCs w:val="22"/>
    </w:rPr>
  </w:style>
  <w:style w:type="paragraph" w:styleId="affb">
    <w:name w:val="List Bullet"/>
    <w:aliases w:val="List Bullet 1"/>
    <w:basedOn w:val="a8"/>
    <w:rsid w:val="00C80A7F"/>
    <w:pPr>
      <w:autoSpaceDE w:val="0"/>
      <w:autoSpaceDN w:val="0"/>
      <w:spacing w:after="120"/>
      <w:ind w:left="284" w:hanging="284"/>
      <w:jc w:val="both"/>
    </w:pPr>
  </w:style>
  <w:style w:type="paragraph" w:styleId="33">
    <w:name w:val="List Bullet 3"/>
    <w:basedOn w:val="a8"/>
    <w:rsid w:val="00C80A7F"/>
    <w:pPr>
      <w:autoSpaceDE w:val="0"/>
      <w:autoSpaceDN w:val="0"/>
      <w:spacing w:after="120"/>
      <w:ind w:left="849" w:hanging="283"/>
      <w:jc w:val="both"/>
    </w:pPr>
    <w:rPr>
      <w:sz w:val="22"/>
      <w:szCs w:val="22"/>
    </w:rPr>
  </w:style>
  <w:style w:type="paragraph" w:styleId="24">
    <w:name w:val="List 2"/>
    <w:basedOn w:val="a8"/>
    <w:rsid w:val="00C80A7F"/>
    <w:pPr>
      <w:spacing w:before="60" w:after="60"/>
      <w:ind w:left="566" w:hanging="283"/>
      <w:jc w:val="both"/>
    </w:pPr>
    <w:rPr>
      <w:szCs w:val="20"/>
    </w:rPr>
  </w:style>
  <w:style w:type="paragraph" w:styleId="34">
    <w:name w:val="Body Text 3"/>
    <w:basedOn w:val="a8"/>
    <w:link w:val="35"/>
    <w:rsid w:val="00C80A7F"/>
    <w:pPr>
      <w:spacing w:before="60" w:after="120"/>
      <w:jc w:val="both"/>
    </w:pPr>
    <w:rPr>
      <w:sz w:val="16"/>
      <w:szCs w:val="16"/>
    </w:rPr>
  </w:style>
  <w:style w:type="character" w:customStyle="1" w:styleId="35">
    <w:name w:val="Основной текст 3 Знак"/>
    <w:link w:val="34"/>
    <w:rsid w:val="00C80A7F"/>
    <w:rPr>
      <w:sz w:val="16"/>
      <w:szCs w:val="16"/>
    </w:rPr>
  </w:style>
  <w:style w:type="character" w:customStyle="1" w:styleId="affc">
    <w:name w:val="знак сноски"/>
    <w:rsid w:val="00C80A7F"/>
    <w:rPr>
      <w:vertAlign w:val="superscript"/>
    </w:rPr>
  </w:style>
  <w:style w:type="character" w:customStyle="1" w:styleId="affd">
    <w:name w:val="знак примечания"/>
    <w:rsid w:val="00C80A7F"/>
    <w:rPr>
      <w:sz w:val="16"/>
      <w:szCs w:val="16"/>
    </w:rPr>
  </w:style>
  <w:style w:type="paragraph" w:customStyle="1" w:styleId="affe">
    <w:name w:val="текст примечания"/>
    <w:basedOn w:val="a8"/>
    <w:link w:val="afff"/>
    <w:rsid w:val="00C80A7F"/>
    <w:pPr>
      <w:autoSpaceDE w:val="0"/>
      <w:autoSpaceDN w:val="0"/>
      <w:spacing w:after="120"/>
      <w:ind w:firstLine="454"/>
      <w:jc w:val="both"/>
    </w:pPr>
    <w:rPr>
      <w:sz w:val="20"/>
      <w:szCs w:val="20"/>
    </w:rPr>
  </w:style>
  <w:style w:type="character" w:customStyle="1" w:styleId="afff">
    <w:name w:val="текст примечания Знак"/>
    <w:link w:val="affe"/>
    <w:rsid w:val="00C80A7F"/>
  </w:style>
  <w:style w:type="paragraph" w:styleId="5">
    <w:name w:val="List Bullet 5"/>
    <w:basedOn w:val="a8"/>
    <w:rsid w:val="00C80A7F"/>
    <w:pPr>
      <w:numPr>
        <w:numId w:val="7"/>
      </w:numPr>
      <w:tabs>
        <w:tab w:val="clear" w:pos="1492"/>
      </w:tabs>
      <w:autoSpaceDE w:val="0"/>
      <w:autoSpaceDN w:val="0"/>
      <w:spacing w:after="120"/>
      <w:ind w:left="1415" w:hanging="283"/>
      <w:jc w:val="both"/>
    </w:pPr>
    <w:rPr>
      <w:sz w:val="22"/>
      <w:szCs w:val="22"/>
    </w:rPr>
  </w:style>
  <w:style w:type="paragraph" w:styleId="afff0">
    <w:name w:val="caption"/>
    <w:basedOn w:val="a8"/>
    <w:next w:val="a8"/>
    <w:uiPriority w:val="35"/>
    <w:qFormat/>
    <w:rsid w:val="00C80A7F"/>
    <w:pPr>
      <w:widowControl w:val="0"/>
      <w:spacing w:before="120" w:after="120" w:line="240" w:lineRule="atLeast"/>
      <w:ind w:left="680"/>
      <w:jc w:val="both"/>
    </w:pPr>
    <w:rPr>
      <w:b/>
      <w:bCs/>
      <w:sz w:val="20"/>
      <w:szCs w:val="20"/>
      <w:lang w:val="en-US" w:eastAsia="en-US"/>
    </w:rPr>
  </w:style>
  <w:style w:type="paragraph" w:customStyle="1" w:styleId="BlockQuotationFirst">
    <w:name w:val="Block Quotation First"/>
    <w:basedOn w:val="a8"/>
    <w:next w:val="a8"/>
    <w:rsid w:val="00C80A7F"/>
    <w:pPr>
      <w:keepNext/>
      <w:shd w:val="pct20" w:color="auto" w:fill="auto"/>
      <w:spacing w:after="120" w:line="220" w:lineRule="atLeast"/>
      <w:ind w:left="1366" w:right="238"/>
      <w:jc w:val="both"/>
    </w:pPr>
    <w:rPr>
      <w:rFonts w:ascii="Arial" w:hAnsi="Arial"/>
      <w:b/>
      <w:spacing w:val="-5"/>
      <w:sz w:val="20"/>
      <w:szCs w:val="20"/>
      <w:lang w:val="en-US" w:eastAsia="en-US"/>
    </w:rPr>
  </w:style>
  <w:style w:type="paragraph" w:customStyle="1" w:styleId="14">
    <w:name w:val="Название документа 1"/>
    <w:basedOn w:val="a8"/>
    <w:rsid w:val="00C80A7F"/>
    <w:pPr>
      <w:spacing w:before="60" w:after="60"/>
      <w:jc w:val="center"/>
    </w:pPr>
    <w:rPr>
      <w:b/>
      <w:bCs/>
      <w:sz w:val="44"/>
      <w:szCs w:val="20"/>
    </w:rPr>
  </w:style>
  <w:style w:type="paragraph" w:styleId="HTML">
    <w:name w:val="HTML Preformatted"/>
    <w:basedOn w:val="a8"/>
    <w:link w:val="HTML0"/>
    <w:rsid w:val="00C80A7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rsid w:val="00C80A7F"/>
    <w:rPr>
      <w:rFonts w:ascii="Courier New" w:hAnsi="Courier New" w:cs="Courier New"/>
    </w:rPr>
  </w:style>
  <w:style w:type="character" w:customStyle="1" w:styleId="110">
    <w:name w:val="Обычный 11"/>
    <w:rsid w:val="00C80A7F"/>
    <w:rPr>
      <w:sz w:val="22"/>
    </w:rPr>
  </w:style>
  <w:style w:type="paragraph" w:customStyle="1" w:styleId="InfoBlue">
    <w:name w:val="InfoBlue"/>
    <w:basedOn w:val="a8"/>
    <w:next w:val="aff0"/>
    <w:link w:val="InfoBlue0"/>
    <w:rsid w:val="00C80A7F"/>
    <w:pPr>
      <w:widowControl w:val="0"/>
      <w:spacing w:line="240" w:lineRule="atLeast"/>
      <w:jc w:val="both"/>
    </w:pPr>
    <w:rPr>
      <w:i/>
      <w:color w:val="0000FF"/>
      <w:sz w:val="20"/>
      <w:szCs w:val="20"/>
      <w:lang w:eastAsia="en-US"/>
    </w:rPr>
  </w:style>
  <w:style w:type="character" w:customStyle="1" w:styleId="InfoBlue0">
    <w:name w:val="InfoBlue Знак"/>
    <w:link w:val="InfoBlue"/>
    <w:rsid w:val="00C80A7F"/>
    <w:rPr>
      <w:i/>
      <w:color w:val="0000FF"/>
      <w:lang w:eastAsia="en-US"/>
    </w:rPr>
  </w:style>
  <w:style w:type="paragraph" w:customStyle="1" w:styleId="102">
    <w:name w:val="Стиль Первая строка:  1.02 см"/>
    <w:basedOn w:val="a8"/>
    <w:rsid w:val="00C80A7F"/>
    <w:pPr>
      <w:widowControl w:val="0"/>
      <w:spacing w:after="120" w:line="240" w:lineRule="atLeast"/>
      <w:ind w:firstLine="576"/>
      <w:jc w:val="both"/>
    </w:pPr>
    <w:rPr>
      <w:sz w:val="22"/>
      <w:szCs w:val="20"/>
      <w:lang w:eastAsia="en-US"/>
    </w:rPr>
  </w:style>
  <w:style w:type="paragraph" w:customStyle="1" w:styleId="a0">
    <w:name w:val="Функциональные требования"/>
    <w:basedOn w:val="a8"/>
    <w:rsid w:val="00C80A7F"/>
    <w:pPr>
      <w:widowControl w:val="0"/>
      <w:numPr>
        <w:numId w:val="9"/>
      </w:numPr>
      <w:spacing w:after="120" w:line="240" w:lineRule="atLeast"/>
      <w:jc w:val="both"/>
    </w:pPr>
    <w:rPr>
      <w:sz w:val="20"/>
      <w:szCs w:val="20"/>
      <w:lang w:eastAsia="en-US"/>
    </w:rPr>
  </w:style>
  <w:style w:type="paragraph" w:styleId="a">
    <w:name w:val="List Number"/>
    <w:basedOn w:val="a8"/>
    <w:rsid w:val="00C80A7F"/>
    <w:pPr>
      <w:numPr>
        <w:numId w:val="8"/>
      </w:numPr>
      <w:spacing w:before="60" w:after="60"/>
      <w:contextualSpacing/>
      <w:jc w:val="both"/>
    </w:pPr>
    <w:rPr>
      <w:szCs w:val="20"/>
    </w:rPr>
  </w:style>
  <w:style w:type="character" w:styleId="afff1">
    <w:name w:val="Emphasis"/>
    <w:uiPriority w:val="20"/>
    <w:qFormat/>
    <w:rsid w:val="00C80A7F"/>
    <w:rPr>
      <w:i/>
      <w:iCs/>
    </w:rPr>
  </w:style>
  <w:style w:type="paragraph" w:customStyle="1" w:styleId="afff2">
    <w:name w:val="Обычный.Текст"/>
    <w:rsid w:val="00C80A7F"/>
    <w:pPr>
      <w:ind w:firstLine="720"/>
      <w:jc w:val="both"/>
    </w:pPr>
    <w:rPr>
      <w:sz w:val="24"/>
    </w:rPr>
  </w:style>
  <w:style w:type="paragraph" w:customStyle="1" w:styleId="afff3">
    <w:name w:val="список иллюстраций"/>
    <w:basedOn w:val="a8"/>
    <w:next w:val="a8"/>
    <w:rsid w:val="00C80A7F"/>
    <w:pPr>
      <w:tabs>
        <w:tab w:val="right" w:leader="dot" w:pos="9101"/>
      </w:tabs>
      <w:jc w:val="center"/>
    </w:pPr>
    <w:rPr>
      <w:b/>
      <w:szCs w:val="20"/>
    </w:rPr>
  </w:style>
  <w:style w:type="paragraph" w:customStyle="1" w:styleId="a1">
    <w:name w:val="Список Задачи и Функции"/>
    <w:basedOn w:val="a8"/>
    <w:rsid w:val="00C80A7F"/>
    <w:pPr>
      <w:numPr>
        <w:numId w:val="10"/>
      </w:numPr>
      <w:spacing w:before="60" w:after="60"/>
      <w:jc w:val="both"/>
    </w:pPr>
    <w:rPr>
      <w:szCs w:val="20"/>
    </w:rPr>
  </w:style>
  <w:style w:type="paragraph" w:customStyle="1" w:styleId="102ArialNarrow9">
    <w:name w:val="Стиль Стиль Первая строка:  1.02 см + Arial Narrow 9 пт полужирны..."/>
    <w:basedOn w:val="102"/>
    <w:rsid w:val="00C80A7F"/>
    <w:pPr>
      <w:ind w:firstLine="0"/>
      <w:jc w:val="center"/>
    </w:pPr>
    <w:rPr>
      <w:b/>
      <w:bCs/>
      <w:sz w:val="18"/>
    </w:rPr>
  </w:style>
  <w:style w:type="paragraph" w:customStyle="1" w:styleId="102ArialNarrow90">
    <w:name w:val="Стиль Стиль Первая строка:  1.02 см + Arial Narrow 9 пт Первая ст..."/>
    <w:basedOn w:val="102"/>
    <w:rsid w:val="00C80A7F"/>
    <w:pPr>
      <w:ind w:firstLine="0"/>
    </w:pPr>
    <w:rPr>
      <w:sz w:val="18"/>
    </w:rPr>
  </w:style>
  <w:style w:type="paragraph" w:customStyle="1" w:styleId="102ArialNarrow91">
    <w:name w:val="Стиль Стиль Первая строка:  1.02 см + Arial Narrow 9 пт Первая ст...1"/>
    <w:basedOn w:val="102"/>
    <w:rsid w:val="00C80A7F"/>
    <w:pPr>
      <w:spacing w:after="0"/>
      <w:ind w:firstLine="0"/>
    </w:pPr>
    <w:rPr>
      <w:sz w:val="18"/>
    </w:rPr>
  </w:style>
  <w:style w:type="paragraph" w:customStyle="1" w:styleId="ArialNarrow90">
    <w:name w:val="Стиль Arial Narrow 9 пт После:  0 пт"/>
    <w:basedOn w:val="a8"/>
    <w:rsid w:val="00C80A7F"/>
    <w:pPr>
      <w:spacing w:before="60"/>
      <w:jc w:val="both"/>
    </w:pPr>
    <w:rPr>
      <w:sz w:val="18"/>
      <w:szCs w:val="20"/>
    </w:rPr>
  </w:style>
  <w:style w:type="paragraph" w:customStyle="1" w:styleId="ArialNarrow900">
    <w:name w:val="Стиль Arial Narrow 9 пт По центру После:  0 пт"/>
    <w:basedOn w:val="a8"/>
    <w:rsid w:val="00C80A7F"/>
    <w:pPr>
      <w:spacing w:before="60"/>
      <w:jc w:val="center"/>
    </w:pPr>
    <w:rPr>
      <w:sz w:val="18"/>
      <w:szCs w:val="20"/>
    </w:rPr>
  </w:style>
  <w:style w:type="paragraph" w:customStyle="1" w:styleId="ArialNarrow901">
    <w:name w:val="Стиль Arial Narrow 9 пт полужирный По центру После:  0 пт"/>
    <w:basedOn w:val="a8"/>
    <w:rsid w:val="00C80A7F"/>
    <w:pPr>
      <w:spacing w:before="60"/>
      <w:jc w:val="center"/>
    </w:pPr>
    <w:rPr>
      <w:b/>
      <w:bCs/>
      <w:sz w:val="18"/>
      <w:szCs w:val="20"/>
    </w:rPr>
  </w:style>
  <w:style w:type="paragraph" w:customStyle="1" w:styleId="ArialNarrow9">
    <w:name w:val="Стиль Основной текст + Arial Narrow 9 пт"/>
    <w:basedOn w:val="aff0"/>
    <w:rsid w:val="00C80A7F"/>
    <w:rPr>
      <w:sz w:val="18"/>
    </w:rPr>
  </w:style>
  <w:style w:type="paragraph" w:customStyle="1" w:styleId="infoblue1">
    <w:name w:val="infoblue"/>
    <w:basedOn w:val="a8"/>
    <w:rsid w:val="00C80A7F"/>
    <w:pPr>
      <w:spacing w:after="120" w:line="240" w:lineRule="atLeast"/>
      <w:ind w:left="720"/>
    </w:pPr>
    <w:rPr>
      <w:i/>
      <w:iCs/>
      <w:color w:val="0000FF"/>
      <w:sz w:val="20"/>
      <w:szCs w:val="20"/>
    </w:rPr>
  </w:style>
  <w:style w:type="paragraph" w:customStyle="1" w:styleId="TableHeading">
    <w:name w:val="Table Heading"/>
    <w:basedOn w:val="a8"/>
    <w:rsid w:val="00C80A7F"/>
    <w:pPr>
      <w:keepLines/>
      <w:suppressAutoHyphens/>
      <w:spacing w:after="200"/>
      <w:jc w:val="both"/>
    </w:pPr>
    <w:rPr>
      <w:rFonts w:ascii="Arial" w:hAnsi="Arial" w:cs="Tahoma"/>
      <w:b/>
      <w:color w:val="000000"/>
      <w:sz w:val="20"/>
      <w:szCs w:val="20"/>
      <w:lang w:val="en-GB" w:eastAsia="en-US"/>
    </w:rPr>
  </w:style>
  <w:style w:type="paragraph" w:customStyle="1" w:styleId="3">
    <w:name w:val="Заголовок3"/>
    <w:basedOn w:val="2"/>
    <w:next w:val="4"/>
    <w:rsid w:val="00C80A7F"/>
    <w:pPr>
      <w:numPr>
        <w:numId w:val="11"/>
      </w:numPr>
      <w:spacing w:before="240" w:after="60"/>
    </w:pPr>
    <w:rPr>
      <w:rFonts w:cs="Arial"/>
      <w:b w:val="0"/>
      <w:bCs/>
      <w:i/>
      <w:sz w:val="24"/>
      <w:szCs w:val="28"/>
      <w:lang w:eastAsia="en-US"/>
    </w:rPr>
  </w:style>
  <w:style w:type="paragraph" w:customStyle="1" w:styleId="1">
    <w:name w:val="Заголовок_1_"/>
    <w:basedOn w:val="a8"/>
    <w:rsid w:val="00C80A7F"/>
    <w:pPr>
      <w:numPr>
        <w:numId w:val="12"/>
      </w:numPr>
      <w:jc w:val="both"/>
    </w:pPr>
    <w:rPr>
      <w:b/>
      <w:sz w:val="28"/>
    </w:rPr>
  </w:style>
  <w:style w:type="paragraph" w:customStyle="1" w:styleId="afff4">
    <w:name w:val="Шапка у таблицы"/>
    <w:basedOn w:val="a8"/>
    <w:link w:val="afff5"/>
    <w:rsid w:val="00C80A7F"/>
    <w:pPr>
      <w:spacing w:before="240" w:line="276" w:lineRule="auto"/>
      <w:jc w:val="center"/>
    </w:pPr>
    <w:rPr>
      <w:rFonts w:ascii="Arial" w:hAnsi="Arial"/>
      <w:b/>
      <w:szCs w:val="22"/>
      <w:lang w:eastAsia="en-US"/>
    </w:rPr>
  </w:style>
  <w:style w:type="character" w:customStyle="1" w:styleId="afff5">
    <w:name w:val="Шапка у таблицы Знак"/>
    <w:link w:val="afff4"/>
    <w:locked/>
    <w:rsid w:val="00C80A7F"/>
    <w:rPr>
      <w:rFonts w:ascii="Arial" w:hAnsi="Arial"/>
      <w:b/>
      <w:sz w:val="24"/>
      <w:szCs w:val="22"/>
      <w:lang w:eastAsia="en-US"/>
    </w:rPr>
  </w:style>
  <w:style w:type="paragraph" w:customStyle="1" w:styleId="-">
    <w:name w:val="Приложение-назв_документа"/>
    <w:basedOn w:val="a8"/>
    <w:autoRedefine/>
    <w:rsid w:val="00C80A7F"/>
    <w:pPr>
      <w:widowControl w:val="0"/>
      <w:autoSpaceDE w:val="0"/>
      <w:autoSpaceDN w:val="0"/>
      <w:jc w:val="right"/>
    </w:pPr>
    <w:rPr>
      <w:i/>
      <w:iCs/>
      <w:kern w:val="24"/>
      <w:sz w:val="20"/>
    </w:rPr>
  </w:style>
  <w:style w:type="character" w:customStyle="1" w:styleId="apple-converted-space">
    <w:name w:val="apple-converted-space"/>
    <w:rsid w:val="00C80A7F"/>
  </w:style>
  <w:style w:type="character" w:customStyle="1" w:styleId="left">
    <w:name w:val="left"/>
    <w:rsid w:val="00C80A7F"/>
  </w:style>
  <w:style w:type="paragraph" w:customStyle="1" w:styleId="BulletList">
    <w:name w:val="Bullet List"/>
    <w:basedOn w:val="a8"/>
    <w:rsid w:val="00C80A7F"/>
    <w:pPr>
      <w:numPr>
        <w:numId w:val="13"/>
      </w:numPr>
      <w:spacing w:before="120" w:after="60"/>
      <w:jc w:val="both"/>
    </w:pPr>
    <w:rPr>
      <w:sz w:val="22"/>
      <w:lang w:val="en-GB" w:eastAsia="en-US"/>
    </w:rPr>
  </w:style>
  <w:style w:type="paragraph" w:styleId="afff6">
    <w:name w:val="Revision"/>
    <w:hidden/>
    <w:uiPriority w:val="99"/>
    <w:semiHidden/>
    <w:rsid w:val="008E6835"/>
    <w:rPr>
      <w:sz w:val="24"/>
      <w:szCs w:val="24"/>
    </w:rPr>
  </w:style>
  <w:style w:type="character" w:customStyle="1" w:styleId="af5">
    <w:name w:val="Абзац списка Знак"/>
    <w:aliases w:val="Содержание. 2 уровень Знак"/>
    <w:link w:val="af4"/>
    <w:uiPriority w:val="34"/>
    <w:locked/>
    <w:rsid w:val="00695465"/>
    <w:rPr>
      <w:rFonts w:ascii="Calibri" w:eastAsia="Calibri" w:hAnsi="Calibri"/>
      <w:sz w:val="22"/>
      <w:szCs w:val="22"/>
      <w:lang w:eastAsia="en-US"/>
    </w:rPr>
  </w:style>
  <w:style w:type="paragraph" w:styleId="afff7">
    <w:name w:val="No Spacing"/>
    <w:link w:val="afff8"/>
    <w:uiPriority w:val="1"/>
    <w:qFormat/>
    <w:rsid w:val="00187619"/>
    <w:pPr>
      <w:suppressAutoHyphens/>
    </w:pPr>
    <w:rPr>
      <w:sz w:val="24"/>
      <w:lang w:eastAsia="ar-SA"/>
    </w:rPr>
  </w:style>
  <w:style w:type="character" w:customStyle="1" w:styleId="af3">
    <w:name w:val="Текст выноски Знак"/>
    <w:basedOn w:val="a9"/>
    <w:link w:val="af2"/>
    <w:uiPriority w:val="99"/>
    <w:semiHidden/>
    <w:rsid w:val="00F620EE"/>
    <w:rPr>
      <w:rFonts w:ascii="Tahoma" w:hAnsi="Tahoma" w:cs="Tahoma"/>
      <w:sz w:val="16"/>
      <w:szCs w:val="16"/>
    </w:rPr>
  </w:style>
  <w:style w:type="paragraph" w:styleId="afff9">
    <w:name w:val="TOC Heading"/>
    <w:basedOn w:val="10"/>
    <w:next w:val="a8"/>
    <w:uiPriority w:val="39"/>
    <w:unhideWhenUsed/>
    <w:qFormat/>
    <w:rsid w:val="00F620EE"/>
    <w:pPr>
      <w:keepLines/>
      <w:spacing w:before="0" w:after="0"/>
      <w:ind w:left="432" w:hanging="432"/>
      <w:jc w:val="left"/>
      <w:outlineLvl w:val="9"/>
    </w:pPr>
    <w:rPr>
      <w:rFonts w:ascii="Arial Black" w:eastAsiaTheme="majorEastAsia" w:hAnsi="Arial Black" w:cstheme="majorBidi"/>
      <w:b w:val="0"/>
      <w:caps w:val="0"/>
      <w:kern w:val="0"/>
      <w:sz w:val="32"/>
      <w:szCs w:val="32"/>
    </w:rPr>
  </w:style>
  <w:style w:type="character" w:customStyle="1" w:styleId="afff8">
    <w:name w:val="Без интервала Знак"/>
    <w:basedOn w:val="a9"/>
    <w:link w:val="afff7"/>
    <w:uiPriority w:val="1"/>
    <w:rsid w:val="00F620EE"/>
    <w:rPr>
      <w:sz w:val="24"/>
      <w:lang w:eastAsia="ar-SA"/>
    </w:rPr>
  </w:style>
  <w:style w:type="character" w:customStyle="1" w:styleId="ae">
    <w:name w:val="Верхний колонтитул Знак"/>
    <w:basedOn w:val="a9"/>
    <w:link w:val="ad"/>
    <w:uiPriority w:val="99"/>
    <w:rsid w:val="00F620EE"/>
    <w:rPr>
      <w:sz w:val="24"/>
      <w:szCs w:val="24"/>
    </w:rPr>
  </w:style>
  <w:style w:type="paragraph" w:styleId="afffa">
    <w:name w:val="Subtitle"/>
    <w:basedOn w:val="a8"/>
    <w:next w:val="a8"/>
    <w:link w:val="afffb"/>
    <w:uiPriority w:val="11"/>
    <w:qFormat/>
    <w:rsid w:val="00F620EE"/>
    <w:pPr>
      <w:numPr>
        <w:ilvl w:val="1"/>
      </w:numPr>
      <w:spacing w:after="160" w:line="259" w:lineRule="auto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eastAsia="en-US"/>
    </w:rPr>
  </w:style>
  <w:style w:type="character" w:customStyle="1" w:styleId="afffb">
    <w:name w:val="Подзаголовок Знак"/>
    <w:basedOn w:val="a9"/>
    <w:link w:val="afffa"/>
    <w:uiPriority w:val="11"/>
    <w:rsid w:val="00F620EE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eastAsia="en-US"/>
    </w:rPr>
  </w:style>
  <w:style w:type="character" w:customStyle="1" w:styleId="15">
    <w:name w:val="Неразрешенное упоминание1"/>
    <w:basedOn w:val="a9"/>
    <w:uiPriority w:val="99"/>
    <w:semiHidden/>
    <w:unhideWhenUsed/>
    <w:rsid w:val="00F620EE"/>
    <w:rPr>
      <w:color w:val="605E5C"/>
      <w:shd w:val="clear" w:color="auto" w:fill="E1DFDD"/>
    </w:rPr>
  </w:style>
  <w:style w:type="paragraph" w:customStyle="1" w:styleId="BusinessReq">
    <w:name w:val="BusinessReq"/>
    <w:basedOn w:val="a8"/>
    <w:qFormat/>
    <w:rsid w:val="00F620EE"/>
    <w:rPr>
      <w:rFonts w:ascii="Arial Black" w:hAnsi="Arial Black" w:cs="Calibri"/>
      <w:b/>
      <w:color w:val="000000"/>
      <w:sz w:val="18"/>
      <w:szCs w:val="18"/>
    </w:rPr>
  </w:style>
  <w:style w:type="character" w:styleId="afffc">
    <w:name w:val="FollowedHyperlink"/>
    <w:basedOn w:val="a9"/>
    <w:uiPriority w:val="99"/>
    <w:unhideWhenUsed/>
    <w:rsid w:val="00F620EE"/>
    <w:rPr>
      <w:color w:val="954F72" w:themeColor="followedHyperlink"/>
      <w:u w:val="single"/>
    </w:rPr>
  </w:style>
  <w:style w:type="paragraph" w:customStyle="1" w:styleId="msonormal0">
    <w:name w:val="msonormal"/>
    <w:basedOn w:val="a8"/>
    <w:rsid w:val="00F620EE"/>
    <w:pPr>
      <w:spacing w:before="100" w:beforeAutospacing="1" w:after="100" w:afterAutospacing="1"/>
    </w:pPr>
  </w:style>
  <w:style w:type="paragraph" w:styleId="afffd">
    <w:name w:val="Normal (Web)"/>
    <w:basedOn w:val="a8"/>
    <w:uiPriority w:val="99"/>
    <w:unhideWhenUsed/>
    <w:rsid w:val="00F620EE"/>
    <w:pPr>
      <w:spacing w:before="100" w:beforeAutospacing="1" w:after="100" w:afterAutospacing="1"/>
    </w:pPr>
  </w:style>
  <w:style w:type="character" w:styleId="afffe">
    <w:name w:val="Strong"/>
    <w:basedOn w:val="a9"/>
    <w:uiPriority w:val="22"/>
    <w:qFormat/>
    <w:rsid w:val="00F620EE"/>
    <w:rPr>
      <w:b/>
      <w:bCs/>
    </w:rPr>
  </w:style>
  <w:style w:type="paragraph" w:styleId="affff">
    <w:name w:val="endnote text"/>
    <w:basedOn w:val="a8"/>
    <w:link w:val="affff0"/>
    <w:uiPriority w:val="99"/>
    <w:unhideWhenUsed/>
    <w:rsid w:val="004F25FE"/>
    <w:rPr>
      <w:sz w:val="20"/>
      <w:szCs w:val="20"/>
    </w:rPr>
  </w:style>
  <w:style w:type="character" w:customStyle="1" w:styleId="affff0">
    <w:name w:val="Текст концевой сноски Знак"/>
    <w:basedOn w:val="a9"/>
    <w:link w:val="affff"/>
    <w:uiPriority w:val="99"/>
    <w:rsid w:val="004F25FE"/>
  </w:style>
  <w:style w:type="character" w:styleId="affff1">
    <w:name w:val="endnote reference"/>
    <w:basedOn w:val="a9"/>
    <w:uiPriority w:val="99"/>
    <w:unhideWhenUsed/>
    <w:rsid w:val="004F25FE"/>
    <w:rPr>
      <w:vertAlign w:val="superscript"/>
    </w:rPr>
  </w:style>
  <w:style w:type="paragraph" w:customStyle="1" w:styleId="Text">
    <w:name w:val="Text"/>
    <w:basedOn w:val="a8"/>
    <w:link w:val="Text0"/>
    <w:qFormat/>
    <w:rsid w:val="003B2F47"/>
    <w:pPr>
      <w:tabs>
        <w:tab w:val="right" w:pos="9356"/>
      </w:tabs>
      <w:jc w:val="both"/>
    </w:pPr>
    <w:rPr>
      <w:rFonts w:eastAsia="MS Mincho"/>
      <w:iCs/>
      <w:lang w:eastAsia="en-US"/>
    </w:rPr>
  </w:style>
  <w:style w:type="character" w:customStyle="1" w:styleId="Text0">
    <w:name w:val="Text Знак"/>
    <w:link w:val="Text"/>
    <w:rsid w:val="003B2F47"/>
    <w:rPr>
      <w:rFonts w:eastAsia="MS Mincho"/>
      <w:iCs/>
      <w:sz w:val="24"/>
      <w:szCs w:val="24"/>
      <w:lang w:eastAsia="en-US"/>
    </w:rPr>
  </w:style>
  <w:style w:type="character" w:customStyle="1" w:styleId="affff2">
    <w:name w:val="Термин"/>
    <w:rsid w:val="003B2F4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46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76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62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3336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436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8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68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6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Temp\notesFFF692\&#1041;&#1083;&#1072;&#1085;&#1082;%20&#1088;&#1072;&#1089;&#1087;&#1086;&#1088;&#1103;&#1078;&#1077;&#1085;&#1080;&#1103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CE049E-00A3-4777-95A1-50C3FE6DA7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распоряжения.dot</Template>
  <TotalTime>1</TotalTime>
  <Pages>2</Pages>
  <Words>298</Words>
  <Characters>2008</Characters>
  <Application>Microsoft Office Word</Application>
  <DocSecurity>0</DocSecurity>
  <Lines>87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2250</CharactersWithSpaces>
  <SharedDoc>false</SharedDoc>
  <HLinks>
    <vt:vector size="204" baseType="variant">
      <vt:variant>
        <vt:i4>1114160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_Toc126510619</vt:lpwstr>
      </vt:variant>
      <vt:variant>
        <vt:i4>1114160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_Toc126510618</vt:lpwstr>
      </vt:variant>
      <vt:variant>
        <vt:i4>1114160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_Toc126510617</vt:lpwstr>
      </vt:variant>
      <vt:variant>
        <vt:i4>1114160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_Toc126510616</vt:lpwstr>
      </vt:variant>
      <vt:variant>
        <vt:i4>1114160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_Toc126510615</vt:lpwstr>
      </vt:variant>
      <vt:variant>
        <vt:i4>1114160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_Toc126510614</vt:lpwstr>
      </vt:variant>
      <vt:variant>
        <vt:i4>1114160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_Toc126510613</vt:lpwstr>
      </vt:variant>
      <vt:variant>
        <vt:i4>1114160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_Toc126510612</vt:lpwstr>
      </vt:variant>
      <vt:variant>
        <vt:i4>1114160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_Toc126510611</vt:lpwstr>
      </vt:variant>
      <vt:variant>
        <vt:i4>1114160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_Toc126510610</vt:lpwstr>
      </vt:variant>
      <vt:variant>
        <vt:i4>1048624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_Toc126510609</vt:lpwstr>
      </vt:variant>
      <vt:variant>
        <vt:i4>1048624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_Toc126510608</vt:lpwstr>
      </vt:variant>
      <vt:variant>
        <vt:i4>1048624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_Toc126510607</vt:lpwstr>
      </vt:variant>
      <vt:variant>
        <vt:i4>1048624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_Toc126510606</vt:lpwstr>
      </vt:variant>
      <vt:variant>
        <vt:i4>1048624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_Toc126510605</vt:lpwstr>
      </vt:variant>
      <vt:variant>
        <vt:i4>1048624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_Toc126510604</vt:lpwstr>
      </vt:variant>
      <vt:variant>
        <vt:i4>1048624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_Toc126510603</vt:lpwstr>
      </vt:variant>
      <vt:variant>
        <vt:i4>1048624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_Toc126510602</vt:lpwstr>
      </vt:variant>
      <vt:variant>
        <vt:i4>1048624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_Toc126510601</vt:lpwstr>
      </vt:variant>
      <vt:variant>
        <vt:i4>1048624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_Toc126510600</vt:lpwstr>
      </vt:variant>
      <vt:variant>
        <vt:i4>1638451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_Toc126510599</vt:lpwstr>
      </vt:variant>
      <vt:variant>
        <vt:i4>1638451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_Toc126510598</vt:lpwstr>
      </vt:variant>
      <vt:variant>
        <vt:i4>1638451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_Toc126510597</vt:lpwstr>
      </vt:variant>
      <vt:variant>
        <vt:i4>1638451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_Toc126510596</vt:lpwstr>
      </vt:variant>
      <vt:variant>
        <vt:i4>1638451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_Toc126510595</vt:lpwstr>
      </vt:variant>
      <vt:variant>
        <vt:i4>1638451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_Toc126510594</vt:lpwstr>
      </vt:variant>
      <vt:variant>
        <vt:i4>1638451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_Toc126510593</vt:lpwstr>
      </vt:variant>
      <vt:variant>
        <vt:i4>1638451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_Toc126510592</vt:lpwstr>
      </vt:variant>
      <vt:variant>
        <vt:i4>1638451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_Toc126510591</vt:lpwstr>
      </vt:variant>
      <vt:variant>
        <vt:i4>1638451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_Toc126510590</vt:lpwstr>
      </vt:variant>
      <vt:variant>
        <vt:i4>1572915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_Toc126510589</vt:lpwstr>
      </vt:variant>
      <vt:variant>
        <vt:i4>1572915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_Toc126510588</vt:lpwstr>
      </vt:variant>
      <vt:variant>
        <vt:i4>1572915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_Toc126510587</vt:lpwstr>
      </vt:variant>
      <vt:variant>
        <vt:i4>1572915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_Toc126510586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kuz</dc:creator>
  <cp:keywords/>
  <cp:lastModifiedBy>Агент</cp:lastModifiedBy>
  <cp:revision>2</cp:revision>
  <cp:lastPrinted>2023-01-26T07:01:00Z</cp:lastPrinted>
  <dcterms:created xsi:type="dcterms:W3CDTF">2025-12-11T14:15:00Z</dcterms:created>
  <dcterms:modified xsi:type="dcterms:W3CDTF">2025-12-12T13:34:00Z</dcterms:modified>
</cp:coreProperties>
</file>